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66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1E5CF6" w:rsidRPr="00B80D96" w:rsidTr="009347CE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5CF6" w:rsidRDefault="001E5CF6" w:rsidP="009347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Anlage </w:t>
            </w:r>
            <w:r w:rsidR="00A3513C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9347C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 zum </w:t>
            </w:r>
            <w:r w:rsidR="00E03410">
              <w:rPr>
                <w:rFonts w:ascii="Arial" w:hAnsi="Arial" w:cs="Arial"/>
                <w:b/>
                <w:sz w:val="22"/>
                <w:szCs w:val="22"/>
              </w:rPr>
              <w:t>Ver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>trag</w:t>
            </w:r>
          </w:p>
          <w:p w:rsidR="001E5CF6" w:rsidRPr="00B80D96" w:rsidRDefault="001E5CF6" w:rsidP="009347CE">
            <w:pPr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nach </w:t>
            </w:r>
            <w:r w:rsidR="000A1DA2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596B6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015EB">
              <w:rPr>
                <w:rFonts w:ascii="Arial" w:hAnsi="Arial" w:cs="Arial"/>
                <w:b/>
                <w:sz w:val="22"/>
                <w:szCs w:val="22"/>
              </w:rPr>
              <w:t>106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F6" w:rsidRPr="00B80D96" w:rsidRDefault="001E5CF6" w:rsidP="009347CE">
            <w:pPr>
              <w:tabs>
                <w:tab w:val="left" w:pos="5670"/>
              </w:tabs>
              <w:spacing w:before="120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Bitte verwenden Sie</w:t>
            </w:r>
          </w:p>
          <w:p w:rsidR="001E5CF6" w:rsidRPr="00B80D96" w:rsidRDefault="001E5CF6" w:rsidP="009347CE">
            <w:pPr>
              <w:tabs>
                <w:tab w:val="left" w:pos="5670"/>
              </w:tabs>
              <w:spacing w:after="120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nur dieses Formular</w:t>
            </w:r>
            <w:r>
              <w:rPr>
                <w:rFonts w:ascii="Arial" w:hAnsi="Arial" w:cs="Arial"/>
                <w:b/>
                <w:sz w:val="22"/>
                <w:szCs w:val="22"/>
              </w:rPr>
              <w:t>!</w:t>
            </w:r>
          </w:p>
        </w:tc>
      </w:tr>
    </w:tbl>
    <w:p w:rsidR="003365F6" w:rsidRDefault="009347CE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  <w:r>
        <w:rPr>
          <w:rFonts w:ascii="Futura Lt BT" w:hAnsi="Futura Lt BT"/>
          <w:sz w:val="24"/>
          <w:szCs w:val="24"/>
        </w:rPr>
        <w:br w:type="textWrapping" w:clear="all"/>
      </w:r>
    </w:p>
    <w:p w:rsidR="00300D0C" w:rsidRDefault="00300D0C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300D0C" w:rsidRDefault="00300D0C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57587F" w:rsidRPr="00B85DBA" w:rsidRDefault="009347CE" w:rsidP="00AE5608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Auflistung der Produktionsstätten der Stufe 1</w:t>
      </w:r>
    </w:p>
    <w:p w:rsidR="00B61B74" w:rsidRDefault="00B61B74" w:rsidP="003365F6">
      <w:pPr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7511"/>
      </w:tblGrid>
      <w:tr w:rsidR="00BA0C30" w:rsidTr="009347CE">
        <w:tc>
          <w:tcPr>
            <w:tcW w:w="2127" w:type="dxa"/>
          </w:tcPr>
          <w:p w:rsidR="00BA0C30" w:rsidRDefault="009347CE" w:rsidP="008338CB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Vollständige Adresse der antragstellenden Firma</w:t>
            </w:r>
            <w:r w:rsidR="0006387B">
              <w:rPr>
                <w:rFonts w:ascii="Arial" w:hAnsi="Arial" w:cs="Arial"/>
              </w:rPr>
              <w:t>:</w:t>
            </w:r>
          </w:p>
        </w:tc>
        <w:tc>
          <w:tcPr>
            <w:tcW w:w="7511" w:type="dxa"/>
          </w:tcPr>
          <w:p w:rsidR="00BA0C30" w:rsidRDefault="00D6522E" w:rsidP="008338CB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0" w:name="_GoBack"/>
            <w:bookmarkEnd w:id="0"/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:rsidR="00BA0C30" w:rsidRDefault="00CC1198" w:rsidP="008338CB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:rsidR="00BA0C30" w:rsidRDefault="00CC1198" w:rsidP="008338CB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BA0C30" w:rsidTr="009347CE">
        <w:tc>
          <w:tcPr>
            <w:tcW w:w="2127" w:type="dxa"/>
          </w:tcPr>
          <w:p w:rsidR="00BA0C30" w:rsidRPr="005B0EB9" w:rsidRDefault="00BA0C30" w:rsidP="008338CB">
            <w:pPr>
              <w:tabs>
                <w:tab w:val="left" w:pos="-7088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Produkt(e):</w:t>
            </w:r>
          </w:p>
        </w:tc>
        <w:tc>
          <w:tcPr>
            <w:tcW w:w="7511" w:type="dxa"/>
          </w:tcPr>
          <w:p w:rsidR="00BA0C30" w:rsidRDefault="00CC1198" w:rsidP="008338CB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" w:name="Text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"/>
          </w:p>
        </w:tc>
      </w:tr>
    </w:tbl>
    <w:p w:rsidR="009347CE" w:rsidRDefault="009347CE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p w:rsidR="009347CE" w:rsidRDefault="009347CE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p w:rsidR="009347CE" w:rsidRDefault="009347CE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p w:rsidR="009347CE" w:rsidRDefault="009347CE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p w:rsidR="00474E26" w:rsidRPr="000B207A" w:rsidRDefault="00474E26" w:rsidP="00474E26">
      <w:pPr>
        <w:keepNext/>
        <w:tabs>
          <w:tab w:val="left" w:pos="4820"/>
        </w:tabs>
        <w:spacing w:after="120" w:line="360" w:lineRule="auto"/>
        <w:rPr>
          <w:rFonts w:ascii="Arial" w:hAnsi="Arial" w:cs="Arial"/>
          <w:b/>
          <w:u w:val="single"/>
        </w:rPr>
      </w:pPr>
      <w:r w:rsidRPr="00474E26">
        <w:rPr>
          <w:rFonts w:ascii="Arial" w:hAnsi="Arial" w:cs="Arial"/>
          <w:b/>
          <w:u w:val="single"/>
        </w:rPr>
        <w:t xml:space="preserve">Liste der </w:t>
      </w:r>
      <w:r w:rsidR="009347CE">
        <w:rPr>
          <w:rFonts w:ascii="Arial" w:hAnsi="Arial" w:cs="Arial"/>
          <w:b/>
          <w:u w:val="single"/>
        </w:rPr>
        <w:t>Produktionsstätten</w: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06387B" w:rsidRPr="00CB241D" w:rsidTr="0006387B">
        <w:tc>
          <w:tcPr>
            <w:tcW w:w="4815" w:type="dxa"/>
          </w:tcPr>
          <w:p w:rsidR="0006387B" w:rsidRPr="00CB241D" w:rsidRDefault="0006387B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Name </w:t>
            </w:r>
          </w:p>
        </w:tc>
        <w:tc>
          <w:tcPr>
            <w:tcW w:w="4819" w:type="dxa"/>
          </w:tcPr>
          <w:p w:rsidR="0006387B" w:rsidRPr="00CB241D" w:rsidRDefault="0006387B" w:rsidP="000B207A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Standort</w:t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1C4A8D" w:rsidRDefault="001C4A8D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p w:rsidR="009347CE" w:rsidRDefault="009347CE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p w:rsidR="009347CE" w:rsidRDefault="009347CE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p w:rsidR="009347CE" w:rsidRDefault="009347CE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p w:rsidR="009347CE" w:rsidRDefault="009347CE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p w:rsidR="009347CE" w:rsidRDefault="009347CE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p w:rsidR="009347CE" w:rsidRDefault="009347CE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p w:rsidR="009347CE" w:rsidRDefault="009347CE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p w:rsidR="007D49F3" w:rsidRDefault="007D49F3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tbl>
      <w:tblPr>
        <w:tblW w:w="9720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20"/>
        <w:gridCol w:w="2700"/>
        <w:gridCol w:w="6300"/>
      </w:tblGrid>
      <w:tr w:rsidR="009347CE" w:rsidRPr="00EA437A" w:rsidTr="00FB657C">
        <w:tc>
          <w:tcPr>
            <w:tcW w:w="720" w:type="dxa"/>
            <w:shd w:val="clear" w:color="auto" w:fill="auto"/>
            <w:vAlign w:val="bottom"/>
          </w:tcPr>
          <w:p w:rsidR="009347CE" w:rsidRPr="00EA437A" w:rsidRDefault="009347CE" w:rsidP="00FB657C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</w:t>
            </w:r>
            <w:r w:rsidRPr="00EA437A">
              <w:rPr>
                <w:rFonts w:ascii="Arial" w:hAnsi="Arial" w:cs="Arial"/>
              </w:rPr>
              <w:t>t: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9347CE" w:rsidRPr="00EA437A" w:rsidRDefault="009347CE" w:rsidP="00FB657C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6300" w:type="dxa"/>
            <w:shd w:val="clear" w:color="auto" w:fill="auto"/>
            <w:vAlign w:val="bottom"/>
          </w:tcPr>
          <w:p w:rsidR="009347CE" w:rsidRPr="00EA437A" w:rsidRDefault="009347CE" w:rsidP="00FB657C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</w:p>
        </w:tc>
      </w:tr>
      <w:tr w:rsidR="009347CE" w:rsidRPr="00EA437A" w:rsidTr="00FB657C">
        <w:tc>
          <w:tcPr>
            <w:tcW w:w="720" w:type="dxa"/>
            <w:shd w:val="clear" w:color="auto" w:fill="auto"/>
            <w:vAlign w:val="bottom"/>
          </w:tcPr>
          <w:p w:rsidR="009347CE" w:rsidRPr="00EA437A" w:rsidRDefault="009347CE" w:rsidP="00FB657C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Datum: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9347CE" w:rsidRPr="00EA437A" w:rsidRDefault="009347CE" w:rsidP="00FB657C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maxLength w:val="60"/>
                    <w:format w:val="dd.MM.yyyy"/>
                  </w:textInput>
                </w:ffData>
              </w:fldChar>
            </w:r>
            <w:bookmarkStart w:id="3" w:name="Text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6300" w:type="dxa"/>
            <w:shd w:val="clear" w:color="auto" w:fill="auto"/>
            <w:vAlign w:val="bottom"/>
          </w:tcPr>
          <w:p w:rsidR="009347CE" w:rsidRPr="00EA437A" w:rsidRDefault="009347CE" w:rsidP="00FB657C">
            <w:pPr>
              <w:tabs>
                <w:tab w:val="left" w:pos="3420"/>
              </w:tabs>
              <w:spacing w:before="360"/>
              <w:jc w:val="right"/>
              <w:rPr>
                <w:rFonts w:ascii="Arial" w:hAnsi="Arial" w:cs="Arial"/>
              </w:rPr>
            </w:pPr>
          </w:p>
        </w:tc>
      </w:tr>
    </w:tbl>
    <w:p w:rsidR="007125E4" w:rsidRDefault="009347CE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</w:t>
      </w:r>
      <w:r w:rsidRPr="00AE5608">
        <w:rPr>
          <w:rFonts w:ascii="Arial" w:hAnsi="Arial" w:cs="Arial"/>
        </w:rPr>
        <w:t>(Rechtsverbindliche Unterschrift und Firmenstempel)</w:t>
      </w:r>
    </w:p>
    <w:p w:rsidR="007D49F3" w:rsidRPr="00ED79BA" w:rsidRDefault="007D49F3" w:rsidP="00ED79BA">
      <w:pPr>
        <w:tabs>
          <w:tab w:val="left" w:pos="3420"/>
        </w:tabs>
        <w:spacing w:line="360" w:lineRule="auto"/>
        <w:rPr>
          <w:rFonts w:ascii="Arial" w:hAnsi="Arial" w:cs="Arial"/>
          <w:sz w:val="22"/>
        </w:rPr>
      </w:pPr>
    </w:p>
    <w:sectPr w:rsidR="007D49F3" w:rsidRPr="00ED79BA" w:rsidSect="00D622FB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03F" w:rsidRDefault="0095503F">
      <w:r>
        <w:separator/>
      </w:r>
    </w:p>
  </w:endnote>
  <w:endnote w:type="continuationSeparator" w:id="0">
    <w:p w:rsidR="0095503F" w:rsidRDefault="0095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69A" w:rsidRPr="00AD21C8" w:rsidRDefault="009347CE" w:rsidP="005B5DBB">
    <w:pPr>
      <w:pStyle w:val="Fuzeile"/>
      <w:tabs>
        <w:tab w:val="clear" w:pos="9072"/>
        <w:tab w:val="left" w:pos="5400"/>
        <w:tab w:val="right" w:pos="9720"/>
      </w:tabs>
      <w:ind w:right="98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11.01.2022 </w:t>
    </w:r>
    <w:r w:rsidR="0000769A" w:rsidRPr="00AD21C8">
      <w:rPr>
        <w:rFonts w:ascii="Arial" w:hAnsi="Arial" w:cs="Arial"/>
        <w:sz w:val="22"/>
        <w:szCs w:val="22"/>
      </w:rPr>
      <w:t xml:space="preserve">Anlage </w:t>
    </w:r>
    <w:r w:rsidR="00BA0C30">
      <w:rPr>
        <w:rFonts w:ascii="Arial" w:hAnsi="Arial" w:cs="Arial"/>
        <w:sz w:val="22"/>
        <w:szCs w:val="22"/>
      </w:rPr>
      <w:t>1</w:t>
    </w:r>
    <w:r>
      <w:rPr>
        <w:rFonts w:ascii="Arial" w:hAnsi="Arial" w:cs="Arial"/>
        <w:sz w:val="22"/>
        <w:szCs w:val="22"/>
      </w:rPr>
      <w:t>2 zum Vertrag</w:t>
    </w:r>
    <w:r w:rsidR="0000769A">
      <w:rPr>
        <w:rFonts w:ascii="Arial" w:hAnsi="Arial" w:cs="Arial"/>
        <w:sz w:val="22"/>
        <w:szCs w:val="22"/>
      </w:rPr>
      <w:tab/>
    </w:r>
    <w:r w:rsidR="00322581" w:rsidRPr="0087497D">
      <w:rPr>
        <w:rFonts w:ascii="Arial" w:hAnsi="Arial" w:cs="Arial"/>
        <w:sz w:val="22"/>
        <w:szCs w:val="22"/>
      </w:rPr>
      <w:fldChar w:fldCharType="begin"/>
    </w:r>
    <w:r w:rsidR="00322581" w:rsidRPr="0087497D">
      <w:rPr>
        <w:rFonts w:ascii="Arial" w:hAnsi="Arial" w:cs="Arial"/>
        <w:sz w:val="22"/>
        <w:szCs w:val="22"/>
      </w:rPr>
      <w:instrText>PAGE   \* MERGEFORMAT</w:instrText>
    </w:r>
    <w:r w:rsidR="00322581" w:rsidRPr="0087497D">
      <w:rPr>
        <w:rFonts w:ascii="Arial" w:hAnsi="Arial" w:cs="Arial"/>
        <w:sz w:val="22"/>
        <w:szCs w:val="22"/>
      </w:rPr>
      <w:fldChar w:fldCharType="separate"/>
    </w:r>
    <w:r w:rsidR="000D35F6">
      <w:rPr>
        <w:rFonts w:ascii="Arial" w:hAnsi="Arial" w:cs="Arial"/>
        <w:noProof/>
        <w:sz w:val="22"/>
        <w:szCs w:val="22"/>
      </w:rPr>
      <w:t>3</w:t>
    </w:r>
    <w:r w:rsidR="00322581" w:rsidRPr="0087497D">
      <w:rPr>
        <w:rFonts w:ascii="Arial" w:hAnsi="Arial" w:cs="Arial"/>
        <w:sz w:val="22"/>
        <w:szCs w:val="22"/>
      </w:rPr>
      <w:fldChar w:fldCharType="end"/>
    </w:r>
    <w:r w:rsidR="00322581">
      <w:rPr>
        <w:rFonts w:ascii="Arial" w:hAnsi="Arial" w:cs="Arial"/>
        <w:sz w:val="22"/>
        <w:szCs w:val="22"/>
      </w:rPr>
      <w:t>/</w:t>
    </w:r>
    <w:r w:rsidR="00322581">
      <w:rPr>
        <w:rFonts w:ascii="Arial" w:hAnsi="Arial" w:cs="Arial"/>
        <w:sz w:val="22"/>
        <w:szCs w:val="22"/>
      </w:rPr>
      <w:fldChar w:fldCharType="begin"/>
    </w:r>
    <w:r w:rsidR="00322581">
      <w:rPr>
        <w:rFonts w:ascii="Arial" w:hAnsi="Arial" w:cs="Arial"/>
        <w:sz w:val="22"/>
        <w:szCs w:val="22"/>
      </w:rPr>
      <w:instrText xml:space="preserve"> NUMPAGES   \* MERGEFORMAT </w:instrText>
    </w:r>
    <w:r w:rsidR="00322581">
      <w:rPr>
        <w:rFonts w:ascii="Arial" w:hAnsi="Arial" w:cs="Arial"/>
        <w:sz w:val="22"/>
        <w:szCs w:val="22"/>
      </w:rPr>
      <w:fldChar w:fldCharType="separate"/>
    </w:r>
    <w:r w:rsidR="000D35F6">
      <w:rPr>
        <w:rFonts w:ascii="Arial" w:hAnsi="Arial" w:cs="Arial"/>
        <w:noProof/>
        <w:sz w:val="22"/>
        <w:szCs w:val="22"/>
      </w:rPr>
      <w:t>3</w:t>
    </w:r>
    <w:r w:rsidR="00322581">
      <w:rPr>
        <w:rFonts w:ascii="Arial" w:hAnsi="Arial" w:cs="Arial"/>
        <w:sz w:val="22"/>
        <w:szCs w:val="22"/>
      </w:rPr>
      <w:fldChar w:fldCharType="end"/>
    </w:r>
    <w:r w:rsidR="0000769A">
      <w:rPr>
        <w:rFonts w:ascii="Arial" w:hAnsi="Arial" w:cs="Arial"/>
        <w:sz w:val="22"/>
        <w:szCs w:val="22"/>
      </w:rPr>
      <w:tab/>
    </w:r>
    <w:r w:rsidR="0000769A">
      <w:rPr>
        <w:rFonts w:ascii="Arial" w:hAnsi="Arial" w:cs="Arial"/>
        <w:sz w:val="22"/>
        <w:szCs w:val="22"/>
      </w:rPr>
      <w:tab/>
    </w:r>
    <w:r w:rsidR="00EB06EC">
      <w:rPr>
        <w:rFonts w:ascii="Arial" w:hAnsi="Arial" w:cs="Arial"/>
        <w:sz w:val="22"/>
        <w:szCs w:val="22"/>
      </w:rPr>
      <w:t>DE</w:t>
    </w:r>
    <w:r w:rsidR="0000769A">
      <w:rPr>
        <w:rFonts w:ascii="Arial" w:hAnsi="Arial" w:cs="Arial"/>
        <w:sz w:val="22"/>
        <w:szCs w:val="22"/>
      </w:rPr>
      <w:t>-</w:t>
    </w:r>
    <w:r w:rsidR="00596B66">
      <w:rPr>
        <w:rFonts w:ascii="Arial" w:hAnsi="Arial" w:cs="Arial"/>
        <w:sz w:val="22"/>
        <w:szCs w:val="22"/>
      </w:rPr>
      <w:t xml:space="preserve">UZ </w:t>
    </w:r>
    <w:r w:rsidR="001015EB">
      <w:rPr>
        <w:rFonts w:ascii="Arial" w:hAnsi="Arial" w:cs="Arial"/>
        <w:sz w:val="22"/>
        <w:szCs w:val="22"/>
      </w:rPr>
      <w:t xml:space="preserve">106 Ausgabe </w:t>
    </w:r>
    <w:r w:rsidR="00AA7699">
      <w:rPr>
        <w:rFonts w:ascii="Arial" w:hAnsi="Arial" w:cs="Arial"/>
        <w:sz w:val="22"/>
        <w:szCs w:val="22"/>
      </w:rPr>
      <w:t>J</w:t>
    </w:r>
    <w:r>
      <w:rPr>
        <w:rFonts w:ascii="Arial" w:hAnsi="Arial" w:cs="Arial"/>
        <w:sz w:val="22"/>
        <w:szCs w:val="22"/>
      </w:rPr>
      <w:t>anuar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03F" w:rsidRDefault="0095503F">
      <w:r>
        <w:separator/>
      </w:r>
    </w:p>
  </w:footnote>
  <w:footnote w:type="continuationSeparator" w:id="0">
    <w:p w:rsidR="0095503F" w:rsidRDefault="00955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69A" w:rsidRPr="00DA5522" w:rsidRDefault="009347CE" w:rsidP="005B5DBB">
    <w:pPr>
      <w:pStyle w:val="Kopfzeile"/>
      <w:ind w:right="98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5185410</wp:posOffset>
          </wp:positionH>
          <wp:positionV relativeFrom="paragraph">
            <wp:posOffset>-164465</wp:posOffset>
          </wp:positionV>
          <wp:extent cx="873687" cy="609600"/>
          <wp:effectExtent l="0" t="0" r="317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687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97D08"/>
    <w:multiLevelType w:val="multilevel"/>
    <w:tmpl w:val="BCA6B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851D76"/>
    <w:multiLevelType w:val="hybridMultilevel"/>
    <w:tmpl w:val="AB383388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4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C76458"/>
    <w:multiLevelType w:val="hybridMultilevel"/>
    <w:tmpl w:val="C3065E04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87AA2"/>
    <w:multiLevelType w:val="multilevel"/>
    <w:tmpl w:val="8018B876"/>
    <w:lvl w:ilvl="0">
      <w:start w:val="1"/>
      <w:numFmt w:val="bullet"/>
      <w:pStyle w:val="Funotentex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5C2F08"/>
    <w:multiLevelType w:val="hybridMultilevel"/>
    <w:tmpl w:val="1D3AB1C2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1" w15:restartNumberingAfterBreak="0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D3AB0"/>
    <w:multiLevelType w:val="hybridMultilevel"/>
    <w:tmpl w:val="959030B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7937CB"/>
    <w:multiLevelType w:val="multilevel"/>
    <w:tmpl w:val="BCA6B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8A5C2A"/>
    <w:multiLevelType w:val="hybridMultilevel"/>
    <w:tmpl w:val="28802850"/>
    <w:lvl w:ilvl="0" w:tplc="0F963416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B8BC8E9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2C6D4E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70AAEA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576503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328FCA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B6EFA2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30E484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212919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E1A29"/>
    <w:multiLevelType w:val="hybridMultilevel"/>
    <w:tmpl w:val="8018B876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37F9E"/>
    <w:multiLevelType w:val="multilevel"/>
    <w:tmpl w:val="BCA6B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76C5D95"/>
    <w:multiLevelType w:val="multilevel"/>
    <w:tmpl w:val="BCA6B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A977F2A"/>
    <w:multiLevelType w:val="hybridMultilevel"/>
    <w:tmpl w:val="CE564526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26" w15:restartNumberingAfterBreak="0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002474"/>
    <w:multiLevelType w:val="hybridMultilevel"/>
    <w:tmpl w:val="B950C6C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43531"/>
    <w:multiLevelType w:val="multilevel"/>
    <w:tmpl w:val="694E43A4"/>
    <w:lvl w:ilvl="0">
      <w:start w:val="1"/>
      <w:numFmt w:val="upperRoman"/>
      <w:pStyle w:val="Schutzzie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AD34D4B"/>
    <w:multiLevelType w:val="hybridMultilevel"/>
    <w:tmpl w:val="F83EE542"/>
    <w:lvl w:ilvl="0" w:tplc="C5562614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1"/>
  </w:num>
  <w:num w:numId="3">
    <w:abstractNumId w:val="5"/>
  </w:num>
  <w:num w:numId="4">
    <w:abstractNumId w:val="3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19"/>
  </w:num>
  <w:num w:numId="10">
    <w:abstractNumId w:val="6"/>
  </w:num>
  <w:num w:numId="11">
    <w:abstractNumId w:val="20"/>
  </w:num>
  <w:num w:numId="12">
    <w:abstractNumId w:val="14"/>
  </w:num>
  <w:num w:numId="13">
    <w:abstractNumId w:val="4"/>
  </w:num>
  <w:num w:numId="14">
    <w:abstractNumId w:val="27"/>
  </w:num>
  <w:num w:numId="15">
    <w:abstractNumId w:val="21"/>
  </w:num>
  <w:num w:numId="16">
    <w:abstractNumId w:val="2"/>
  </w:num>
  <w:num w:numId="17">
    <w:abstractNumId w:val="11"/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8"/>
  </w:num>
  <w:num w:numId="22">
    <w:abstractNumId w:val="30"/>
  </w:num>
  <w:num w:numId="23">
    <w:abstractNumId w:val="7"/>
  </w:num>
  <w:num w:numId="24">
    <w:abstractNumId w:val="1"/>
  </w:num>
  <w:num w:numId="25">
    <w:abstractNumId w:val="10"/>
  </w:num>
  <w:num w:numId="26">
    <w:abstractNumId w:val="25"/>
  </w:num>
  <w:num w:numId="27">
    <w:abstractNumId w:val="12"/>
  </w:num>
  <w:num w:numId="28">
    <w:abstractNumId w:val="28"/>
  </w:num>
  <w:num w:numId="29">
    <w:abstractNumId w:val="29"/>
  </w:num>
  <w:num w:numId="30">
    <w:abstractNumId w:val="24"/>
  </w:num>
  <w:num w:numId="31">
    <w:abstractNumId w:val="0"/>
  </w:num>
  <w:num w:numId="32">
    <w:abstractNumId w:val="16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+87SSxBQQpAhcnq0BndPzFbJU5tx1SDSI7BbM534CRshasgj9KYSrOdmemflDsm9RO2lBi5Fmo6QUPisbXAdQ==" w:salt="KssrHuYsC2szf2L347pAAw=="/>
  <w:defaultTabStop w:val="227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0769A"/>
    <w:rsid w:val="000169D5"/>
    <w:rsid w:val="00027EC5"/>
    <w:rsid w:val="00055025"/>
    <w:rsid w:val="0006387B"/>
    <w:rsid w:val="0008684B"/>
    <w:rsid w:val="000A1DA2"/>
    <w:rsid w:val="000B7FDB"/>
    <w:rsid w:val="000C1018"/>
    <w:rsid w:val="000C37C7"/>
    <w:rsid w:val="000D0F5C"/>
    <w:rsid w:val="000D35F6"/>
    <w:rsid w:val="000E6022"/>
    <w:rsid w:val="000F3C75"/>
    <w:rsid w:val="001015EB"/>
    <w:rsid w:val="0013149C"/>
    <w:rsid w:val="0014770E"/>
    <w:rsid w:val="00156937"/>
    <w:rsid w:val="0018526E"/>
    <w:rsid w:val="00190485"/>
    <w:rsid w:val="001950BF"/>
    <w:rsid w:val="001B12E2"/>
    <w:rsid w:val="001C4A8D"/>
    <w:rsid w:val="001E5CF6"/>
    <w:rsid w:val="0020209D"/>
    <w:rsid w:val="00213BEC"/>
    <w:rsid w:val="002310B7"/>
    <w:rsid w:val="0025288E"/>
    <w:rsid w:val="00277520"/>
    <w:rsid w:val="002827FC"/>
    <w:rsid w:val="002B19B5"/>
    <w:rsid w:val="002C7754"/>
    <w:rsid w:val="002D234B"/>
    <w:rsid w:val="002D556D"/>
    <w:rsid w:val="00300D0C"/>
    <w:rsid w:val="00306F76"/>
    <w:rsid w:val="00312C87"/>
    <w:rsid w:val="003147D8"/>
    <w:rsid w:val="003203B4"/>
    <w:rsid w:val="00322581"/>
    <w:rsid w:val="003365F6"/>
    <w:rsid w:val="003407EE"/>
    <w:rsid w:val="00344FAC"/>
    <w:rsid w:val="003604A2"/>
    <w:rsid w:val="003677E4"/>
    <w:rsid w:val="003802DA"/>
    <w:rsid w:val="00386B41"/>
    <w:rsid w:val="0038766F"/>
    <w:rsid w:val="003A7EBC"/>
    <w:rsid w:val="003B07AC"/>
    <w:rsid w:val="003D3EC5"/>
    <w:rsid w:val="0041033E"/>
    <w:rsid w:val="004171AC"/>
    <w:rsid w:val="0043243A"/>
    <w:rsid w:val="004459CE"/>
    <w:rsid w:val="0046587B"/>
    <w:rsid w:val="00474E26"/>
    <w:rsid w:val="004D1576"/>
    <w:rsid w:val="004F5AAB"/>
    <w:rsid w:val="0050156A"/>
    <w:rsid w:val="00517835"/>
    <w:rsid w:val="0052326E"/>
    <w:rsid w:val="00540669"/>
    <w:rsid w:val="00540729"/>
    <w:rsid w:val="00560703"/>
    <w:rsid w:val="00566E51"/>
    <w:rsid w:val="0057587F"/>
    <w:rsid w:val="005865BF"/>
    <w:rsid w:val="00596913"/>
    <w:rsid w:val="00596B66"/>
    <w:rsid w:val="005A2A6F"/>
    <w:rsid w:val="005B0EB9"/>
    <w:rsid w:val="005B53F1"/>
    <w:rsid w:val="005B5DBB"/>
    <w:rsid w:val="005D268C"/>
    <w:rsid w:val="005F0955"/>
    <w:rsid w:val="005F1BE6"/>
    <w:rsid w:val="005F2612"/>
    <w:rsid w:val="00600736"/>
    <w:rsid w:val="006057BA"/>
    <w:rsid w:val="00611DB6"/>
    <w:rsid w:val="00620B84"/>
    <w:rsid w:val="00643AA9"/>
    <w:rsid w:val="0064752E"/>
    <w:rsid w:val="00655FF9"/>
    <w:rsid w:val="0066145F"/>
    <w:rsid w:val="006703BD"/>
    <w:rsid w:val="00684E98"/>
    <w:rsid w:val="006A2A0C"/>
    <w:rsid w:val="006C22BC"/>
    <w:rsid w:val="006C7E9E"/>
    <w:rsid w:val="006D3CA9"/>
    <w:rsid w:val="006E3339"/>
    <w:rsid w:val="007125E4"/>
    <w:rsid w:val="00725FD4"/>
    <w:rsid w:val="00742DA5"/>
    <w:rsid w:val="007610F3"/>
    <w:rsid w:val="00773CC4"/>
    <w:rsid w:val="00783B48"/>
    <w:rsid w:val="0078644B"/>
    <w:rsid w:val="007A0C72"/>
    <w:rsid w:val="007A6CE3"/>
    <w:rsid w:val="007D49F3"/>
    <w:rsid w:val="007D7134"/>
    <w:rsid w:val="007D77FC"/>
    <w:rsid w:val="008055C4"/>
    <w:rsid w:val="00811325"/>
    <w:rsid w:val="008114C9"/>
    <w:rsid w:val="008123B9"/>
    <w:rsid w:val="00813B43"/>
    <w:rsid w:val="008171A2"/>
    <w:rsid w:val="0084046F"/>
    <w:rsid w:val="008605F0"/>
    <w:rsid w:val="008C0051"/>
    <w:rsid w:val="008D3BB9"/>
    <w:rsid w:val="008F608C"/>
    <w:rsid w:val="009047DD"/>
    <w:rsid w:val="009077BF"/>
    <w:rsid w:val="00912E10"/>
    <w:rsid w:val="009347CE"/>
    <w:rsid w:val="00942046"/>
    <w:rsid w:val="0095503F"/>
    <w:rsid w:val="00961210"/>
    <w:rsid w:val="00962E36"/>
    <w:rsid w:val="00964B0F"/>
    <w:rsid w:val="009730DD"/>
    <w:rsid w:val="00984D1A"/>
    <w:rsid w:val="009960B0"/>
    <w:rsid w:val="009C0473"/>
    <w:rsid w:val="009F0F1A"/>
    <w:rsid w:val="009F497F"/>
    <w:rsid w:val="00A266F6"/>
    <w:rsid w:val="00A3513C"/>
    <w:rsid w:val="00A52B58"/>
    <w:rsid w:val="00A545D2"/>
    <w:rsid w:val="00A6394A"/>
    <w:rsid w:val="00A7015B"/>
    <w:rsid w:val="00A70AE9"/>
    <w:rsid w:val="00A81294"/>
    <w:rsid w:val="00A83C3C"/>
    <w:rsid w:val="00A879C1"/>
    <w:rsid w:val="00A961D4"/>
    <w:rsid w:val="00AA7699"/>
    <w:rsid w:val="00AB3D4D"/>
    <w:rsid w:val="00AD21C8"/>
    <w:rsid w:val="00AE5608"/>
    <w:rsid w:val="00AF09E6"/>
    <w:rsid w:val="00B044D5"/>
    <w:rsid w:val="00B10027"/>
    <w:rsid w:val="00B162F4"/>
    <w:rsid w:val="00B3067E"/>
    <w:rsid w:val="00B410CD"/>
    <w:rsid w:val="00B4264F"/>
    <w:rsid w:val="00B61B74"/>
    <w:rsid w:val="00B652B4"/>
    <w:rsid w:val="00B80D96"/>
    <w:rsid w:val="00B9232F"/>
    <w:rsid w:val="00BA0C30"/>
    <w:rsid w:val="00BB07BD"/>
    <w:rsid w:val="00BE61E6"/>
    <w:rsid w:val="00BF3320"/>
    <w:rsid w:val="00C76F7E"/>
    <w:rsid w:val="00C80050"/>
    <w:rsid w:val="00C9008B"/>
    <w:rsid w:val="00C91BBC"/>
    <w:rsid w:val="00CB53D0"/>
    <w:rsid w:val="00CB5739"/>
    <w:rsid w:val="00CC1198"/>
    <w:rsid w:val="00D01180"/>
    <w:rsid w:val="00D1713B"/>
    <w:rsid w:val="00D218DF"/>
    <w:rsid w:val="00D317E6"/>
    <w:rsid w:val="00D43EDC"/>
    <w:rsid w:val="00D459D7"/>
    <w:rsid w:val="00D622FB"/>
    <w:rsid w:val="00D6522E"/>
    <w:rsid w:val="00D83821"/>
    <w:rsid w:val="00D91D25"/>
    <w:rsid w:val="00DA5522"/>
    <w:rsid w:val="00DB2EE8"/>
    <w:rsid w:val="00DC15B5"/>
    <w:rsid w:val="00DD02D7"/>
    <w:rsid w:val="00DE3A97"/>
    <w:rsid w:val="00DF6747"/>
    <w:rsid w:val="00E03410"/>
    <w:rsid w:val="00E75051"/>
    <w:rsid w:val="00E753E7"/>
    <w:rsid w:val="00E77056"/>
    <w:rsid w:val="00E779C6"/>
    <w:rsid w:val="00EA437A"/>
    <w:rsid w:val="00EB06EC"/>
    <w:rsid w:val="00EB617B"/>
    <w:rsid w:val="00ED0BE8"/>
    <w:rsid w:val="00ED79BA"/>
    <w:rsid w:val="00EE54A1"/>
    <w:rsid w:val="00F06F8E"/>
    <w:rsid w:val="00F45DDF"/>
    <w:rsid w:val="00F46F56"/>
    <w:rsid w:val="00F81146"/>
    <w:rsid w:val="00F900F0"/>
    <w:rsid w:val="00FA6CB6"/>
    <w:rsid w:val="00FC072B"/>
    <w:rsid w:val="00FD3279"/>
    <w:rsid w:val="00FD6504"/>
    <w:rsid w:val="00FE3EBC"/>
    <w:rsid w:val="00FF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1CBE77D-BD8A-4AD7-A55C-72E3496A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F1BE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tabs>
        <w:tab w:val="num" w:pos="357"/>
        <w:tab w:val="num" w:pos="1276"/>
      </w:tabs>
      <w:spacing w:line="360" w:lineRule="auto"/>
      <w:ind w:left="851" w:hanging="357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tabs>
        <w:tab w:val="num" w:pos="357"/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tabs>
        <w:tab w:val="num" w:pos="357"/>
        <w:tab w:val="num" w:pos="1276"/>
      </w:tabs>
      <w:spacing w:before="60" w:line="288" w:lineRule="auto"/>
      <w:ind w:left="1276" w:hanging="357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  <w:style w:type="paragraph" w:customStyle="1" w:styleId="Table">
    <w:name w:val="Table"/>
    <w:basedOn w:val="Standard"/>
    <w:link w:val="TableChar"/>
    <w:rsid w:val="0078644B"/>
    <w:pPr>
      <w:widowControl w:val="0"/>
      <w:overflowPunct/>
      <w:autoSpaceDE/>
      <w:autoSpaceDN/>
      <w:adjustRightInd/>
      <w:textAlignment w:val="auto"/>
    </w:pPr>
    <w:rPr>
      <w:rFonts w:ascii="Arial Narrow" w:eastAsia="Times" w:hAnsi="Arial Narrow"/>
      <w:szCs w:val="22"/>
    </w:rPr>
  </w:style>
  <w:style w:type="character" w:customStyle="1" w:styleId="TableChar">
    <w:name w:val="Table Char"/>
    <w:link w:val="Table"/>
    <w:rsid w:val="0078644B"/>
    <w:rPr>
      <w:rFonts w:ascii="Arial Narrow" w:eastAsia="Times" w:hAnsi="Arial Narrow"/>
      <w:szCs w:val="22"/>
    </w:rPr>
  </w:style>
  <w:style w:type="paragraph" w:styleId="Listenabsatz">
    <w:name w:val="List Paragraph"/>
    <w:basedOn w:val="Standard"/>
    <w:uiPriority w:val="34"/>
    <w:qFormat/>
    <w:rsid w:val="00C80050"/>
    <w:pPr>
      <w:ind w:left="720"/>
      <w:contextualSpacing/>
    </w:pPr>
  </w:style>
  <w:style w:type="table" w:styleId="HelleSchattierung">
    <w:name w:val="Light Shading"/>
    <w:basedOn w:val="NormaleTabelle"/>
    <w:uiPriority w:val="60"/>
    <w:rsid w:val="00ED0BE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Schutzziel">
    <w:name w:val="Schutzziel"/>
    <w:basedOn w:val="Listenabsatz"/>
    <w:qFormat/>
    <w:rsid w:val="005F1BE6"/>
    <w:pPr>
      <w:numPr>
        <w:numId w:val="29"/>
      </w:numPr>
      <w:spacing w:before="240" w:after="120"/>
      <w:ind w:left="284" w:hanging="284"/>
    </w:pPr>
    <w:rPr>
      <w:rFonts w:ascii="Arial" w:hAnsi="Arial" w:cs="Arial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64520-6DDA-469E-A851-CC7DB174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1579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Ueberlein, Sven</cp:lastModifiedBy>
  <cp:revision>5</cp:revision>
  <cp:lastPrinted>2017-03-23T12:29:00Z</cp:lastPrinted>
  <dcterms:created xsi:type="dcterms:W3CDTF">2022-01-11T09:12:00Z</dcterms:created>
  <dcterms:modified xsi:type="dcterms:W3CDTF">2022-01-11T09:36:00Z</dcterms:modified>
</cp:coreProperties>
</file>