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64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3"/>
        <w:gridCol w:w="3296"/>
      </w:tblGrid>
      <w:tr w:rsidR="001E5CF6" w:rsidRPr="003D514E" w:rsidTr="003D514E">
        <w:trPr>
          <w:trHeight w:val="690"/>
        </w:trPr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5CF6" w:rsidRPr="003D514E" w:rsidRDefault="001E5CF6" w:rsidP="003D514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3D514E">
              <w:rPr>
                <w:rFonts w:ascii="Arial" w:hAnsi="Arial" w:cs="Arial"/>
                <w:b/>
                <w:sz w:val="22"/>
                <w:szCs w:val="22"/>
                <w:lang w:val="en-GB"/>
              </w:rPr>
              <w:t>An</w:t>
            </w:r>
            <w:r w:rsidR="003D514E" w:rsidRPr="003D514E">
              <w:rPr>
                <w:rFonts w:ascii="Arial" w:hAnsi="Arial" w:cs="Arial"/>
                <w:b/>
                <w:sz w:val="22"/>
                <w:szCs w:val="22"/>
                <w:lang w:val="en-GB"/>
              </w:rPr>
              <w:t>nex 12 to the Contract p</w:t>
            </w:r>
            <w:r w:rsidR="003D514E">
              <w:rPr>
                <w:rFonts w:ascii="Arial" w:hAnsi="Arial" w:cs="Arial"/>
                <w:b/>
                <w:sz w:val="22"/>
                <w:szCs w:val="22"/>
                <w:lang w:val="en-GB"/>
              </w:rPr>
              <w:t>ursuant to DE-UZ 106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F6" w:rsidRPr="003D514E" w:rsidRDefault="003D514E" w:rsidP="003D514E">
            <w:pPr>
              <w:tabs>
                <w:tab w:val="left" w:pos="5670"/>
              </w:tabs>
              <w:spacing w:before="120"/>
              <w:ind w:left="74" w:right="74"/>
              <w:jc w:val="center"/>
              <w:rPr>
                <w:rFonts w:ascii="Futura Md BT" w:hAnsi="Futura Md BT"/>
                <w:sz w:val="22"/>
                <w:szCs w:val="22"/>
                <w:lang w:val="en-GB"/>
              </w:rPr>
            </w:pPr>
            <w:r w:rsidRPr="003D514E">
              <w:rPr>
                <w:rFonts w:ascii="Arial" w:hAnsi="Arial" w:cs="Arial"/>
                <w:b/>
                <w:sz w:val="22"/>
                <w:szCs w:val="22"/>
                <w:lang w:val="en-GB"/>
              </w:rPr>
              <w:t>Please use only this f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orm! </w:t>
            </w:r>
          </w:p>
        </w:tc>
      </w:tr>
    </w:tbl>
    <w:p w:rsidR="003365F6" w:rsidRPr="003D514E" w:rsidRDefault="009347CE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  <w:r w:rsidRPr="003D514E">
        <w:rPr>
          <w:rFonts w:ascii="Futura Lt BT" w:hAnsi="Futura Lt BT"/>
          <w:sz w:val="24"/>
          <w:szCs w:val="24"/>
          <w:lang w:val="en-GB"/>
        </w:rPr>
        <w:br w:type="textWrapping" w:clear="all"/>
      </w:r>
    </w:p>
    <w:p w:rsidR="00300D0C" w:rsidRPr="003D514E" w:rsidRDefault="00300D0C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300D0C" w:rsidRPr="003D514E" w:rsidRDefault="00300D0C" w:rsidP="003365F6">
      <w:pPr>
        <w:tabs>
          <w:tab w:val="left" w:pos="5670"/>
        </w:tabs>
        <w:rPr>
          <w:rFonts w:ascii="Futura Lt BT" w:hAnsi="Futura Lt BT"/>
          <w:sz w:val="24"/>
          <w:szCs w:val="24"/>
          <w:lang w:val="en-GB"/>
        </w:rPr>
      </w:pPr>
    </w:p>
    <w:p w:rsidR="0057587F" w:rsidRPr="003D514E" w:rsidRDefault="003D514E" w:rsidP="00AE5608">
      <w:pPr>
        <w:tabs>
          <w:tab w:val="left" w:pos="5670"/>
        </w:tabs>
        <w:jc w:val="center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3D514E">
        <w:rPr>
          <w:rFonts w:ascii="Arial" w:hAnsi="Arial" w:cs="Arial"/>
          <w:b/>
          <w:sz w:val="22"/>
          <w:szCs w:val="22"/>
          <w:lang w:val="en-GB"/>
        </w:rPr>
        <w:t>Listing of Level 1 production s</w:t>
      </w:r>
      <w:r>
        <w:rPr>
          <w:rFonts w:ascii="Arial" w:hAnsi="Arial" w:cs="Arial"/>
          <w:b/>
          <w:sz w:val="22"/>
          <w:szCs w:val="22"/>
          <w:lang w:val="en-GB"/>
        </w:rPr>
        <w:t xml:space="preserve">ites </w:t>
      </w:r>
    </w:p>
    <w:p w:rsidR="00B61B74" w:rsidRPr="003D514E" w:rsidRDefault="00B61B74" w:rsidP="003365F6">
      <w:pPr>
        <w:rPr>
          <w:rFonts w:ascii="Arial" w:hAnsi="Arial" w:cs="Arial"/>
          <w:lang w:val="en-GB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7511"/>
      </w:tblGrid>
      <w:tr w:rsidR="00BA0C30" w:rsidTr="009347CE">
        <w:tc>
          <w:tcPr>
            <w:tcW w:w="2127" w:type="dxa"/>
          </w:tcPr>
          <w:p w:rsidR="00BA0C30" w:rsidRDefault="003D514E" w:rsidP="008338CB">
            <w:pPr>
              <w:spacing w:line="360" w:lineRule="auto"/>
              <w:outlineLv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Applicant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511" w:type="dxa"/>
          </w:tcPr>
          <w:p w:rsidR="00BA0C30" w:rsidRDefault="00D6522E" w:rsidP="008338CB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:rsidR="00BA0C30" w:rsidRDefault="00CC1198" w:rsidP="008338CB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  <w:p w:rsidR="00BA0C30" w:rsidRDefault="00CC1198" w:rsidP="008338CB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BA0C30" w:rsidTr="009347CE">
        <w:tc>
          <w:tcPr>
            <w:tcW w:w="2127" w:type="dxa"/>
          </w:tcPr>
          <w:p w:rsidR="00BA0C30" w:rsidRPr="005B0EB9" w:rsidRDefault="00BA0C30" w:rsidP="008338CB">
            <w:pPr>
              <w:tabs>
                <w:tab w:val="left" w:pos="-7088"/>
              </w:tabs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</w:rPr>
              <w:t>Pro</w:t>
            </w:r>
            <w:r w:rsidR="003D514E">
              <w:rPr>
                <w:rFonts w:ascii="Arial" w:hAnsi="Arial" w:cs="Arial"/>
              </w:rPr>
              <w:t>duct</w:t>
            </w:r>
            <w:proofErr w:type="spellEnd"/>
            <w:r w:rsidR="003D514E">
              <w:rPr>
                <w:rFonts w:ascii="Arial" w:hAnsi="Arial" w:cs="Arial"/>
              </w:rPr>
              <w:t>(s)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7511" w:type="dxa"/>
          </w:tcPr>
          <w:p w:rsidR="00BA0C30" w:rsidRDefault="00CC1198" w:rsidP="008338CB">
            <w:pPr>
              <w:spacing w:line="360" w:lineRule="auto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0"/>
          </w:p>
        </w:tc>
      </w:tr>
    </w:tbl>
    <w:p w:rsidR="009347CE" w:rsidRDefault="009347CE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p w:rsidR="009347CE" w:rsidRDefault="009347CE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p w:rsidR="009347CE" w:rsidRDefault="009347CE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p w:rsidR="009347CE" w:rsidRDefault="009347CE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p w:rsidR="00474E26" w:rsidRPr="000B207A" w:rsidRDefault="00474E26" w:rsidP="00474E26">
      <w:pPr>
        <w:keepNext/>
        <w:tabs>
          <w:tab w:val="left" w:pos="4820"/>
        </w:tabs>
        <w:spacing w:after="120" w:line="360" w:lineRule="auto"/>
        <w:rPr>
          <w:rFonts w:ascii="Arial" w:hAnsi="Arial" w:cs="Arial"/>
          <w:b/>
          <w:u w:val="single"/>
        </w:rPr>
      </w:pPr>
      <w:r w:rsidRPr="00474E26">
        <w:rPr>
          <w:rFonts w:ascii="Arial" w:hAnsi="Arial" w:cs="Arial"/>
          <w:b/>
          <w:u w:val="single"/>
        </w:rPr>
        <w:t>List</w:t>
      </w:r>
      <w:r w:rsidR="003D514E">
        <w:rPr>
          <w:rFonts w:ascii="Arial" w:hAnsi="Arial" w:cs="Arial"/>
          <w:b/>
          <w:u w:val="single"/>
        </w:rPr>
        <w:t xml:space="preserve"> </w:t>
      </w:r>
      <w:proofErr w:type="spellStart"/>
      <w:r w:rsidR="003D514E">
        <w:rPr>
          <w:rFonts w:ascii="Arial" w:hAnsi="Arial" w:cs="Arial"/>
          <w:b/>
          <w:u w:val="single"/>
        </w:rPr>
        <w:t>of</w:t>
      </w:r>
      <w:proofErr w:type="spellEnd"/>
      <w:r w:rsidR="003D514E">
        <w:rPr>
          <w:rFonts w:ascii="Arial" w:hAnsi="Arial" w:cs="Arial"/>
          <w:b/>
          <w:u w:val="single"/>
        </w:rPr>
        <w:t xml:space="preserve"> </w:t>
      </w:r>
      <w:proofErr w:type="spellStart"/>
      <w:r w:rsidR="003D514E">
        <w:rPr>
          <w:rFonts w:ascii="Arial" w:hAnsi="Arial" w:cs="Arial"/>
          <w:b/>
          <w:u w:val="single"/>
        </w:rPr>
        <w:t>production</w:t>
      </w:r>
      <w:proofErr w:type="spellEnd"/>
      <w:r w:rsidR="003D514E">
        <w:rPr>
          <w:rFonts w:ascii="Arial" w:hAnsi="Arial" w:cs="Arial"/>
          <w:b/>
          <w:u w:val="single"/>
        </w:rPr>
        <w:t xml:space="preserve"> </w:t>
      </w:r>
      <w:proofErr w:type="spellStart"/>
      <w:r w:rsidR="003D514E">
        <w:rPr>
          <w:rFonts w:ascii="Arial" w:hAnsi="Arial" w:cs="Arial"/>
          <w:b/>
          <w:u w:val="single"/>
        </w:rPr>
        <w:t>sites</w:t>
      </w:r>
      <w:proofErr w:type="spellEnd"/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06387B" w:rsidRPr="00CB241D" w:rsidTr="0006387B">
        <w:tc>
          <w:tcPr>
            <w:tcW w:w="4815" w:type="dxa"/>
          </w:tcPr>
          <w:p w:rsidR="0006387B" w:rsidRPr="00CB241D" w:rsidRDefault="0006387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Name </w:t>
            </w:r>
          </w:p>
        </w:tc>
        <w:tc>
          <w:tcPr>
            <w:tcW w:w="4819" w:type="dxa"/>
          </w:tcPr>
          <w:p w:rsidR="0006387B" w:rsidRPr="00CB241D" w:rsidRDefault="003D514E" w:rsidP="000B207A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Location</w:t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1" w:name="_GoBack"/>
            <w:bookmarkEnd w:id="1"/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0B207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6387B" w:rsidRPr="00C070F9" w:rsidTr="0006387B">
        <w:tc>
          <w:tcPr>
            <w:tcW w:w="4815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819" w:type="dxa"/>
          </w:tcPr>
          <w:p w:rsidR="0006387B" w:rsidRPr="00C070F9" w:rsidRDefault="0006387B" w:rsidP="00FB657C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1C4A8D" w:rsidRDefault="001C4A8D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9347CE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9347CE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9347CE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9347CE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9347CE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9347CE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9347CE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p w:rsidR="007D49F3" w:rsidRDefault="007D49F3" w:rsidP="00ED79BA">
      <w:pPr>
        <w:tabs>
          <w:tab w:val="left" w:pos="3420"/>
        </w:tabs>
        <w:spacing w:line="360" w:lineRule="auto"/>
        <w:rPr>
          <w:rFonts w:ascii="Arial" w:hAnsi="Arial" w:cs="Arial"/>
        </w:rPr>
      </w:pPr>
    </w:p>
    <w:tbl>
      <w:tblPr>
        <w:tblW w:w="972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20"/>
        <w:gridCol w:w="2700"/>
        <w:gridCol w:w="6300"/>
      </w:tblGrid>
      <w:tr w:rsidR="009347CE" w:rsidRPr="00EA437A" w:rsidTr="00FB657C">
        <w:tc>
          <w:tcPr>
            <w:tcW w:w="720" w:type="dxa"/>
            <w:shd w:val="clear" w:color="auto" w:fill="auto"/>
            <w:vAlign w:val="bottom"/>
          </w:tcPr>
          <w:p w:rsidR="009347CE" w:rsidRPr="00EA437A" w:rsidRDefault="003D514E" w:rsidP="00FB657C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Place</w:t>
            </w:r>
            <w:r w:rsidR="009347CE" w:rsidRPr="00EA437A">
              <w:rPr>
                <w:rFonts w:ascii="Arial" w:hAnsi="Arial" w:cs="Arial"/>
              </w:rPr>
              <w:t>: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9347CE" w:rsidRPr="00EA437A" w:rsidRDefault="009347CE" w:rsidP="00FB657C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6300" w:type="dxa"/>
            <w:shd w:val="clear" w:color="auto" w:fill="auto"/>
            <w:vAlign w:val="bottom"/>
          </w:tcPr>
          <w:p w:rsidR="009347CE" w:rsidRPr="00EA437A" w:rsidRDefault="009347CE" w:rsidP="00FB657C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</w:p>
        </w:tc>
      </w:tr>
      <w:tr w:rsidR="009347CE" w:rsidRPr="00EA437A" w:rsidTr="00FB657C">
        <w:tc>
          <w:tcPr>
            <w:tcW w:w="720" w:type="dxa"/>
            <w:shd w:val="clear" w:color="auto" w:fill="auto"/>
            <w:vAlign w:val="bottom"/>
          </w:tcPr>
          <w:p w:rsidR="009347CE" w:rsidRPr="00EA437A" w:rsidRDefault="009347CE" w:rsidP="00FB657C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 w:rsidRPr="00EA437A">
              <w:rPr>
                <w:rFonts w:ascii="Arial" w:hAnsi="Arial" w:cs="Arial"/>
              </w:rPr>
              <w:t>Dat</w:t>
            </w:r>
            <w:r w:rsidR="003D514E">
              <w:rPr>
                <w:rFonts w:ascii="Arial" w:hAnsi="Arial" w:cs="Arial"/>
              </w:rPr>
              <w:t>e</w:t>
            </w:r>
            <w:r w:rsidRPr="00EA437A">
              <w:rPr>
                <w:rFonts w:ascii="Arial" w:hAnsi="Arial" w:cs="Arial"/>
              </w:rPr>
              <w:t>:</w:t>
            </w:r>
          </w:p>
        </w:tc>
        <w:tc>
          <w:tcPr>
            <w:tcW w:w="2700" w:type="dxa"/>
            <w:shd w:val="clear" w:color="auto" w:fill="auto"/>
            <w:vAlign w:val="bottom"/>
          </w:tcPr>
          <w:p w:rsidR="009347CE" w:rsidRPr="00EA437A" w:rsidRDefault="009347CE" w:rsidP="00FB657C">
            <w:pPr>
              <w:tabs>
                <w:tab w:val="left" w:pos="3420"/>
              </w:tabs>
              <w:spacing w:before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maxLength w:val="60"/>
                    <w:format w:val="dd.MM.yyyy"/>
                  </w:textInput>
                </w:ffData>
              </w:fldChar>
            </w:r>
            <w:bookmarkStart w:id="3" w:name="Text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6300" w:type="dxa"/>
            <w:shd w:val="clear" w:color="auto" w:fill="auto"/>
            <w:vAlign w:val="bottom"/>
          </w:tcPr>
          <w:p w:rsidR="009347CE" w:rsidRPr="00EA437A" w:rsidRDefault="009347CE" w:rsidP="00FB657C">
            <w:pPr>
              <w:tabs>
                <w:tab w:val="left" w:pos="3420"/>
              </w:tabs>
              <w:spacing w:before="360"/>
              <w:jc w:val="right"/>
              <w:rPr>
                <w:rFonts w:ascii="Arial" w:hAnsi="Arial" w:cs="Arial"/>
              </w:rPr>
            </w:pPr>
          </w:p>
        </w:tc>
      </w:tr>
    </w:tbl>
    <w:p w:rsidR="007125E4" w:rsidRPr="003D514E" w:rsidRDefault="009347CE" w:rsidP="00ED79BA">
      <w:pPr>
        <w:tabs>
          <w:tab w:val="left" w:pos="3420"/>
        </w:tabs>
        <w:spacing w:line="360" w:lineRule="auto"/>
        <w:rPr>
          <w:rFonts w:ascii="Arial" w:hAnsi="Arial" w:cs="Arial"/>
          <w:lang w:val="en-GB"/>
        </w:rPr>
      </w:pPr>
      <w:r w:rsidRPr="003D514E">
        <w:rPr>
          <w:rFonts w:ascii="Arial" w:hAnsi="Arial" w:cs="Arial"/>
          <w:lang w:val="en-GB"/>
        </w:rPr>
        <w:t xml:space="preserve">                                                                            (</w:t>
      </w:r>
      <w:r w:rsidR="003D514E" w:rsidRPr="003D514E">
        <w:rPr>
          <w:rFonts w:ascii="Arial" w:hAnsi="Arial" w:cs="Arial"/>
          <w:lang w:val="en-GB"/>
        </w:rPr>
        <w:t>Authorized signature and company st</w:t>
      </w:r>
      <w:r w:rsidR="003D514E">
        <w:rPr>
          <w:rFonts w:ascii="Arial" w:hAnsi="Arial" w:cs="Arial"/>
          <w:lang w:val="en-GB"/>
        </w:rPr>
        <w:t>amp</w:t>
      </w:r>
      <w:r w:rsidRPr="003D514E">
        <w:rPr>
          <w:rFonts w:ascii="Arial" w:hAnsi="Arial" w:cs="Arial"/>
          <w:lang w:val="en-GB"/>
        </w:rPr>
        <w:t>)</w:t>
      </w:r>
    </w:p>
    <w:p w:rsidR="007D49F3" w:rsidRPr="003D514E" w:rsidRDefault="007D49F3" w:rsidP="00ED79BA">
      <w:pPr>
        <w:tabs>
          <w:tab w:val="left" w:pos="3420"/>
        </w:tabs>
        <w:spacing w:line="360" w:lineRule="auto"/>
        <w:rPr>
          <w:rFonts w:ascii="Arial" w:hAnsi="Arial" w:cs="Arial"/>
          <w:sz w:val="22"/>
          <w:lang w:val="en-GB"/>
        </w:rPr>
      </w:pPr>
    </w:p>
    <w:sectPr w:rsidR="007D49F3" w:rsidRPr="003D514E" w:rsidSect="00D622FB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03F" w:rsidRDefault="0095503F">
      <w:r>
        <w:separator/>
      </w:r>
    </w:p>
  </w:endnote>
  <w:endnote w:type="continuationSeparator" w:id="0">
    <w:p w:rsidR="0095503F" w:rsidRDefault="0095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3D514E" w:rsidRDefault="009347CE" w:rsidP="005B5DBB">
    <w:pPr>
      <w:pStyle w:val="Fuzeile"/>
      <w:tabs>
        <w:tab w:val="clear" w:pos="9072"/>
        <w:tab w:val="left" w:pos="5400"/>
        <w:tab w:val="right" w:pos="9720"/>
      </w:tabs>
      <w:ind w:right="98"/>
      <w:rPr>
        <w:rFonts w:ascii="Arial" w:hAnsi="Arial" w:cs="Arial"/>
        <w:sz w:val="22"/>
        <w:szCs w:val="22"/>
        <w:lang w:val="en-GB"/>
      </w:rPr>
    </w:pPr>
    <w:r w:rsidRPr="003D514E">
      <w:rPr>
        <w:rFonts w:ascii="Arial" w:hAnsi="Arial" w:cs="Arial"/>
        <w:sz w:val="22"/>
        <w:szCs w:val="22"/>
        <w:lang w:val="en-GB"/>
      </w:rPr>
      <w:t xml:space="preserve">11.01.2022 </w:t>
    </w:r>
    <w:r w:rsidR="0000769A" w:rsidRPr="003D514E">
      <w:rPr>
        <w:rFonts w:ascii="Arial" w:hAnsi="Arial" w:cs="Arial"/>
        <w:sz w:val="22"/>
        <w:szCs w:val="22"/>
        <w:lang w:val="en-GB"/>
      </w:rPr>
      <w:t>An</w:t>
    </w:r>
    <w:r w:rsidR="003D514E" w:rsidRPr="003D514E">
      <w:rPr>
        <w:rFonts w:ascii="Arial" w:hAnsi="Arial" w:cs="Arial"/>
        <w:sz w:val="22"/>
        <w:szCs w:val="22"/>
        <w:lang w:val="en-GB"/>
      </w:rPr>
      <w:t>nex</w:t>
    </w:r>
    <w:r w:rsidR="0000769A" w:rsidRPr="003D514E">
      <w:rPr>
        <w:rFonts w:ascii="Arial" w:hAnsi="Arial" w:cs="Arial"/>
        <w:sz w:val="22"/>
        <w:szCs w:val="22"/>
        <w:lang w:val="en-GB"/>
      </w:rPr>
      <w:t xml:space="preserve"> </w:t>
    </w:r>
    <w:r w:rsidR="00BA0C30" w:rsidRPr="003D514E">
      <w:rPr>
        <w:rFonts w:ascii="Arial" w:hAnsi="Arial" w:cs="Arial"/>
        <w:sz w:val="22"/>
        <w:szCs w:val="22"/>
        <w:lang w:val="en-GB"/>
      </w:rPr>
      <w:t>1</w:t>
    </w:r>
    <w:r w:rsidRPr="003D514E">
      <w:rPr>
        <w:rFonts w:ascii="Arial" w:hAnsi="Arial" w:cs="Arial"/>
        <w:sz w:val="22"/>
        <w:szCs w:val="22"/>
        <w:lang w:val="en-GB"/>
      </w:rPr>
      <w:t xml:space="preserve">2 </w:t>
    </w:r>
    <w:r w:rsidR="0000769A" w:rsidRPr="003D514E">
      <w:rPr>
        <w:rFonts w:ascii="Arial" w:hAnsi="Arial" w:cs="Arial"/>
        <w:sz w:val="22"/>
        <w:szCs w:val="22"/>
        <w:lang w:val="en-GB"/>
      </w:rPr>
      <w:tab/>
    </w:r>
    <w:r w:rsidR="00322581" w:rsidRPr="0087497D">
      <w:rPr>
        <w:rFonts w:ascii="Arial" w:hAnsi="Arial" w:cs="Arial"/>
        <w:sz w:val="22"/>
        <w:szCs w:val="22"/>
      </w:rPr>
      <w:fldChar w:fldCharType="begin"/>
    </w:r>
    <w:r w:rsidR="00322581" w:rsidRPr="003D514E">
      <w:rPr>
        <w:rFonts w:ascii="Arial" w:hAnsi="Arial" w:cs="Arial"/>
        <w:sz w:val="22"/>
        <w:szCs w:val="22"/>
        <w:lang w:val="en-GB"/>
      </w:rPr>
      <w:instrText>PAGE   \* MERGEFORMAT</w:instrText>
    </w:r>
    <w:r w:rsidR="00322581" w:rsidRPr="0087497D">
      <w:rPr>
        <w:rFonts w:ascii="Arial" w:hAnsi="Arial" w:cs="Arial"/>
        <w:sz w:val="22"/>
        <w:szCs w:val="22"/>
      </w:rPr>
      <w:fldChar w:fldCharType="separate"/>
    </w:r>
    <w:r w:rsidR="000D35F6" w:rsidRPr="003D514E">
      <w:rPr>
        <w:rFonts w:ascii="Arial" w:hAnsi="Arial" w:cs="Arial"/>
        <w:noProof/>
        <w:sz w:val="22"/>
        <w:szCs w:val="22"/>
        <w:lang w:val="en-GB"/>
      </w:rPr>
      <w:t>3</w:t>
    </w:r>
    <w:r w:rsidR="00322581" w:rsidRPr="0087497D">
      <w:rPr>
        <w:rFonts w:ascii="Arial" w:hAnsi="Arial" w:cs="Arial"/>
        <w:sz w:val="22"/>
        <w:szCs w:val="22"/>
      </w:rPr>
      <w:fldChar w:fldCharType="end"/>
    </w:r>
    <w:r w:rsidR="00322581" w:rsidRPr="003D514E">
      <w:rPr>
        <w:rFonts w:ascii="Arial" w:hAnsi="Arial" w:cs="Arial"/>
        <w:sz w:val="22"/>
        <w:szCs w:val="22"/>
        <w:lang w:val="en-GB"/>
      </w:rPr>
      <w:t>/</w:t>
    </w:r>
    <w:r w:rsidR="00322581">
      <w:rPr>
        <w:rFonts w:ascii="Arial" w:hAnsi="Arial" w:cs="Arial"/>
        <w:sz w:val="22"/>
        <w:szCs w:val="22"/>
      </w:rPr>
      <w:fldChar w:fldCharType="begin"/>
    </w:r>
    <w:r w:rsidR="00322581" w:rsidRPr="003D514E">
      <w:rPr>
        <w:rFonts w:ascii="Arial" w:hAnsi="Arial" w:cs="Arial"/>
        <w:sz w:val="22"/>
        <w:szCs w:val="22"/>
        <w:lang w:val="en-GB"/>
      </w:rPr>
      <w:instrText xml:space="preserve"> NUMPAGES   \* MERGEFORMAT </w:instrText>
    </w:r>
    <w:r w:rsidR="00322581">
      <w:rPr>
        <w:rFonts w:ascii="Arial" w:hAnsi="Arial" w:cs="Arial"/>
        <w:sz w:val="22"/>
        <w:szCs w:val="22"/>
      </w:rPr>
      <w:fldChar w:fldCharType="separate"/>
    </w:r>
    <w:r w:rsidR="000D35F6" w:rsidRPr="003D514E">
      <w:rPr>
        <w:rFonts w:ascii="Arial" w:hAnsi="Arial" w:cs="Arial"/>
        <w:noProof/>
        <w:sz w:val="22"/>
        <w:szCs w:val="22"/>
        <w:lang w:val="en-GB"/>
      </w:rPr>
      <w:t>3</w:t>
    </w:r>
    <w:r w:rsidR="00322581">
      <w:rPr>
        <w:rFonts w:ascii="Arial" w:hAnsi="Arial" w:cs="Arial"/>
        <w:sz w:val="22"/>
        <w:szCs w:val="22"/>
      </w:rPr>
      <w:fldChar w:fldCharType="end"/>
    </w:r>
    <w:r w:rsidR="0000769A" w:rsidRPr="003D514E">
      <w:rPr>
        <w:rFonts w:ascii="Arial" w:hAnsi="Arial" w:cs="Arial"/>
        <w:sz w:val="22"/>
        <w:szCs w:val="22"/>
        <w:lang w:val="en-GB"/>
      </w:rPr>
      <w:tab/>
    </w:r>
    <w:r w:rsidR="0000769A" w:rsidRPr="003D514E">
      <w:rPr>
        <w:rFonts w:ascii="Arial" w:hAnsi="Arial" w:cs="Arial"/>
        <w:sz w:val="22"/>
        <w:szCs w:val="22"/>
        <w:lang w:val="en-GB"/>
      </w:rPr>
      <w:tab/>
    </w:r>
    <w:r w:rsidR="00EB06EC" w:rsidRPr="003D514E">
      <w:rPr>
        <w:rFonts w:ascii="Arial" w:hAnsi="Arial" w:cs="Arial"/>
        <w:sz w:val="22"/>
        <w:szCs w:val="22"/>
        <w:lang w:val="en-GB"/>
      </w:rPr>
      <w:t>DE</w:t>
    </w:r>
    <w:r w:rsidR="0000769A" w:rsidRPr="003D514E">
      <w:rPr>
        <w:rFonts w:ascii="Arial" w:hAnsi="Arial" w:cs="Arial"/>
        <w:sz w:val="22"/>
        <w:szCs w:val="22"/>
        <w:lang w:val="en-GB"/>
      </w:rPr>
      <w:t>-</w:t>
    </w:r>
    <w:r w:rsidR="00596B66" w:rsidRPr="003D514E">
      <w:rPr>
        <w:rFonts w:ascii="Arial" w:hAnsi="Arial" w:cs="Arial"/>
        <w:sz w:val="22"/>
        <w:szCs w:val="22"/>
        <w:lang w:val="en-GB"/>
      </w:rPr>
      <w:t xml:space="preserve">UZ </w:t>
    </w:r>
    <w:r w:rsidR="001015EB" w:rsidRPr="003D514E">
      <w:rPr>
        <w:rFonts w:ascii="Arial" w:hAnsi="Arial" w:cs="Arial"/>
        <w:sz w:val="22"/>
        <w:szCs w:val="22"/>
        <w:lang w:val="en-GB"/>
      </w:rPr>
      <w:t xml:space="preserve">106 </w:t>
    </w:r>
    <w:r w:rsidR="003D514E" w:rsidRPr="003D514E">
      <w:rPr>
        <w:rFonts w:ascii="Arial" w:hAnsi="Arial" w:cs="Arial"/>
        <w:sz w:val="22"/>
        <w:szCs w:val="22"/>
        <w:lang w:val="en-GB"/>
      </w:rPr>
      <w:t>Edition</w:t>
    </w:r>
    <w:r w:rsidR="001015EB" w:rsidRPr="003D514E">
      <w:rPr>
        <w:rFonts w:ascii="Arial" w:hAnsi="Arial" w:cs="Arial"/>
        <w:sz w:val="22"/>
        <w:szCs w:val="22"/>
        <w:lang w:val="en-GB"/>
      </w:rPr>
      <w:t xml:space="preserve"> </w:t>
    </w:r>
    <w:r w:rsidR="00AA7699" w:rsidRPr="003D514E">
      <w:rPr>
        <w:rFonts w:ascii="Arial" w:hAnsi="Arial" w:cs="Arial"/>
        <w:sz w:val="22"/>
        <w:szCs w:val="22"/>
        <w:lang w:val="en-GB"/>
      </w:rPr>
      <w:t>J</w:t>
    </w:r>
    <w:r w:rsidRPr="003D514E">
      <w:rPr>
        <w:rFonts w:ascii="Arial" w:hAnsi="Arial" w:cs="Arial"/>
        <w:sz w:val="22"/>
        <w:szCs w:val="22"/>
        <w:lang w:val="en-GB"/>
      </w:rPr>
      <w:t>anuar</w:t>
    </w:r>
    <w:r w:rsidR="003D514E" w:rsidRPr="003D514E">
      <w:rPr>
        <w:rFonts w:ascii="Arial" w:hAnsi="Arial" w:cs="Arial"/>
        <w:sz w:val="22"/>
        <w:szCs w:val="22"/>
        <w:lang w:val="en-GB"/>
      </w:rPr>
      <w:t>y</w:t>
    </w:r>
    <w:r w:rsidRPr="003D514E">
      <w:rPr>
        <w:rFonts w:ascii="Arial" w:hAnsi="Arial" w:cs="Arial"/>
        <w:sz w:val="22"/>
        <w:szCs w:val="22"/>
        <w:lang w:val="en-GB"/>
      </w:rPr>
      <w:t xml:space="preserve">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03F" w:rsidRDefault="0095503F">
      <w:r>
        <w:separator/>
      </w:r>
    </w:p>
  </w:footnote>
  <w:footnote w:type="continuationSeparator" w:id="0">
    <w:p w:rsidR="0095503F" w:rsidRDefault="00955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69A" w:rsidRPr="00DA5522" w:rsidRDefault="009347CE" w:rsidP="005B5DBB">
    <w:pPr>
      <w:pStyle w:val="Kopfzeile"/>
      <w:ind w:right="98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5185410</wp:posOffset>
          </wp:positionH>
          <wp:positionV relativeFrom="paragraph">
            <wp:posOffset>-164465</wp:posOffset>
          </wp:positionV>
          <wp:extent cx="873687" cy="609600"/>
          <wp:effectExtent l="0" t="0" r="317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687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97D08"/>
    <w:multiLevelType w:val="multilevel"/>
    <w:tmpl w:val="BCA6B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851D76"/>
    <w:multiLevelType w:val="hybridMultilevel"/>
    <w:tmpl w:val="AB383388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113AE"/>
    <w:multiLevelType w:val="hybridMultilevel"/>
    <w:tmpl w:val="EF8A3A5E"/>
    <w:lvl w:ilvl="0" w:tplc="1B306B74"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4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C76458"/>
    <w:multiLevelType w:val="hybridMultilevel"/>
    <w:tmpl w:val="C3065E04"/>
    <w:lvl w:ilvl="0" w:tplc="6EF425EC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87AA2"/>
    <w:multiLevelType w:val="multilevel"/>
    <w:tmpl w:val="8018B876"/>
    <w:lvl w:ilvl="0">
      <w:start w:val="1"/>
      <w:numFmt w:val="bullet"/>
      <w:pStyle w:val="Funotentex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5C2F08"/>
    <w:multiLevelType w:val="hybridMultilevel"/>
    <w:tmpl w:val="1D3AB1C2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1" w15:restartNumberingAfterBreak="0">
    <w:nsid w:val="1B3C132D"/>
    <w:multiLevelType w:val="hybridMultilevel"/>
    <w:tmpl w:val="961E6456"/>
    <w:lvl w:ilvl="0" w:tplc="1B306B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D3AB0"/>
    <w:multiLevelType w:val="hybridMultilevel"/>
    <w:tmpl w:val="959030B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7937CB"/>
    <w:multiLevelType w:val="multilevel"/>
    <w:tmpl w:val="BCA6B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125DF3"/>
    <w:multiLevelType w:val="hybridMultilevel"/>
    <w:tmpl w:val="0D8E6FEC"/>
    <w:lvl w:ilvl="0" w:tplc="6A10644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73140B"/>
    <w:multiLevelType w:val="hybridMultilevel"/>
    <w:tmpl w:val="5A0AA6C0"/>
    <w:lvl w:ilvl="0" w:tplc="AF643F0C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8A5C2A"/>
    <w:multiLevelType w:val="hybridMultilevel"/>
    <w:tmpl w:val="28802850"/>
    <w:lvl w:ilvl="0" w:tplc="0F963416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B8BC8E9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2C6D4E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70AAEA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576503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328FCA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B6EFA2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30E484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212919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5E1A29"/>
    <w:multiLevelType w:val="hybridMultilevel"/>
    <w:tmpl w:val="8018B876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37F9E"/>
    <w:multiLevelType w:val="multilevel"/>
    <w:tmpl w:val="BCA6B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76C5D95"/>
    <w:multiLevelType w:val="multilevel"/>
    <w:tmpl w:val="BCA6B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A977F2A"/>
    <w:multiLevelType w:val="hybridMultilevel"/>
    <w:tmpl w:val="CE564526"/>
    <w:lvl w:ilvl="0" w:tplc="6EF425EC">
      <w:start w:val="1"/>
      <w:numFmt w:val="bullet"/>
      <w:lvlText w:val="-"/>
      <w:lvlJc w:val="left"/>
      <w:pPr>
        <w:tabs>
          <w:tab w:val="num" w:pos="0"/>
        </w:tabs>
        <w:ind w:left="0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26" w15:restartNumberingAfterBreak="0">
    <w:nsid w:val="6C9F6373"/>
    <w:multiLevelType w:val="multilevel"/>
    <w:tmpl w:val="1AD4931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i w:val="0"/>
        <w:iCs w:val="0"/>
        <w:sz w:val="22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420"/>
        </w:tabs>
        <w:ind w:left="2420" w:hanging="576"/>
      </w:pPr>
      <w:rPr>
        <w:rFonts w:hint="default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002474"/>
    <w:multiLevelType w:val="hybridMultilevel"/>
    <w:tmpl w:val="B950C6C2"/>
    <w:lvl w:ilvl="0" w:tplc="2216255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43531"/>
    <w:multiLevelType w:val="multilevel"/>
    <w:tmpl w:val="694E43A4"/>
    <w:lvl w:ilvl="0">
      <w:start w:val="1"/>
      <w:numFmt w:val="upperRoman"/>
      <w:pStyle w:val="Schutzzie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AD34D4B"/>
    <w:multiLevelType w:val="hybridMultilevel"/>
    <w:tmpl w:val="F83EE542"/>
    <w:lvl w:ilvl="0" w:tplc="C5562614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AA5FCF"/>
    <w:multiLevelType w:val="hybridMultilevel"/>
    <w:tmpl w:val="36C6B6D8"/>
    <w:lvl w:ilvl="0" w:tplc="ECEA5262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1"/>
  </w:num>
  <w:num w:numId="3">
    <w:abstractNumId w:val="5"/>
  </w:num>
  <w:num w:numId="4">
    <w:abstractNumId w:val="3"/>
  </w:num>
  <w:num w:numId="5">
    <w:abstractNumId w:val="18"/>
  </w:num>
  <w:num w:numId="6">
    <w:abstractNumId w:val="13"/>
  </w:num>
  <w:num w:numId="7">
    <w:abstractNumId w:val="15"/>
  </w:num>
  <w:num w:numId="8">
    <w:abstractNumId w:val="9"/>
  </w:num>
  <w:num w:numId="9">
    <w:abstractNumId w:val="19"/>
  </w:num>
  <w:num w:numId="10">
    <w:abstractNumId w:val="6"/>
  </w:num>
  <w:num w:numId="11">
    <w:abstractNumId w:val="20"/>
  </w:num>
  <w:num w:numId="12">
    <w:abstractNumId w:val="14"/>
  </w:num>
  <w:num w:numId="13">
    <w:abstractNumId w:val="4"/>
  </w:num>
  <w:num w:numId="14">
    <w:abstractNumId w:val="27"/>
  </w:num>
  <w:num w:numId="15">
    <w:abstractNumId w:val="21"/>
  </w:num>
  <w:num w:numId="16">
    <w:abstractNumId w:val="2"/>
  </w:num>
  <w:num w:numId="17">
    <w:abstractNumId w:val="11"/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8"/>
  </w:num>
  <w:num w:numId="22">
    <w:abstractNumId w:val="30"/>
  </w:num>
  <w:num w:numId="23">
    <w:abstractNumId w:val="7"/>
  </w:num>
  <w:num w:numId="24">
    <w:abstractNumId w:val="1"/>
  </w:num>
  <w:num w:numId="25">
    <w:abstractNumId w:val="10"/>
  </w:num>
  <w:num w:numId="26">
    <w:abstractNumId w:val="25"/>
  </w:num>
  <w:num w:numId="27">
    <w:abstractNumId w:val="12"/>
  </w:num>
  <w:num w:numId="28">
    <w:abstractNumId w:val="28"/>
  </w:num>
  <w:num w:numId="29">
    <w:abstractNumId w:val="29"/>
  </w:num>
  <w:num w:numId="30">
    <w:abstractNumId w:val="24"/>
  </w:num>
  <w:num w:numId="31">
    <w:abstractNumId w:val="0"/>
  </w:num>
  <w:num w:numId="32">
    <w:abstractNumId w:val="16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/aaxm2ThFNwcax2o9/JMPJj6MFPUcGp1/yYXkq5Gdzl/i2+ZTjv0rFadnYUzUVJB8oq7D2XOSf7bnVzQZDbhQQ==" w:salt="LMGFzJFAvTlVU+Y/1bq9Zw=="/>
  <w:defaultTabStop w:val="227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F6"/>
    <w:rsid w:val="0000769A"/>
    <w:rsid w:val="000169D5"/>
    <w:rsid w:val="00027EC5"/>
    <w:rsid w:val="00055025"/>
    <w:rsid w:val="0006387B"/>
    <w:rsid w:val="0008684B"/>
    <w:rsid w:val="000A1DA2"/>
    <w:rsid w:val="000B7FDB"/>
    <w:rsid w:val="000C1018"/>
    <w:rsid w:val="000C37C7"/>
    <w:rsid w:val="000D0F5C"/>
    <w:rsid w:val="000D35F6"/>
    <w:rsid w:val="000E6022"/>
    <w:rsid w:val="000F3C75"/>
    <w:rsid w:val="001015EB"/>
    <w:rsid w:val="0013149C"/>
    <w:rsid w:val="0014770E"/>
    <w:rsid w:val="00156937"/>
    <w:rsid w:val="0018526E"/>
    <w:rsid w:val="00190485"/>
    <w:rsid w:val="001950BF"/>
    <w:rsid w:val="001B12E2"/>
    <w:rsid w:val="001C4A8D"/>
    <w:rsid w:val="001E5CF6"/>
    <w:rsid w:val="0020209D"/>
    <w:rsid w:val="00213BEC"/>
    <w:rsid w:val="002310B7"/>
    <w:rsid w:val="0025288E"/>
    <w:rsid w:val="00277520"/>
    <w:rsid w:val="002827FC"/>
    <w:rsid w:val="002B19B5"/>
    <w:rsid w:val="002C7754"/>
    <w:rsid w:val="002D234B"/>
    <w:rsid w:val="002D556D"/>
    <w:rsid w:val="00300D0C"/>
    <w:rsid w:val="00306F76"/>
    <w:rsid w:val="00312C87"/>
    <w:rsid w:val="003147D8"/>
    <w:rsid w:val="003203B4"/>
    <w:rsid w:val="00322581"/>
    <w:rsid w:val="003365F6"/>
    <w:rsid w:val="003407EE"/>
    <w:rsid w:val="00344FAC"/>
    <w:rsid w:val="003604A2"/>
    <w:rsid w:val="003677E4"/>
    <w:rsid w:val="003802DA"/>
    <w:rsid w:val="00386B41"/>
    <w:rsid w:val="0038766F"/>
    <w:rsid w:val="003A7EBC"/>
    <w:rsid w:val="003B07AC"/>
    <w:rsid w:val="003D3EC5"/>
    <w:rsid w:val="003D514E"/>
    <w:rsid w:val="0041033E"/>
    <w:rsid w:val="004171AC"/>
    <w:rsid w:val="0043243A"/>
    <w:rsid w:val="004459CE"/>
    <w:rsid w:val="0046587B"/>
    <w:rsid w:val="00474E26"/>
    <w:rsid w:val="004D1576"/>
    <w:rsid w:val="004F5AAB"/>
    <w:rsid w:val="0050156A"/>
    <w:rsid w:val="00517835"/>
    <w:rsid w:val="0052326E"/>
    <w:rsid w:val="00540669"/>
    <w:rsid w:val="00540729"/>
    <w:rsid w:val="00560703"/>
    <w:rsid w:val="00566E51"/>
    <w:rsid w:val="0057587F"/>
    <w:rsid w:val="00584946"/>
    <w:rsid w:val="005865BF"/>
    <w:rsid w:val="00596913"/>
    <w:rsid w:val="00596B66"/>
    <w:rsid w:val="005A2A6F"/>
    <w:rsid w:val="005B0EB9"/>
    <w:rsid w:val="005B53F1"/>
    <w:rsid w:val="005B5DBB"/>
    <w:rsid w:val="005D268C"/>
    <w:rsid w:val="005F0955"/>
    <w:rsid w:val="005F1BE6"/>
    <w:rsid w:val="005F2612"/>
    <w:rsid w:val="00600736"/>
    <w:rsid w:val="006057BA"/>
    <w:rsid w:val="00611DB6"/>
    <w:rsid w:val="00620B84"/>
    <w:rsid w:val="00643AA9"/>
    <w:rsid w:val="0064752E"/>
    <w:rsid w:val="00655FF9"/>
    <w:rsid w:val="0066145F"/>
    <w:rsid w:val="006703BD"/>
    <w:rsid w:val="00684E98"/>
    <w:rsid w:val="006A2A0C"/>
    <w:rsid w:val="006C22BC"/>
    <w:rsid w:val="006C7E9E"/>
    <w:rsid w:val="006D3CA9"/>
    <w:rsid w:val="006E3339"/>
    <w:rsid w:val="007125E4"/>
    <w:rsid w:val="00725FD4"/>
    <w:rsid w:val="00742DA5"/>
    <w:rsid w:val="007610F3"/>
    <w:rsid w:val="00773CC4"/>
    <w:rsid w:val="00783B48"/>
    <w:rsid w:val="0078644B"/>
    <w:rsid w:val="007A0C72"/>
    <w:rsid w:val="007A6CE3"/>
    <w:rsid w:val="007D49F3"/>
    <w:rsid w:val="007D7134"/>
    <w:rsid w:val="007D77FC"/>
    <w:rsid w:val="008055C4"/>
    <w:rsid w:val="00811325"/>
    <w:rsid w:val="008114C9"/>
    <w:rsid w:val="008123B9"/>
    <w:rsid w:val="00813B43"/>
    <w:rsid w:val="008171A2"/>
    <w:rsid w:val="0084046F"/>
    <w:rsid w:val="008605F0"/>
    <w:rsid w:val="008C0051"/>
    <w:rsid w:val="008D3BB9"/>
    <w:rsid w:val="008F608C"/>
    <w:rsid w:val="009047DD"/>
    <w:rsid w:val="009077BF"/>
    <w:rsid w:val="00912E10"/>
    <w:rsid w:val="009347CE"/>
    <w:rsid w:val="00942046"/>
    <w:rsid w:val="0095503F"/>
    <w:rsid w:val="00961210"/>
    <w:rsid w:val="00962E36"/>
    <w:rsid w:val="00964B0F"/>
    <w:rsid w:val="009730DD"/>
    <w:rsid w:val="00984D1A"/>
    <w:rsid w:val="009960B0"/>
    <w:rsid w:val="009C0473"/>
    <w:rsid w:val="009C69A8"/>
    <w:rsid w:val="009F0F1A"/>
    <w:rsid w:val="009F497F"/>
    <w:rsid w:val="00A266F6"/>
    <w:rsid w:val="00A3513C"/>
    <w:rsid w:val="00A52B58"/>
    <w:rsid w:val="00A545D2"/>
    <w:rsid w:val="00A6394A"/>
    <w:rsid w:val="00A7015B"/>
    <w:rsid w:val="00A70AE9"/>
    <w:rsid w:val="00A81294"/>
    <w:rsid w:val="00A83C3C"/>
    <w:rsid w:val="00A879C1"/>
    <w:rsid w:val="00A961D4"/>
    <w:rsid w:val="00AA7699"/>
    <w:rsid w:val="00AB3D4D"/>
    <w:rsid w:val="00AD21C8"/>
    <w:rsid w:val="00AE5608"/>
    <w:rsid w:val="00AF09E6"/>
    <w:rsid w:val="00B044D5"/>
    <w:rsid w:val="00B10027"/>
    <w:rsid w:val="00B162F4"/>
    <w:rsid w:val="00B3067E"/>
    <w:rsid w:val="00B410CD"/>
    <w:rsid w:val="00B4264F"/>
    <w:rsid w:val="00B61B74"/>
    <w:rsid w:val="00B652B4"/>
    <w:rsid w:val="00B80D96"/>
    <w:rsid w:val="00B9232F"/>
    <w:rsid w:val="00BA0C30"/>
    <w:rsid w:val="00BB07BD"/>
    <w:rsid w:val="00BE61E6"/>
    <w:rsid w:val="00BF3320"/>
    <w:rsid w:val="00C76F7E"/>
    <w:rsid w:val="00C80050"/>
    <w:rsid w:val="00C9008B"/>
    <w:rsid w:val="00C91BBC"/>
    <w:rsid w:val="00CB53D0"/>
    <w:rsid w:val="00CB5739"/>
    <w:rsid w:val="00CC1198"/>
    <w:rsid w:val="00D01180"/>
    <w:rsid w:val="00D1713B"/>
    <w:rsid w:val="00D218DF"/>
    <w:rsid w:val="00D317E6"/>
    <w:rsid w:val="00D43EDC"/>
    <w:rsid w:val="00D459D7"/>
    <w:rsid w:val="00D622FB"/>
    <w:rsid w:val="00D6522E"/>
    <w:rsid w:val="00D83821"/>
    <w:rsid w:val="00D91D25"/>
    <w:rsid w:val="00DA5522"/>
    <w:rsid w:val="00DB2EE8"/>
    <w:rsid w:val="00DC15B5"/>
    <w:rsid w:val="00DD02D7"/>
    <w:rsid w:val="00DE3A97"/>
    <w:rsid w:val="00DF6747"/>
    <w:rsid w:val="00E03410"/>
    <w:rsid w:val="00E75051"/>
    <w:rsid w:val="00E753E7"/>
    <w:rsid w:val="00E77056"/>
    <w:rsid w:val="00E779C6"/>
    <w:rsid w:val="00EA437A"/>
    <w:rsid w:val="00EB06EC"/>
    <w:rsid w:val="00EB617B"/>
    <w:rsid w:val="00ED0BE8"/>
    <w:rsid w:val="00ED79BA"/>
    <w:rsid w:val="00EE54A1"/>
    <w:rsid w:val="00F06F8E"/>
    <w:rsid w:val="00F45DDF"/>
    <w:rsid w:val="00F46F56"/>
    <w:rsid w:val="00F81146"/>
    <w:rsid w:val="00F900F0"/>
    <w:rsid w:val="00FA6CB6"/>
    <w:rsid w:val="00FC072B"/>
    <w:rsid w:val="00FD3279"/>
    <w:rsid w:val="00FD6504"/>
    <w:rsid w:val="00FE3EBC"/>
    <w:rsid w:val="00FF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23F0C3D"/>
  <w15:docId w15:val="{11CBE77D-BD8A-4AD7-A55C-72E3496A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F1BE6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next w:val="Standard"/>
    <w:qFormat/>
    <w:rsid w:val="005D268C"/>
    <w:pPr>
      <w:keepNext/>
      <w:keepLines/>
      <w:numPr>
        <w:numId w:val="18"/>
      </w:numPr>
      <w:spacing w:before="360" w:after="120" w:line="360" w:lineRule="auto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D268C"/>
    <w:pPr>
      <w:keepNext/>
      <w:keepLines/>
      <w:numPr>
        <w:ilvl w:val="1"/>
        <w:numId w:val="18"/>
      </w:numPr>
      <w:spacing w:before="180" w:after="18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qFormat/>
    <w:rsid w:val="005D268C"/>
    <w:pPr>
      <w:keepNext/>
      <w:keepLines/>
      <w:numPr>
        <w:ilvl w:val="2"/>
        <w:numId w:val="18"/>
      </w:numPr>
      <w:spacing w:before="240" w:after="120" w:line="360" w:lineRule="auto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basedOn w:val="berschrift3"/>
    <w:next w:val="Standard"/>
    <w:qFormat/>
    <w:rsid w:val="005D268C"/>
    <w:pPr>
      <w:numPr>
        <w:ilvl w:val="3"/>
      </w:numPr>
      <w:tabs>
        <w:tab w:val="center" w:pos="4536"/>
      </w:tabs>
      <w:spacing w:before="180" w:line="320" w:lineRule="atLeast"/>
      <w:outlineLvl w:val="3"/>
    </w:pPr>
    <w:rPr>
      <w:bCs w:val="0"/>
    </w:rPr>
  </w:style>
  <w:style w:type="paragraph" w:styleId="berschrift5">
    <w:name w:val="heading 5"/>
    <w:basedOn w:val="berschrift4"/>
    <w:next w:val="Standard"/>
    <w:qFormat/>
    <w:rsid w:val="005D268C"/>
    <w:pPr>
      <w:numPr>
        <w:ilvl w:val="4"/>
      </w:numPr>
      <w:spacing w:before="120"/>
      <w:outlineLvl w:val="4"/>
    </w:pPr>
    <w:rPr>
      <w:iCs/>
    </w:rPr>
  </w:style>
  <w:style w:type="paragraph" w:styleId="berschrift6">
    <w:name w:val="heading 6"/>
    <w:basedOn w:val="Standard"/>
    <w:next w:val="Standard"/>
    <w:qFormat/>
    <w:rsid w:val="005D268C"/>
    <w:pPr>
      <w:numPr>
        <w:ilvl w:val="5"/>
        <w:numId w:val="18"/>
      </w:numPr>
      <w:spacing w:before="240" w:line="360" w:lineRule="auto"/>
      <w:jc w:val="both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5D268C"/>
    <w:pPr>
      <w:numPr>
        <w:ilvl w:val="6"/>
        <w:numId w:val="18"/>
      </w:numPr>
      <w:spacing w:before="240" w:line="360" w:lineRule="auto"/>
      <w:jc w:val="both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rsid w:val="005D268C"/>
    <w:pPr>
      <w:numPr>
        <w:ilvl w:val="7"/>
        <w:numId w:val="18"/>
      </w:numPr>
      <w:spacing w:before="240" w:line="360" w:lineRule="auto"/>
      <w:jc w:val="both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D268C"/>
    <w:pPr>
      <w:numPr>
        <w:ilvl w:val="8"/>
        <w:numId w:val="18"/>
      </w:numPr>
      <w:spacing w:before="240" w:line="360" w:lineRule="auto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rsid w:val="00306F76"/>
    <w:pPr>
      <w:numPr>
        <w:numId w:val="21"/>
      </w:numPr>
      <w:tabs>
        <w:tab w:val="num" w:pos="1276"/>
      </w:tabs>
      <w:spacing w:before="60"/>
      <w:ind w:left="284" w:hanging="284"/>
      <w:jc w:val="both"/>
    </w:pPr>
    <w:rPr>
      <w:rFonts w:ascii="Arial" w:hAnsi="Arial"/>
    </w:rPr>
  </w:style>
  <w:style w:type="character" w:styleId="Funotenzeichen">
    <w:name w:val="footnote reference"/>
    <w:semiHidden/>
    <w:rsid w:val="00306F76"/>
    <w:rPr>
      <w:vertAlign w:val="superscript"/>
    </w:rPr>
  </w:style>
  <w:style w:type="character" w:styleId="Kommentarzeichen">
    <w:name w:val="annotation reference"/>
    <w:semiHidden/>
    <w:rsid w:val="00306F76"/>
    <w:rPr>
      <w:rFonts w:ascii="Arial" w:hAnsi="Arial"/>
      <w:b/>
      <w:sz w:val="20"/>
    </w:rPr>
  </w:style>
  <w:style w:type="paragraph" w:styleId="Textkrper">
    <w:name w:val="Body Text"/>
    <w:basedOn w:val="Standard"/>
    <w:link w:val="TextkrperZchn"/>
    <w:rsid w:val="00306F76"/>
    <w:pPr>
      <w:tabs>
        <w:tab w:val="num" w:pos="357"/>
        <w:tab w:val="num" w:pos="1276"/>
      </w:tabs>
      <w:spacing w:line="360" w:lineRule="auto"/>
      <w:ind w:left="851" w:hanging="357"/>
      <w:jc w:val="both"/>
    </w:pPr>
    <w:rPr>
      <w:rFonts w:ascii="Arial" w:hAnsi="Arial"/>
      <w:sz w:val="22"/>
    </w:rPr>
  </w:style>
  <w:style w:type="paragraph" w:customStyle="1" w:styleId="Textkrper-Einzug1">
    <w:name w:val="Textkörper - Einzug 1"/>
    <w:basedOn w:val="Standard"/>
    <w:rsid w:val="00306F76"/>
    <w:pPr>
      <w:tabs>
        <w:tab w:val="num" w:pos="357"/>
        <w:tab w:val="num" w:pos="1276"/>
      </w:tabs>
      <w:spacing w:line="360" w:lineRule="auto"/>
      <w:ind w:left="1134" w:hanging="283"/>
      <w:jc w:val="both"/>
    </w:pPr>
    <w:rPr>
      <w:rFonts w:ascii="Arial" w:hAnsi="Arial"/>
      <w:sz w:val="22"/>
    </w:rPr>
  </w:style>
  <w:style w:type="paragraph" w:styleId="Kommentartext">
    <w:name w:val="annotation text"/>
    <w:basedOn w:val="Standard"/>
    <w:link w:val="KommentartextZchn"/>
    <w:semiHidden/>
    <w:rsid w:val="00306F76"/>
    <w:pPr>
      <w:tabs>
        <w:tab w:val="num" w:pos="357"/>
        <w:tab w:val="num" w:pos="1276"/>
      </w:tabs>
      <w:spacing w:before="60" w:line="288" w:lineRule="auto"/>
      <w:ind w:left="1276" w:hanging="357"/>
      <w:jc w:val="both"/>
    </w:pPr>
    <w:rPr>
      <w:rFonts w:ascii="Arial" w:hAnsi="Arial"/>
      <w:sz w:val="22"/>
    </w:rPr>
  </w:style>
  <w:style w:type="character" w:customStyle="1" w:styleId="TextkrperZchn">
    <w:name w:val="Textkörper Zchn"/>
    <w:link w:val="Textkrper"/>
    <w:rsid w:val="00306F76"/>
    <w:rPr>
      <w:rFonts w:ascii="Arial" w:hAnsi="Arial"/>
      <w:sz w:val="22"/>
    </w:rPr>
  </w:style>
  <w:style w:type="character" w:customStyle="1" w:styleId="FunotentextZchn">
    <w:name w:val="Fußnotentext Zchn"/>
    <w:link w:val="Funotentext"/>
    <w:semiHidden/>
    <w:rsid w:val="00306F76"/>
    <w:rPr>
      <w:rFonts w:ascii="Arial" w:hAnsi="Arial"/>
      <w:lang w:val="de-DE" w:eastAsia="de-DE" w:bidi="ar-SA"/>
    </w:rPr>
  </w:style>
  <w:style w:type="character" w:customStyle="1" w:styleId="KommentartextZchn">
    <w:name w:val="Kommentartext Zchn"/>
    <w:link w:val="Kommentartext"/>
    <w:semiHidden/>
    <w:rsid w:val="00306F76"/>
    <w:rPr>
      <w:rFonts w:ascii="Arial" w:hAnsi="Arial"/>
      <w:sz w:val="22"/>
    </w:rPr>
  </w:style>
  <w:style w:type="paragraph" w:customStyle="1" w:styleId="AddressboldHeadline">
    <w:name w:val="Address bold Headline"/>
    <w:basedOn w:val="Standard"/>
    <w:link w:val="AddressboldHeadlineZchn"/>
    <w:semiHidden/>
    <w:rsid w:val="005D268C"/>
    <w:pPr>
      <w:framePr w:w="2835" w:h="4535" w:hSpace="180" w:wrap="auto" w:vAnchor="page" w:hAnchor="page" w:x="8221" w:y="11341"/>
      <w:widowControl w:val="0"/>
      <w:spacing w:after="20"/>
      <w:ind w:left="709"/>
      <w:jc w:val="both"/>
    </w:pPr>
    <w:rPr>
      <w:rFonts w:ascii="Arial" w:hAnsi="Arial" w:cs="Arial"/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5D268C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character" w:styleId="Hyperlink">
    <w:name w:val="Hyperlink"/>
    <w:rsid w:val="005D268C"/>
    <w:rPr>
      <w:color w:val="0000FF"/>
      <w:u w:val="single"/>
    </w:rPr>
  </w:style>
  <w:style w:type="character" w:styleId="BesuchterLink">
    <w:name w:val="FollowedHyperlink"/>
    <w:rsid w:val="000B7FDB"/>
    <w:rPr>
      <w:color w:val="800080"/>
      <w:u w:val="single"/>
    </w:rPr>
  </w:style>
  <w:style w:type="paragraph" w:styleId="Dokumentstruktur">
    <w:name w:val="Document Map"/>
    <w:basedOn w:val="Standard"/>
    <w:semiHidden/>
    <w:rsid w:val="00190485"/>
    <w:pPr>
      <w:shd w:val="clear" w:color="auto" w:fill="000080"/>
    </w:pPr>
    <w:rPr>
      <w:rFonts w:ascii="Tahoma" w:hAnsi="Tahoma" w:cs="Tahoma"/>
    </w:rPr>
  </w:style>
  <w:style w:type="paragraph" w:customStyle="1" w:styleId="Table">
    <w:name w:val="Table"/>
    <w:basedOn w:val="Standard"/>
    <w:link w:val="TableChar"/>
    <w:rsid w:val="0078644B"/>
    <w:pPr>
      <w:widowControl w:val="0"/>
      <w:overflowPunct/>
      <w:autoSpaceDE/>
      <w:autoSpaceDN/>
      <w:adjustRightInd/>
      <w:textAlignment w:val="auto"/>
    </w:pPr>
    <w:rPr>
      <w:rFonts w:ascii="Arial Narrow" w:eastAsia="Times" w:hAnsi="Arial Narrow"/>
      <w:szCs w:val="22"/>
    </w:rPr>
  </w:style>
  <w:style w:type="character" w:customStyle="1" w:styleId="TableChar">
    <w:name w:val="Table Char"/>
    <w:link w:val="Table"/>
    <w:rsid w:val="0078644B"/>
    <w:rPr>
      <w:rFonts w:ascii="Arial Narrow" w:eastAsia="Times" w:hAnsi="Arial Narrow"/>
      <w:szCs w:val="22"/>
    </w:rPr>
  </w:style>
  <w:style w:type="paragraph" w:styleId="Listenabsatz">
    <w:name w:val="List Paragraph"/>
    <w:basedOn w:val="Standard"/>
    <w:uiPriority w:val="34"/>
    <w:qFormat/>
    <w:rsid w:val="00C80050"/>
    <w:pPr>
      <w:ind w:left="720"/>
      <w:contextualSpacing/>
    </w:pPr>
  </w:style>
  <w:style w:type="table" w:styleId="HelleSchattierung">
    <w:name w:val="Light Shading"/>
    <w:basedOn w:val="NormaleTabelle"/>
    <w:uiPriority w:val="60"/>
    <w:rsid w:val="00ED0BE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Schutzziel">
    <w:name w:val="Schutzziel"/>
    <w:basedOn w:val="Listenabsatz"/>
    <w:qFormat/>
    <w:rsid w:val="005F1BE6"/>
    <w:pPr>
      <w:numPr>
        <w:numId w:val="29"/>
      </w:numPr>
      <w:spacing w:before="240" w:after="120"/>
      <w:ind w:left="284" w:hanging="284"/>
    </w:pPr>
    <w:rPr>
      <w:rFonts w:ascii="Arial" w:hAnsi="Arial" w:cs="Arial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3A257-1430-45C2-B8E1-999AA6DD0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1515</CharactersWithSpaces>
  <SharedDoc>false</SharedDoc>
  <HLinks>
    <vt:vector size="6" baseType="variant"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http://echa.europa.eu/web/guest/candidate-list-table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Ueberlein, Sven</cp:lastModifiedBy>
  <cp:revision>5</cp:revision>
  <cp:lastPrinted>2017-03-23T12:29:00Z</cp:lastPrinted>
  <dcterms:created xsi:type="dcterms:W3CDTF">2022-01-20T09:04:00Z</dcterms:created>
  <dcterms:modified xsi:type="dcterms:W3CDTF">2022-01-20T09:11:00Z</dcterms:modified>
</cp:coreProperties>
</file>