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D55F6D" w:rsidRDefault="00090476" w:rsidP="009F0B85">
            <w:pPr>
              <w:tabs>
                <w:tab w:val="left" w:pos="5670"/>
              </w:tabs>
              <w:rPr>
                <w:b/>
                <w:u w:val="single"/>
              </w:rPr>
            </w:pPr>
            <w:r w:rsidRPr="00D55F6D">
              <w:br w:type="page"/>
            </w:r>
            <w:r w:rsidRPr="00D55F6D">
              <w:br w:type="page"/>
            </w:r>
            <w:r w:rsidRPr="00D55F6D">
              <w:rPr>
                <w:b/>
              </w:rPr>
              <w:t>An</w:t>
            </w:r>
            <w:r w:rsidR="00160C80">
              <w:rPr>
                <w:b/>
              </w:rPr>
              <w:t xml:space="preserve">lage </w:t>
            </w:r>
            <w:r w:rsidR="00A14EA7">
              <w:rPr>
                <w:b/>
              </w:rPr>
              <w:t>10</w:t>
            </w:r>
            <w:r w:rsidR="00A91B41">
              <w:rPr>
                <w:b/>
              </w:rPr>
              <w:t xml:space="preserve"> zum Vertrag nach </w:t>
            </w:r>
            <w:r w:rsidR="00F65A6E">
              <w:rPr>
                <w:b/>
              </w:rPr>
              <w:t>DE</w:t>
            </w:r>
            <w:r w:rsidR="00A91B41">
              <w:rPr>
                <w:b/>
              </w:rPr>
              <w:t xml:space="preserve">-UZ </w:t>
            </w:r>
            <w:r w:rsidR="00160C80">
              <w:rPr>
                <w:b/>
              </w:rPr>
              <w:t>207</w:t>
            </w:r>
          </w:p>
          <w:p w:rsidR="00090476" w:rsidRDefault="00090476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  <w:r w:rsidRPr="00D55F6D">
              <w:rPr>
                <w:b/>
              </w:rPr>
              <w:t xml:space="preserve">Umweltzeichen für </w:t>
            </w:r>
            <w:r w:rsidR="00017481">
              <w:rPr>
                <w:b/>
              </w:rPr>
              <w:t>„</w:t>
            </w:r>
            <w:r w:rsidR="00160C80">
              <w:rPr>
                <w:b/>
              </w:rPr>
              <w:t>Spielzeug</w:t>
            </w:r>
            <w:r w:rsidR="00017481" w:rsidRPr="007579B4">
              <w:rPr>
                <w:b/>
              </w:rPr>
              <w:t>“</w:t>
            </w:r>
          </w:p>
          <w:p w:rsidR="002B1F87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</w:p>
          <w:p w:rsidR="002B1F87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</w:rPr>
            </w:pPr>
          </w:p>
          <w:p w:rsidR="00017481" w:rsidRPr="00D55F6D" w:rsidRDefault="00017481" w:rsidP="00017481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573" w:type="dxa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2B1F87" w:rsidRDefault="002B1F87" w:rsidP="00160C80">
      <w:pPr>
        <w:jc w:val="center"/>
        <w:rPr>
          <w:b/>
        </w:rPr>
      </w:pPr>
    </w:p>
    <w:p w:rsidR="00090476" w:rsidRPr="00D55F6D" w:rsidRDefault="00090476" w:rsidP="00160C80">
      <w:pPr>
        <w:jc w:val="center"/>
        <w:rPr>
          <w:b/>
        </w:rPr>
      </w:pPr>
      <w:r w:rsidRPr="00D55F6D">
        <w:rPr>
          <w:b/>
        </w:rPr>
        <w:t>Erklärung</w:t>
      </w:r>
      <w:r>
        <w:rPr>
          <w:b/>
        </w:rPr>
        <w:t xml:space="preserve"> des </w:t>
      </w:r>
      <w:r w:rsidR="00A14EA7">
        <w:rPr>
          <w:b/>
        </w:rPr>
        <w:t>Rohstoff</w:t>
      </w:r>
      <w:r w:rsidR="00160C80">
        <w:rPr>
          <w:b/>
        </w:rPr>
        <w:t>lieferanten</w:t>
      </w:r>
    </w:p>
    <w:p w:rsidR="00090476" w:rsidRPr="00D55F6D" w:rsidRDefault="00090476" w:rsidP="00090476">
      <w:pPr>
        <w:jc w:val="center"/>
      </w:pPr>
    </w:p>
    <w:p w:rsidR="00090476" w:rsidRDefault="00BE6D78" w:rsidP="00090476">
      <w:r>
        <w:t>Erklärung f</w:t>
      </w:r>
      <w:r w:rsidR="00090476" w:rsidRPr="00D55F6D">
        <w:t>ür die Antragstellung zur Benutzung des Umwelt</w:t>
      </w:r>
      <w:r w:rsidR="00090476">
        <w:t xml:space="preserve">zeichens </w:t>
      </w:r>
      <w:r w:rsidR="00090476" w:rsidRPr="00D55F6D">
        <w:t xml:space="preserve">nach </w:t>
      </w:r>
      <w:r w:rsidR="00F65A6E">
        <w:t>DE</w:t>
      </w:r>
      <w:r w:rsidR="00090476" w:rsidRPr="00D55F6D">
        <w:t>-UZ </w:t>
      </w:r>
      <w:r w:rsidR="00160C80">
        <w:t>207</w:t>
      </w:r>
    </w:p>
    <w:p w:rsidR="00090476" w:rsidRPr="00D55F6D" w:rsidRDefault="00090476" w:rsidP="00090476">
      <w:r>
        <w:t>(Abschnitt 3.</w:t>
      </w:r>
      <w:r w:rsidR="00160C80">
        <w:t>5.2.8</w:t>
      </w:r>
      <w:r>
        <w:t xml:space="preserve">) </w:t>
      </w:r>
      <w:r w:rsidR="00BE6D78">
        <w:t>durch</w:t>
      </w:r>
    </w:p>
    <w:p w:rsidR="00090476" w:rsidRPr="00D55F6D" w:rsidRDefault="00090476" w:rsidP="00090476"/>
    <w:p w:rsidR="00090476" w:rsidRPr="00D55F6D" w:rsidRDefault="00090476" w:rsidP="00090476">
      <w:pPr>
        <w:ind w:left="3969" w:hanging="3969"/>
      </w:pPr>
      <w:r w:rsidRPr="00D55F6D">
        <w:t>Firma</w:t>
      </w:r>
      <w:r>
        <w:t xml:space="preserve"> (Antragsteller)</w:t>
      </w:r>
      <w:r w:rsidRPr="00D55F6D">
        <w:t>:</w:t>
      </w:r>
      <w:r w:rsidRPr="00D55F6D">
        <w:tab/>
      </w:r>
      <w:bookmarkStart w:id="0" w:name="Text23"/>
      <w:r>
        <w:t xml:space="preserve">          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  <w:bookmarkEnd w:id="0"/>
    </w:p>
    <w:p w:rsidR="00090476" w:rsidRPr="00D55F6D" w:rsidRDefault="00090476" w:rsidP="00090476"/>
    <w:p w:rsidR="00090476" w:rsidRDefault="00090476" w:rsidP="00090476">
      <w:pPr>
        <w:ind w:left="3969" w:hanging="3969"/>
        <w:rPr>
          <w:lang w:eastAsia="de-DE"/>
        </w:rPr>
      </w:pPr>
      <w:r w:rsidRPr="00D55F6D">
        <w:t>mit Sitz:</w:t>
      </w:r>
      <w:r w:rsidRPr="00D55F6D">
        <w:tab/>
      </w:r>
      <w:r>
        <w:t xml:space="preserve">                </w:t>
      </w:r>
      <w:r w:rsidR="00BE6D78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E6D78" w:rsidRPr="00D55F6D">
        <w:rPr>
          <w:lang w:eastAsia="de-DE"/>
        </w:rPr>
        <w:instrText xml:space="preserve"> FORMTEXT </w:instrText>
      </w:r>
      <w:r w:rsidR="00BE6D78" w:rsidRPr="00D55F6D">
        <w:rPr>
          <w:lang w:eastAsia="de-DE"/>
        </w:rPr>
      </w:r>
      <w:r w:rsidR="00BE6D78" w:rsidRPr="00D55F6D">
        <w:rPr>
          <w:lang w:eastAsia="de-DE"/>
        </w:rPr>
        <w:fldChar w:fldCharType="separate"/>
      </w:r>
      <w:r w:rsidR="00BE6D78" w:rsidRPr="00D55F6D">
        <w:rPr>
          <w:noProof/>
          <w:lang w:eastAsia="de-DE"/>
        </w:rPr>
        <w:t> </w:t>
      </w:r>
      <w:r w:rsidR="00BE6D78" w:rsidRPr="00D55F6D">
        <w:rPr>
          <w:noProof/>
          <w:lang w:eastAsia="de-DE"/>
        </w:rPr>
        <w:t> </w:t>
      </w:r>
      <w:r w:rsidR="00BE6D78" w:rsidRPr="00D55F6D">
        <w:rPr>
          <w:noProof/>
          <w:lang w:eastAsia="de-DE"/>
        </w:rPr>
        <w:t> </w:t>
      </w:r>
      <w:r w:rsidR="00BE6D78" w:rsidRPr="00D55F6D">
        <w:rPr>
          <w:noProof/>
          <w:lang w:eastAsia="de-DE"/>
        </w:rPr>
        <w:t> </w:t>
      </w:r>
      <w:r w:rsidR="00BE6D78" w:rsidRPr="00D55F6D">
        <w:rPr>
          <w:noProof/>
          <w:lang w:eastAsia="de-DE"/>
        </w:rPr>
        <w:t> </w:t>
      </w:r>
      <w:r w:rsidR="00BE6D78" w:rsidRPr="00D55F6D">
        <w:rPr>
          <w:lang w:eastAsia="de-DE"/>
        </w:rPr>
        <w:fldChar w:fldCharType="end"/>
      </w:r>
    </w:p>
    <w:p w:rsidR="00BE6D78" w:rsidRDefault="00BE6D78" w:rsidP="00090476">
      <w:pPr>
        <w:ind w:left="3969" w:hanging="3969"/>
        <w:rPr>
          <w:lang w:eastAsia="de-DE"/>
        </w:rPr>
      </w:pPr>
    </w:p>
    <w:p w:rsidR="00BE6D78" w:rsidRPr="00D55F6D" w:rsidRDefault="00BE6D78" w:rsidP="00090476">
      <w:pPr>
        <w:ind w:left="3969" w:hanging="3969"/>
      </w:pPr>
      <w:r>
        <w:rPr>
          <w:lang w:eastAsia="de-DE"/>
        </w:rPr>
        <w:t>Produkt: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090476" w:rsidRPr="00D55F6D" w:rsidRDefault="00090476" w:rsidP="00090476">
      <w:pPr>
        <w:ind w:left="3969" w:hanging="3969"/>
      </w:pPr>
    </w:p>
    <w:p w:rsidR="00090476" w:rsidRDefault="00090476" w:rsidP="00160C80">
      <w:pPr>
        <w:rPr>
          <w:lang w:eastAsia="de-DE"/>
        </w:rPr>
      </w:pPr>
    </w:p>
    <w:p w:rsidR="00A14EA7" w:rsidRDefault="00A14EA7" w:rsidP="00160C80">
      <w:pPr>
        <w:rPr>
          <w:lang w:eastAsia="de-DE"/>
        </w:rPr>
      </w:pPr>
    </w:p>
    <w:p w:rsidR="00A14EA7" w:rsidRDefault="00A14EA7" w:rsidP="00160C80">
      <w:pPr>
        <w:rPr>
          <w:lang w:eastAsia="de-DE"/>
        </w:rPr>
      </w:pPr>
    </w:p>
    <w:p w:rsidR="00090476" w:rsidRDefault="00BE6D78" w:rsidP="00090476">
      <w:pPr>
        <w:ind w:left="3969" w:hanging="3969"/>
        <w:rPr>
          <w:lang w:eastAsia="de-DE"/>
        </w:rPr>
      </w:pPr>
      <w:r>
        <w:rPr>
          <w:lang w:eastAsia="de-DE"/>
        </w:rPr>
        <w:t>Lieferant (des Textils/der Polyesterfaser):</w:t>
      </w:r>
      <w:r>
        <w:rPr>
          <w:lang w:eastAsia="de-DE"/>
        </w:rPr>
        <w:tab/>
      </w:r>
      <w:r>
        <w:rPr>
          <w:lang w:eastAsia="de-DE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BE6D78" w:rsidRDefault="00BE6D78" w:rsidP="00090476">
      <w:pPr>
        <w:ind w:left="3969" w:hanging="3969"/>
        <w:rPr>
          <w:lang w:eastAsia="de-DE"/>
        </w:rPr>
      </w:pPr>
    </w:p>
    <w:p w:rsidR="00BE6D78" w:rsidRDefault="00BE6D78" w:rsidP="00090476">
      <w:pPr>
        <w:ind w:left="3969" w:hanging="3969"/>
        <w:rPr>
          <w:lang w:eastAsia="de-DE"/>
        </w:rPr>
      </w:pPr>
      <w:r>
        <w:rPr>
          <w:lang w:eastAsia="de-DE"/>
        </w:rPr>
        <w:t>Bezeichnung (Faser/Textil):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p w:rsidR="00BE6D78" w:rsidRDefault="00BE6D78" w:rsidP="00090476">
      <w:pPr>
        <w:ind w:left="3969" w:hanging="3969"/>
        <w:rPr>
          <w:lang w:eastAsia="de-DE"/>
        </w:rPr>
      </w:pPr>
    </w:p>
    <w:p w:rsidR="00BE6D78" w:rsidRDefault="00BE6D78" w:rsidP="00090476">
      <w:pPr>
        <w:ind w:left="3969" w:hanging="3969"/>
        <w:rPr>
          <w:lang w:eastAsia="de-DE"/>
        </w:rPr>
      </w:pPr>
    </w:p>
    <w:p w:rsidR="0059242A" w:rsidRDefault="0059242A" w:rsidP="00090476">
      <w:pPr>
        <w:ind w:left="3969" w:hanging="3969"/>
        <w:rPr>
          <w:lang w:eastAsia="de-DE"/>
        </w:rPr>
      </w:pPr>
      <w:r>
        <w:rPr>
          <w:lang w:eastAsia="de-DE"/>
        </w:rPr>
        <w:t>Von uns werden ausschließlich antimonfreie Polyesterfasern eingesetzt bzw. geliefert.</w:t>
      </w:r>
    </w:p>
    <w:p w:rsidR="00090476" w:rsidRDefault="00090476" w:rsidP="00090476">
      <w:pPr>
        <w:ind w:left="3969" w:hanging="3969"/>
        <w:rPr>
          <w:lang w:eastAsia="de-DE"/>
        </w:rPr>
      </w:pPr>
      <w:r>
        <w:tab/>
      </w:r>
      <w:r>
        <w:tab/>
      </w:r>
      <w:r>
        <w:tab/>
      </w:r>
    </w:p>
    <w:p w:rsidR="00090476" w:rsidRPr="00D55F6D" w:rsidRDefault="00090476" w:rsidP="00090476">
      <w:pPr>
        <w:ind w:left="3969" w:hanging="3969"/>
      </w:pPr>
    </w:p>
    <w:p w:rsidR="00160C80" w:rsidRPr="00160C80" w:rsidRDefault="00160C80" w:rsidP="00160C80">
      <w:pPr>
        <w:pStyle w:val="Default"/>
        <w:rPr>
          <w:rFonts w:ascii="Arial" w:hAnsi="Arial" w:cs="Arial"/>
          <w:sz w:val="20"/>
          <w:szCs w:val="20"/>
        </w:rPr>
      </w:pPr>
    </w:p>
    <w:p w:rsidR="00160C80" w:rsidRPr="00D55F6D" w:rsidRDefault="00160C80" w:rsidP="00160C80"/>
    <w:p w:rsidR="00090476" w:rsidRDefault="00090476" w:rsidP="00090476"/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Pr="00D55F6D" w:rsidRDefault="00090476" w:rsidP="00090476">
      <w:pPr>
        <w:ind w:left="5103" w:hanging="5103"/>
      </w:pPr>
    </w:p>
    <w:p w:rsidR="00090476" w:rsidRDefault="00090476" w:rsidP="00090476">
      <w:pPr>
        <w:ind w:left="5103" w:hanging="5103"/>
      </w:pPr>
      <w:r w:rsidRPr="00D55F6D">
        <w:t xml:space="preserve">Ort: </w:t>
      </w:r>
      <w:r>
        <w:t xml:space="preserve">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bookmarkStart w:id="1" w:name="_GoBack"/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bookmarkEnd w:id="1"/>
      <w:r w:rsidRPr="00D55F6D">
        <w:rPr>
          <w:lang w:eastAsia="de-DE"/>
        </w:rPr>
        <w:fldChar w:fldCharType="end"/>
      </w:r>
      <w:r w:rsidRPr="00D55F6D">
        <w:tab/>
      </w:r>
      <w:r>
        <w:tab/>
      </w:r>
      <w:r w:rsidR="0059242A">
        <w:t>Rohstofflieferant</w:t>
      </w:r>
      <w:r>
        <w:t>:</w:t>
      </w:r>
    </w:p>
    <w:p w:rsidR="00090476" w:rsidRDefault="00090476" w:rsidP="00090476">
      <w:pPr>
        <w:ind w:left="5103" w:firstLine="569"/>
      </w:pPr>
      <w:r>
        <w:t>(</w:t>
      </w:r>
      <w:r w:rsidRPr="00D55F6D">
        <w:t>Rechtsver</w:t>
      </w:r>
      <w:r>
        <w:t xml:space="preserve">bindliche Unterschrift </w:t>
      </w:r>
    </w:p>
    <w:p w:rsidR="00090476" w:rsidRPr="00D55F6D" w:rsidRDefault="00090476" w:rsidP="00090476">
      <w:pPr>
        <w:ind w:left="5103" w:firstLine="569"/>
      </w:pPr>
      <w:r w:rsidRPr="00D55F6D">
        <w:t xml:space="preserve"> und Firmenstempel</w:t>
      </w:r>
      <w:r>
        <w:t>)</w:t>
      </w:r>
    </w:p>
    <w:p w:rsidR="00FC7E93" w:rsidRDefault="00090476" w:rsidP="00090476">
      <w:pPr>
        <w:ind w:left="5103" w:hanging="5103"/>
      </w:pPr>
      <w:r w:rsidRPr="00D55F6D">
        <w:t xml:space="preserve">Datum: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D55F6D">
        <w:rPr>
          <w:lang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sectPr w:rsidR="00FC7E93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4C" w:rsidRDefault="00E56D4C">
      <w:r>
        <w:separator/>
      </w:r>
    </w:p>
  </w:endnote>
  <w:endnote w:type="continuationSeparator" w:id="0">
    <w:p w:rsidR="00E56D4C" w:rsidRDefault="00E5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Pr="00CF582E" w:rsidRDefault="00160C80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Anlage </w:t>
    </w:r>
    <w:r w:rsidR="0059242A">
      <w:rPr>
        <w:sz w:val="22"/>
        <w:szCs w:val="22"/>
      </w:rPr>
      <w:t>10</w:t>
    </w:r>
    <w:r w:rsidR="00090476">
      <w:rPr>
        <w:sz w:val="22"/>
        <w:szCs w:val="22"/>
      </w:rPr>
      <w:t xml:space="preserve"> zum Vertrag</w:t>
    </w:r>
    <w:r w:rsidR="00090476" w:rsidRPr="00D144B5">
      <w:rPr>
        <w:sz w:val="22"/>
        <w:szCs w:val="22"/>
      </w:rPr>
      <w:tab/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PAGE </w:instrText>
    </w:r>
    <w:r w:rsidR="00090476" w:rsidRPr="00D144B5">
      <w:rPr>
        <w:rStyle w:val="Seitenzahl"/>
        <w:sz w:val="22"/>
        <w:szCs w:val="22"/>
      </w:rPr>
      <w:fldChar w:fldCharType="separate"/>
    </w:r>
    <w:r w:rsidR="00004CE6">
      <w:rPr>
        <w:rStyle w:val="Seitenzahl"/>
        <w:noProof/>
        <w:sz w:val="22"/>
        <w:szCs w:val="22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>/</w:t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D144B5">
      <w:rPr>
        <w:rStyle w:val="Seitenzahl"/>
        <w:sz w:val="22"/>
        <w:szCs w:val="22"/>
      </w:rPr>
      <w:instrText xml:space="preserve"> NUMPAGES </w:instrText>
    </w:r>
    <w:r w:rsidR="00090476" w:rsidRPr="00D144B5">
      <w:rPr>
        <w:rStyle w:val="Seitenzahl"/>
        <w:sz w:val="22"/>
        <w:szCs w:val="22"/>
      </w:rPr>
      <w:fldChar w:fldCharType="separate"/>
    </w:r>
    <w:r w:rsidR="00004CE6">
      <w:rPr>
        <w:rStyle w:val="Seitenzahl"/>
        <w:noProof/>
        <w:sz w:val="22"/>
        <w:szCs w:val="22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D144B5">
      <w:rPr>
        <w:rStyle w:val="Seitenzahl"/>
        <w:sz w:val="22"/>
        <w:szCs w:val="22"/>
      </w:rPr>
      <w:tab/>
    </w:r>
    <w:r w:rsidR="00F65A6E">
      <w:rPr>
        <w:rStyle w:val="Seitenzahl"/>
        <w:sz w:val="22"/>
        <w:szCs w:val="22"/>
      </w:rPr>
      <w:t>DE</w:t>
    </w:r>
    <w:r w:rsidR="00090476" w:rsidRPr="0039432E">
      <w:rPr>
        <w:rStyle w:val="Seitenzahl"/>
        <w:sz w:val="22"/>
        <w:szCs w:val="22"/>
      </w:rPr>
      <w:t xml:space="preserve">-UZ </w:t>
    </w:r>
    <w:r w:rsidR="002B1F87">
      <w:rPr>
        <w:rStyle w:val="Seitenzahl"/>
        <w:sz w:val="22"/>
        <w:szCs w:val="22"/>
      </w:rPr>
      <w:t>207</w:t>
    </w:r>
    <w:r w:rsidR="00090476" w:rsidRPr="0039432E">
      <w:rPr>
        <w:rStyle w:val="Seitenzahl"/>
        <w:sz w:val="22"/>
        <w:szCs w:val="22"/>
      </w:rPr>
      <w:t xml:space="preserve"> Ausgabe </w:t>
    </w:r>
    <w:r w:rsidR="00090476">
      <w:rPr>
        <w:rStyle w:val="Seitenzahl"/>
        <w:sz w:val="22"/>
        <w:szCs w:val="22"/>
      </w:rPr>
      <w:t>Januar 201</w:t>
    </w:r>
    <w:r w:rsidR="002B1F87">
      <w:rPr>
        <w:rStyle w:val="Seitenzahl"/>
        <w:sz w:val="22"/>
        <w:szCs w:val="22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04CE6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4C" w:rsidRDefault="00E56D4C">
      <w:r>
        <w:separator/>
      </w:r>
    </w:p>
  </w:footnote>
  <w:footnote w:type="continuationSeparator" w:id="0">
    <w:p w:rsidR="00E56D4C" w:rsidRDefault="00E56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370F625F" wp14:editId="643DB286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004CE6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11D1F"/>
    <w:multiLevelType w:val="hybridMultilevel"/>
    <w:tmpl w:val="E5EAC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D74BE"/>
    <w:multiLevelType w:val="hybridMultilevel"/>
    <w:tmpl w:val="F5F4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Lxb+J3aHMD5Te3rMlcxhjTRaxLI=" w:salt="z5H0DWc5B2T+i+MCPRdhv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76"/>
    <w:rsid w:val="00004CE6"/>
    <w:rsid w:val="00017481"/>
    <w:rsid w:val="00090476"/>
    <w:rsid w:val="00160C80"/>
    <w:rsid w:val="00216879"/>
    <w:rsid w:val="002B1F87"/>
    <w:rsid w:val="003A13C9"/>
    <w:rsid w:val="00467520"/>
    <w:rsid w:val="0059242A"/>
    <w:rsid w:val="0078290C"/>
    <w:rsid w:val="00A14EA7"/>
    <w:rsid w:val="00A91B41"/>
    <w:rsid w:val="00B21E51"/>
    <w:rsid w:val="00B87E80"/>
    <w:rsid w:val="00BA0A7F"/>
    <w:rsid w:val="00BA4EB9"/>
    <w:rsid w:val="00BE6D78"/>
    <w:rsid w:val="00CE5A04"/>
    <w:rsid w:val="00D16821"/>
    <w:rsid w:val="00D654EA"/>
    <w:rsid w:val="00E008A5"/>
    <w:rsid w:val="00E0360A"/>
    <w:rsid w:val="00E56D4C"/>
    <w:rsid w:val="00EA7270"/>
    <w:rsid w:val="00F21EAE"/>
    <w:rsid w:val="00F65A6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de Boor Dr., Susanne</cp:lastModifiedBy>
  <cp:revision>3</cp:revision>
  <cp:lastPrinted>2013-01-07T09:08:00Z</cp:lastPrinted>
  <dcterms:created xsi:type="dcterms:W3CDTF">2019-09-04T10:00:00Z</dcterms:created>
  <dcterms:modified xsi:type="dcterms:W3CDTF">2019-09-04T10:07:00Z</dcterms:modified>
</cp:coreProperties>
</file>