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3"/>
        <w:gridCol w:w="6123"/>
        <w:gridCol w:w="2694"/>
      </w:tblGrid>
      <w:tr w:rsidR="00311CF7" w:rsidRPr="00311CF7" w14:paraId="2C527C45" w14:textId="77777777" w:rsidTr="00135AAD"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20263" w14:textId="1DA511D2" w:rsidR="00686244" w:rsidRPr="00A506EE" w:rsidRDefault="00686244" w:rsidP="00686244">
            <w:pPr>
              <w:rPr>
                <w:b/>
                <w:u w:val="single"/>
                <w:lang w:val="en-GB"/>
              </w:rPr>
            </w:pPr>
            <w:r w:rsidRPr="00A506EE">
              <w:rPr>
                <w:b/>
                <w:lang w:val="en-GB"/>
              </w:rPr>
              <w:t>An</w:t>
            </w:r>
            <w:r>
              <w:rPr>
                <w:b/>
                <w:lang w:val="en-GB"/>
              </w:rPr>
              <w:t>nex 7</w:t>
            </w:r>
            <w:r w:rsidRPr="00A506EE">
              <w:rPr>
                <w:b/>
                <w:lang w:val="en-GB"/>
              </w:rPr>
              <w:t xml:space="preserve"> to the Contract pursuant to </w:t>
            </w:r>
            <w:r w:rsidR="004862EA">
              <w:rPr>
                <w:b/>
                <w:lang w:val="en-GB"/>
              </w:rPr>
              <w:t>DE-UZ</w:t>
            </w:r>
            <w:r w:rsidRPr="00A506EE">
              <w:rPr>
                <w:b/>
                <w:lang w:val="en-GB"/>
              </w:rPr>
              <w:t xml:space="preserve"> 207</w:t>
            </w:r>
          </w:p>
          <w:p w14:paraId="38413A18" w14:textId="77777777" w:rsidR="00311CF7" w:rsidRPr="004E03E8" w:rsidRDefault="00311CF7" w:rsidP="00311CF7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  <w:lang w:val="en-US"/>
              </w:rPr>
            </w:pPr>
          </w:p>
          <w:p w14:paraId="395E8575" w14:textId="141F7E9A" w:rsidR="00311CF7" w:rsidRPr="004E03E8" w:rsidRDefault="00686244" w:rsidP="00311CF7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  <w:lang w:val="en-US"/>
              </w:rPr>
            </w:pPr>
            <w:r w:rsidRPr="00A506EE">
              <w:rPr>
                <w:b/>
                <w:lang w:val="en-GB"/>
              </w:rPr>
              <w:t>Blue Angel Eco-Label for „Toys“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14:paraId="7A32B211" w14:textId="77777777" w:rsidR="00311CF7" w:rsidRPr="004E03E8" w:rsidRDefault="00311CF7" w:rsidP="00311CF7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  <w:lang w:val="en-US"/>
              </w:rPr>
            </w:pPr>
          </w:p>
          <w:p w14:paraId="05E62AD8" w14:textId="77777777" w:rsidR="00311CF7" w:rsidRPr="004E03E8" w:rsidRDefault="00311CF7" w:rsidP="00311CF7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  <w:lang w:val="en-US"/>
              </w:rPr>
            </w:pPr>
          </w:p>
          <w:p w14:paraId="6A064CE6" w14:textId="77777777" w:rsidR="00311CF7" w:rsidRPr="004E03E8" w:rsidRDefault="00311CF7" w:rsidP="00311CF7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lang w:val="en-US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793E29" w14:textId="41304DEE" w:rsidR="00311CF7" w:rsidRPr="009C7E0E" w:rsidRDefault="009C7E0E" w:rsidP="009C7E0E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  <w:lang w:val="en-GB"/>
              </w:rPr>
            </w:pPr>
            <w:r w:rsidRPr="009C7E0E">
              <w:rPr>
                <w:b/>
                <w:lang w:val="en-GB"/>
              </w:rPr>
              <w:t>Please use this</w:t>
            </w:r>
            <w:r w:rsidRPr="009C7E0E">
              <w:rPr>
                <w:b/>
                <w:lang w:val="en-GB"/>
              </w:rPr>
              <w:br/>
              <w:t xml:space="preserve">form </w:t>
            </w:r>
            <w:r w:rsidR="00311CF7" w:rsidRPr="009C7E0E">
              <w:rPr>
                <w:b/>
                <w:lang w:val="en-GB"/>
              </w:rPr>
              <w:t>!</w:t>
            </w:r>
          </w:p>
        </w:tc>
      </w:tr>
    </w:tbl>
    <w:p w14:paraId="73762094" w14:textId="77777777"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14:paraId="15CCD2D7" w14:textId="77777777"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14:paraId="036D01E5" w14:textId="77777777" w:rsidR="00686244" w:rsidRPr="00773A6A" w:rsidRDefault="00686244" w:rsidP="0068624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 w:rsidRPr="00773A6A">
        <w:rPr>
          <w:sz w:val="22"/>
          <w:lang w:val="en-GB"/>
        </w:rPr>
        <w:t>Brand / Trade name:</w:t>
      </w:r>
      <w:r w:rsidRPr="00773A6A">
        <w:rPr>
          <w:sz w:val="22"/>
          <w:lang w:val="en-GB"/>
        </w:rPr>
        <w:tab/>
        <w:t xml:space="preserve">   </w:t>
      </w:r>
      <w:r w:rsidRPr="00773A6A">
        <w:rPr>
          <w:sz w:val="22"/>
          <w:lang w:val="en-GB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Pr="00773A6A">
        <w:rPr>
          <w:sz w:val="22"/>
          <w:lang w:val="en-GB"/>
        </w:rPr>
        <w:instrText xml:space="preserve"> FORMTEXT </w:instrText>
      </w:r>
      <w:r w:rsidRPr="00773A6A">
        <w:rPr>
          <w:sz w:val="22"/>
          <w:lang w:val="en-GB"/>
        </w:rPr>
      </w:r>
      <w:r w:rsidRPr="00773A6A">
        <w:rPr>
          <w:sz w:val="22"/>
          <w:lang w:val="en-GB"/>
        </w:rPr>
        <w:fldChar w:fldCharType="separate"/>
      </w:r>
      <w:bookmarkStart w:id="1" w:name="_GoBack"/>
      <w:r>
        <w:rPr>
          <w:noProof/>
          <w:sz w:val="22"/>
          <w:lang w:val="en-GB"/>
        </w:rPr>
        <w:t> </w:t>
      </w:r>
      <w:r>
        <w:rPr>
          <w:noProof/>
          <w:sz w:val="22"/>
          <w:lang w:val="en-GB"/>
        </w:rPr>
        <w:t> </w:t>
      </w:r>
      <w:r>
        <w:rPr>
          <w:noProof/>
          <w:sz w:val="22"/>
          <w:lang w:val="en-GB"/>
        </w:rPr>
        <w:t> </w:t>
      </w:r>
      <w:r>
        <w:rPr>
          <w:noProof/>
          <w:sz w:val="22"/>
          <w:lang w:val="en-GB"/>
        </w:rPr>
        <w:t> </w:t>
      </w:r>
      <w:r>
        <w:rPr>
          <w:noProof/>
          <w:sz w:val="22"/>
          <w:lang w:val="en-GB"/>
        </w:rPr>
        <w:t> </w:t>
      </w:r>
      <w:bookmarkEnd w:id="1"/>
      <w:r w:rsidRPr="00773A6A">
        <w:rPr>
          <w:sz w:val="22"/>
          <w:lang w:val="en-GB"/>
        </w:rPr>
        <w:fldChar w:fldCharType="end"/>
      </w:r>
      <w:bookmarkEnd w:id="0"/>
    </w:p>
    <w:p w14:paraId="07EE66EA" w14:textId="77777777" w:rsidR="00686244" w:rsidRPr="00773A6A" w:rsidRDefault="00686244" w:rsidP="0068624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 w:rsidRPr="00773A6A">
        <w:rPr>
          <w:sz w:val="22"/>
          <w:lang w:val="en-GB"/>
        </w:rPr>
        <w:t xml:space="preserve">Product designation:  </w:t>
      </w:r>
      <w:r w:rsidRPr="00773A6A">
        <w:rPr>
          <w:sz w:val="22"/>
          <w:lang w:val="en-GB"/>
        </w:rPr>
        <w:tab/>
        <w:t xml:space="preserve">   </w:t>
      </w:r>
      <w:r w:rsidRPr="00773A6A">
        <w:rPr>
          <w:sz w:val="22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3A6A">
        <w:rPr>
          <w:sz w:val="22"/>
          <w:lang w:val="en-GB"/>
        </w:rPr>
        <w:instrText xml:space="preserve"> FORMTEXT </w:instrText>
      </w:r>
      <w:r w:rsidRPr="00773A6A">
        <w:rPr>
          <w:sz w:val="22"/>
          <w:lang w:val="en-GB"/>
        </w:rPr>
      </w:r>
      <w:r w:rsidRPr="00773A6A">
        <w:rPr>
          <w:sz w:val="22"/>
          <w:lang w:val="en-GB"/>
        </w:rPr>
        <w:fldChar w:fldCharType="separate"/>
      </w:r>
      <w:r>
        <w:rPr>
          <w:noProof/>
          <w:sz w:val="22"/>
          <w:lang w:val="en-GB"/>
        </w:rPr>
        <w:t> </w:t>
      </w:r>
      <w:r>
        <w:rPr>
          <w:noProof/>
          <w:sz w:val="22"/>
          <w:lang w:val="en-GB"/>
        </w:rPr>
        <w:t> </w:t>
      </w:r>
      <w:r>
        <w:rPr>
          <w:noProof/>
          <w:sz w:val="22"/>
          <w:lang w:val="en-GB"/>
        </w:rPr>
        <w:t> </w:t>
      </w:r>
      <w:r>
        <w:rPr>
          <w:noProof/>
          <w:sz w:val="22"/>
          <w:lang w:val="en-GB"/>
        </w:rPr>
        <w:t> </w:t>
      </w:r>
      <w:r>
        <w:rPr>
          <w:noProof/>
          <w:sz w:val="22"/>
          <w:lang w:val="en-GB"/>
        </w:rPr>
        <w:t> </w:t>
      </w:r>
      <w:r w:rsidRPr="00773A6A">
        <w:rPr>
          <w:sz w:val="22"/>
          <w:lang w:val="en-GB"/>
        </w:rPr>
        <w:fldChar w:fldCharType="end"/>
      </w:r>
    </w:p>
    <w:p w14:paraId="5FEEE5BD" w14:textId="360F9A21" w:rsidR="00686244" w:rsidRPr="00773A6A" w:rsidRDefault="00334557" w:rsidP="0068624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>
        <w:rPr>
          <w:sz w:val="22"/>
          <w:lang w:val="en-GB"/>
        </w:rPr>
        <w:t>D</w:t>
      </w:r>
      <w:r w:rsidR="00686244" w:rsidRPr="00773A6A">
        <w:rPr>
          <w:sz w:val="22"/>
          <w:lang w:val="en-GB"/>
        </w:rPr>
        <w:t xml:space="preserve">escription of the toy: </w:t>
      </w:r>
      <w:r w:rsidR="00686244">
        <w:rPr>
          <w:sz w:val="22"/>
          <w:lang w:val="en-GB"/>
        </w:rPr>
        <w:tab/>
        <w:t xml:space="preserve">   </w:t>
      </w:r>
      <w:r w:rsidR="00686244" w:rsidRPr="00773A6A">
        <w:rPr>
          <w:sz w:val="22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86244" w:rsidRPr="00773A6A">
        <w:rPr>
          <w:sz w:val="22"/>
          <w:lang w:val="en-GB"/>
        </w:rPr>
        <w:instrText xml:space="preserve"> FORMTEXT </w:instrText>
      </w:r>
      <w:r w:rsidR="00686244" w:rsidRPr="00773A6A">
        <w:rPr>
          <w:sz w:val="22"/>
          <w:lang w:val="en-GB"/>
        </w:rPr>
      </w:r>
      <w:r w:rsidR="00686244" w:rsidRPr="00773A6A">
        <w:rPr>
          <w:sz w:val="22"/>
          <w:lang w:val="en-GB"/>
        </w:rPr>
        <w:fldChar w:fldCharType="separate"/>
      </w:r>
      <w:r w:rsidR="00686244">
        <w:rPr>
          <w:noProof/>
          <w:sz w:val="22"/>
          <w:lang w:val="en-GB"/>
        </w:rPr>
        <w:t> </w:t>
      </w:r>
      <w:r w:rsidR="00686244">
        <w:rPr>
          <w:noProof/>
          <w:sz w:val="22"/>
          <w:lang w:val="en-GB"/>
        </w:rPr>
        <w:t> </w:t>
      </w:r>
      <w:r w:rsidR="00686244">
        <w:rPr>
          <w:noProof/>
          <w:sz w:val="22"/>
          <w:lang w:val="en-GB"/>
        </w:rPr>
        <w:t> </w:t>
      </w:r>
      <w:r w:rsidR="00686244">
        <w:rPr>
          <w:noProof/>
          <w:sz w:val="22"/>
          <w:lang w:val="en-GB"/>
        </w:rPr>
        <w:t> </w:t>
      </w:r>
      <w:r w:rsidR="00686244">
        <w:rPr>
          <w:noProof/>
          <w:sz w:val="22"/>
          <w:lang w:val="en-GB"/>
        </w:rPr>
        <w:t> </w:t>
      </w:r>
      <w:r w:rsidR="00686244" w:rsidRPr="00773A6A">
        <w:rPr>
          <w:sz w:val="22"/>
          <w:lang w:val="en-GB"/>
        </w:rPr>
        <w:fldChar w:fldCharType="end"/>
      </w:r>
    </w:p>
    <w:p w14:paraId="7D43ACE4" w14:textId="77777777" w:rsidR="007155CD" w:rsidRPr="006A5349" w:rsidRDefault="007155CD" w:rsidP="007155CD">
      <w:pPr>
        <w:pStyle w:val="Textkrper"/>
        <w:tabs>
          <w:tab w:val="clear" w:pos="3119"/>
        </w:tabs>
        <w:spacing w:before="20" w:after="20" w:line="240" w:lineRule="auto"/>
        <w:jc w:val="both"/>
        <w:rPr>
          <w:strike/>
          <w:sz w:val="22"/>
        </w:rPr>
      </w:pPr>
    </w:p>
    <w:p w14:paraId="284C9473" w14:textId="77777777" w:rsidR="00AD7E43" w:rsidRDefault="00AD7E43" w:rsidP="00F260CB">
      <w:pPr>
        <w:pStyle w:val="Textkrper"/>
        <w:spacing w:before="20" w:after="20" w:line="240" w:lineRule="auto"/>
        <w:jc w:val="both"/>
        <w:rPr>
          <w:sz w:val="22"/>
        </w:rPr>
      </w:pPr>
    </w:p>
    <w:p w14:paraId="1CE7CFBA" w14:textId="77777777" w:rsidR="00135AAD" w:rsidRDefault="00135AAD" w:rsidP="00F260CB">
      <w:pPr>
        <w:pStyle w:val="Textkrper"/>
        <w:spacing w:before="20" w:after="20" w:line="240" w:lineRule="auto"/>
        <w:jc w:val="both"/>
        <w:rPr>
          <w:sz w:val="22"/>
        </w:rPr>
      </w:pPr>
    </w:p>
    <w:tbl>
      <w:tblPr>
        <w:tblStyle w:val="Tabellenraster1"/>
        <w:tblW w:w="14283" w:type="dxa"/>
        <w:tblLayout w:type="fixed"/>
        <w:tblLook w:val="04A0" w:firstRow="1" w:lastRow="0" w:firstColumn="1" w:lastColumn="0" w:noHBand="0" w:noVBand="1"/>
      </w:tblPr>
      <w:tblGrid>
        <w:gridCol w:w="3510"/>
        <w:gridCol w:w="4111"/>
        <w:gridCol w:w="3260"/>
        <w:gridCol w:w="3402"/>
      </w:tblGrid>
      <w:tr w:rsidR="008C4E21" w:rsidRPr="0055739D" w14:paraId="1679F4A1" w14:textId="77777777" w:rsidTr="008C4E21">
        <w:trPr>
          <w:tblHeader/>
        </w:trPr>
        <w:tc>
          <w:tcPr>
            <w:tcW w:w="3510" w:type="dxa"/>
          </w:tcPr>
          <w:p w14:paraId="0418E525" w14:textId="7EC92D25" w:rsidR="008C4E21" w:rsidRPr="009C7E0E" w:rsidRDefault="00FB2785" w:rsidP="00FB2785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lang w:val="en-GB"/>
              </w:rPr>
            </w:pPr>
            <w:r w:rsidRPr="009C7E0E">
              <w:rPr>
                <w:lang w:val="en-GB"/>
              </w:rPr>
              <w:t>Supplier</w:t>
            </w:r>
          </w:p>
        </w:tc>
        <w:tc>
          <w:tcPr>
            <w:tcW w:w="4111" w:type="dxa"/>
          </w:tcPr>
          <w:p w14:paraId="4A1B765C" w14:textId="2927E3E0" w:rsidR="008C4E21" w:rsidRPr="009C7E0E" w:rsidRDefault="00FB2785" w:rsidP="00FB2785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lang w:val="en-GB"/>
              </w:rPr>
            </w:pPr>
            <w:r w:rsidRPr="009C7E0E">
              <w:rPr>
                <w:lang w:val="en-GB"/>
              </w:rPr>
              <w:t xml:space="preserve">Component </w:t>
            </w:r>
            <w:r w:rsidR="008C4E21" w:rsidRPr="009C7E0E">
              <w:rPr>
                <w:lang w:val="en-GB"/>
              </w:rPr>
              <w:t>(</w:t>
            </w:r>
            <w:r w:rsidRPr="009C7E0E">
              <w:rPr>
                <w:lang w:val="en-GB"/>
              </w:rPr>
              <w:t xml:space="preserve">according to </w:t>
            </w:r>
            <w:r w:rsidR="008C4E21" w:rsidRPr="009C7E0E">
              <w:rPr>
                <w:lang w:val="en-GB"/>
              </w:rPr>
              <w:t>An</w:t>
            </w:r>
            <w:r w:rsidRPr="009C7E0E">
              <w:rPr>
                <w:lang w:val="en-GB"/>
              </w:rPr>
              <w:t>nex</w:t>
            </w:r>
            <w:r w:rsidR="008C4E21" w:rsidRPr="009C7E0E">
              <w:rPr>
                <w:lang w:val="en-GB"/>
              </w:rPr>
              <w:t xml:space="preserve"> 2)</w:t>
            </w:r>
          </w:p>
        </w:tc>
        <w:tc>
          <w:tcPr>
            <w:tcW w:w="3260" w:type="dxa"/>
          </w:tcPr>
          <w:p w14:paraId="1A9890EC" w14:textId="309738C2" w:rsidR="008C4E21" w:rsidRPr="009C7E0E" w:rsidRDefault="00FB2785" w:rsidP="00FB2785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lang w:val="en-GB"/>
              </w:rPr>
            </w:pPr>
            <w:r w:rsidRPr="009C7E0E">
              <w:rPr>
                <w:lang w:val="en-GB"/>
              </w:rPr>
              <w:t>Place of manufacture</w:t>
            </w:r>
          </w:p>
        </w:tc>
        <w:tc>
          <w:tcPr>
            <w:tcW w:w="3402" w:type="dxa"/>
          </w:tcPr>
          <w:p w14:paraId="69FC7DFB" w14:textId="09CAF0FE" w:rsidR="008C4E21" w:rsidRPr="009C7E0E" w:rsidRDefault="009C7E0E" w:rsidP="009C7E0E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lang w:val="en-GB"/>
              </w:rPr>
            </w:pPr>
            <w:r w:rsidRPr="009C7E0E">
              <w:rPr>
                <w:lang w:val="en-GB"/>
              </w:rPr>
              <w:t>E</w:t>
            </w:r>
            <w:r w:rsidR="00C51832" w:rsidRPr="009C7E0E">
              <w:rPr>
                <w:lang w:val="en-GB"/>
              </w:rPr>
              <w:t>nquiries about the s</w:t>
            </w:r>
            <w:r w:rsidR="008C4E21" w:rsidRPr="009C7E0E">
              <w:rPr>
                <w:lang w:val="en-GB"/>
              </w:rPr>
              <w:t>o</w:t>
            </w:r>
            <w:r w:rsidR="00FB2785" w:rsidRPr="009C7E0E">
              <w:rPr>
                <w:lang w:val="en-GB"/>
              </w:rPr>
              <w:t>cial s</w:t>
            </w:r>
            <w:r w:rsidR="00C51832" w:rsidRPr="009C7E0E">
              <w:rPr>
                <w:lang w:val="en-GB"/>
              </w:rPr>
              <w:t>tandard</w:t>
            </w:r>
            <w:r w:rsidRPr="009C7E0E">
              <w:rPr>
                <w:lang w:val="en-GB"/>
              </w:rPr>
              <w:t xml:space="preserve"> were made </w:t>
            </w:r>
            <w:r w:rsidR="00C51832" w:rsidRPr="009C7E0E">
              <w:rPr>
                <w:lang w:val="en-GB"/>
              </w:rPr>
              <w:t xml:space="preserve">and details </w:t>
            </w:r>
            <w:r w:rsidRPr="009C7E0E">
              <w:rPr>
                <w:lang w:val="en-GB"/>
              </w:rPr>
              <w:t xml:space="preserve">were </w:t>
            </w:r>
            <w:r w:rsidR="00C51832" w:rsidRPr="009C7E0E">
              <w:rPr>
                <w:lang w:val="en-GB"/>
              </w:rPr>
              <w:t>documented in Annex 8</w:t>
            </w:r>
            <w:r w:rsidR="008C4E21" w:rsidRPr="009C7E0E">
              <w:rPr>
                <w:lang w:val="en-GB"/>
              </w:rPr>
              <w:t>?</w:t>
            </w:r>
          </w:p>
        </w:tc>
      </w:tr>
      <w:tr w:rsidR="008C4E21" w:rsidRPr="00A41069" w14:paraId="3CA2A1FB" w14:textId="77777777" w:rsidTr="008C4E21">
        <w:tc>
          <w:tcPr>
            <w:tcW w:w="3510" w:type="dxa"/>
          </w:tcPr>
          <w:p w14:paraId="5FAA9449" w14:textId="77777777" w:rsidR="008C4E21" w:rsidRPr="00A41069" w:rsidRDefault="008C4E21" w:rsidP="00A41069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2E079F85" w14:textId="77777777"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757F737A" w14:textId="77777777" w:rsidR="008C4E21" w:rsidRPr="00A41069" w:rsidRDefault="008C4E21" w:rsidP="00A41069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357DF812" w14:textId="77777777" w:rsidR="008C4E21" w:rsidRPr="00A41069" w:rsidRDefault="008C4E21" w:rsidP="00A41069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14:paraId="3ECB01CD" w14:textId="77777777" w:rsidTr="008C4E21">
        <w:tc>
          <w:tcPr>
            <w:tcW w:w="3510" w:type="dxa"/>
          </w:tcPr>
          <w:p w14:paraId="462CF30C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4574FD88" w14:textId="77777777"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342F3302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11C49D16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14:paraId="278DA96D" w14:textId="77777777" w:rsidTr="008C4E21">
        <w:tc>
          <w:tcPr>
            <w:tcW w:w="3510" w:type="dxa"/>
          </w:tcPr>
          <w:p w14:paraId="0D10E0C7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5B8BFAD2" w14:textId="77777777"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242243E6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5193A0D3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14:paraId="0712C8B1" w14:textId="77777777" w:rsidTr="008C4E21">
        <w:tc>
          <w:tcPr>
            <w:tcW w:w="3510" w:type="dxa"/>
          </w:tcPr>
          <w:p w14:paraId="00A98E39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03C1C919" w14:textId="77777777"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3C4C73E3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5C06AC74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14:paraId="017DC463" w14:textId="77777777" w:rsidTr="008C4E21">
        <w:tc>
          <w:tcPr>
            <w:tcW w:w="3510" w:type="dxa"/>
          </w:tcPr>
          <w:p w14:paraId="76A9ED03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6FF68D90" w14:textId="77777777"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60A1C8B8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399E1AFA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14:paraId="3AE09395" w14:textId="77777777" w:rsidTr="008C4E21">
        <w:tc>
          <w:tcPr>
            <w:tcW w:w="3510" w:type="dxa"/>
          </w:tcPr>
          <w:p w14:paraId="50E3BC17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4BB3AC0D" w14:textId="77777777"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46DC5107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0D1D5F60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14:paraId="1E51E588" w14:textId="77777777" w:rsidTr="008C4E21">
        <w:tc>
          <w:tcPr>
            <w:tcW w:w="3510" w:type="dxa"/>
          </w:tcPr>
          <w:p w14:paraId="548A8D53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625C8CF4" w14:textId="77777777"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13986ABF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5943EFC3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14:paraId="4D50E4BE" w14:textId="77777777" w:rsidTr="008C4E21">
        <w:tc>
          <w:tcPr>
            <w:tcW w:w="3510" w:type="dxa"/>
          </w:tcPr>
          <w:p w14:paraId="46DF5624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00F884B7" w14:textId="77777777"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59080798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24182505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14:paraId="4145F3E1" w14:textId="77777777" w:rsidTr="008C4E21">
        <w:tc>
          <w:tcPr>
            <w:tcW w:w="3510" w:type="dxa"/>
          </w:tcPr>
          <w:p w14:paraId="33642225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237EA61B" w14:textId="77777777"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4CB72A48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29DDE925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14:paraId="704034A2" w14:textId="77777777" w:rsidTr="008C4E21">
        <w:tc>
          <w:tcPr>
            <w:tcW w:w="3510" w:type="dxa"/>
          </w:tcPr>
          <w:p w14:paraId="33A9C47F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12E41A1A" w14:textId="77777777"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53CA0261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07CA2027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14:paraId="6E7F85EF" w14:textId="77777777" w:rsidTr="008C4E21">
        <w:tc>
          <w:tcPr>
            <w:tcW w:w="3510" w:type="dxa"/>
          </w:tcPr>
          <w:p w14:paraId="6A301B18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528C4574" w14:textId="77777777"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6A5155E5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4D591B77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14:paraId="4172A50C" w14:textId="77777777" w:rsidTr="008C4E21">
        <w:tc>
          <w:tcPr>
            <w:tcW w:w="3510" w:type="dxa"/>
          </w:tcPr>
          <w:p w14:paraId="2D421CA2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5C51419A" w14:textId="77777777"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344E871D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43A23907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14:paraId="18B57DAA" w14:textId="77777777" w:rsidTr="008C4E21">
        <w:tc>
          <w:tcPr>
            <w:tcW w:w="3510" w:type="dxa"/>
          </w:tcPr>
          <w:p w14:paraId="66329F97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3F2142B7" w14:textId="77777777"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7A093EAB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4FB61E4E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14:paraId="0F32E5E7" w14:textId="77777777" w:rsidTr="008C4E21">
        <w:tc>
          <w:tcPr>
            <w:tcW w:w="3510" w:type="dxa"/>
          </w:tcPr>
          <w:p w14:paraId="05A2A8BF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4C304D86" w14:textId="77777777"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741AF8F9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49CE6CDB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C4E21" w:rsidRPr="00A41069" w14:paraId="56C1DC4E" w14:textId="77777777" w:rsidTr="008C4E21">
        <w:tc>
          <w:tcPr>
            <w:tcW w:w="3510" w:type="dxa"/>
          </w:tcPr>
          <w:p w14:paraId="2EAA8850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5F3C4425" w14:textId="77777777" w:rsidR="008C4E21" w:rsidRPr="00A41069" w:rsidRDefault="008C4E21" w:rsidP="0085216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260F2C8A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2F2C6F98" w14:textId="77777777" w:rsidR="008C4E21" w:rsidRPr="00A41069" w:rsidRDefault="008C4E21" w:rsidP="00274F9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00BF" w:rsidRPr="00A41069" w14:paraId="403E937F" w14:textId="77777777" w:rsidTr="00A725DF">
        <w:tc>
          <w:tcPr>
            <w:tcW w:w="3510" w:type="dxa"/>
          </w:tcPr>
          <w:p w14:paraId="4BE560CD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39BF6B0B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7F7A6547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158C3E4B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00BF" w:rsidRPr="00A41069" w14:paraId="7A821658" w14:textId="77777777" w:rsidTr="00A725DF">
        <w:tc>
          <w:tcPr>
            <w:tcW w:w="3510" w:type="dxa"/>
          </w:tcPr>
          <w:p w14:paraId="3BAD3738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7F2C2F24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5D196313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31FAB86E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00BF" w:rsidRPr="00A41069" w14:paraId="7C66B409" w14:textId="77777777" w:rsidTr="00A725DF">
        <w:tc>
          <w:tcPr>
            <w:tcW w:w="3510" w:type="dxa"/>
          </w:tcPr>
          <w:p w14:paraId="6BA02B9F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7AB66420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422C1915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30CB2567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00BF" w:rsidRPr="00A41069" w14:paraId="5E3F7B13" w14:textId="77777777" w:rsidTr="00A725DF">
        <w:tc>
          <w:tcPr>
            <w:tcW w:w="3510" w:type="dxa"/>
          </w:tcPr>
          <w:p w14:paraId="0B15B263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5A692FD8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105D4DEF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668382D8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00BF" w:rsidRPr="00A41069" w14:paraId="0D796033" w14:textId="77777777" w:rsidTr="00A725DF">
        <w:tc>
          <w:tcPr>
            <w:tcW w:w="3510" w:type="dxa"/>
          </w:tcPr>
          <w:p w14:paraId="4461633D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6729051B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2BB5D6DE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7A00D85D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00BF" w:rsidRPr="00A41069" w14:paraId="072AAF55" w14:textId="77777777" w:rsidTr="00A725DF">
        <w:tc>
          <w:tcPr>
            <w:tcW w:w="3510" w:type="dxa"/>
          </w:tcPr>
          <w:p w14:paraId="046C341C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4617D6C3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1B96C059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015DD114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00BF" w:rsidRPr="00A41069" w14:paraId="2B9F4381" w14:textId="77777777" w:rsidTr="00A725DF">
        <w:tc>
          <w:tcPr>
            <w:tcW w:w="3510" w:type="dxa"/>
          </w:tcPr>
          <w:p w14:paraId="0B94F2CD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6C3353D0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082330A4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490DA5D2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00BF" w:rsidRPr="00A41069" w14:paraId="2086A517" w14:textId="77777777" w:rsidTr="00A725DF">
        <w:tc>
          <w:tcPr>
            <w:tcW w:w="3510" w:type="dxa"/>
          </w:tcPr>
          <w:p w14:paraId="17ED7A04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111" w:type="dxa"/>
          </w:tcPr>
          <w:p w14:paraId="0C6EB03E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</w:tcPr>
          <w:p w14:paraId="0D6BE443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</w:tcPr>
          <w:p w14:paraId="7F20987B" w14:textId="77777777" w:rsidR="005600BF" w:rsidRPr="00A41069" w:rsidRDefault="005600BF" w:rsidP="00A725D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06F86A4" w14:textId="77777777" w:rsidR="002E629B" w:rsidRDefault="002E629B" w:rsidP="00B37F72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</w:rPr>
      </w:pPr>
    </w:p>
    <w:p w14:paraId="293CE258" w14:textId="77777777" w:rsidR="004E03E8" w:rsidRDefault="004E03E8" w:rsidP="00B37F72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</w:rPr>
      </w:pPr>
    </w:p>
    <w:p w14:paraId="22B2EE0E" w14:textId="77777777" w:rsidR="00083B5D" w:rsidRDefault="00083B5D" w:rsidP="00B37F72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</w:rPr>
      </w:pPr>
    </w:p>
    <w:p w14:paraId="456358D1" w14:textId="77777777" w:rsidR="00083B5D" w:rsidRDefault="00083B5D" w:rsidP="00B37F72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</w:rPr>
      </w:pPr>
    </w:p>
    <w:p w14:paraId="1FC40FE1" w14:textId="77777777" w:rsidR="004E03E8" w:rsidRDefault="004E03E8" w:rsidP="00B37F72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</w:rPr>
      </w:pPr>
    </w:p>
    <w:p w14:paraId="428B767C" w14:textId="77777777" w:rsidR="004E03E8" w:rsidRPr="00A506EE" w:rsidRDefault="004E03E8" w:rsidP="004E03E8">
      <w:pPr>
        <w:pStyle w:val="Textkrper"/>
        <w:spacing w:line="276" w:lineRule="auto"/>
        <w:jc w:val="both"/>
        <w:rPr>
          <w:sz w:val="22"/>
          <w:lang w:val="en-GB"/>
        </w:rPr>
      </w:pPr>
    </w:p>
    <w:p w14:paraId="7B4D50B4" w14:textId="77777777" w:rsidR="004E03E8" w:rsidRPr="00A506EE" w:rsidRDefault="004E03E8" w:rsidP="004E03E8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  <w:r>
        <w:rPr>
          <w:sz w:val="22"/>
          <w:lang w:val="en-GB"/>
        </w:rPr>
        <w:t>Place</w:t>
      </w:r>
      <w:r w:rsidRPr="00A506EE">
        <w:rPr>
          <w:sz w:val="22"/>
          <w:lang w:val="en-GB"/>
        </w:rPr>
        <w:t>:</w:t>
      </w:r>
      <w:r w:rsidRPr="00A506EE">
        <w:rPr>
          <w:sz w:val="22"/>
          <w:lang w:val="en-GB"/>
        </w:rPr>
        <w:tab/>
      </w:r>
      <w:r w:rsidRPr="00A506EE">
        <w:rPr>
          <w:sz w:val="22"/>
          <w:lang w:val="en-GB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2" w:name="Text59"/>
      <w:r w:rsidRPr="00A506EE">
        <w:rPr>
          <w:sz w:val="22"/>
          <w:lang w:val="en-GB"/>
        </w:rPr>
        <w:instrText xml:space="preserve"> FORMTEXT </w:instrText>
      </w:r>
      <w:r w:rsidRPr="00A506EE">
        <w:rPr>
          <w:sz w:val="22"/>
          <w:lang w:val="en-GB"/>
        </w:rPr>
      </w:r>
      <w:r w:rsidRPr="00A506EE">
        <w:rPr>
          <w:sz w:val="22"/>
          <w:lang w:val="en-GB"/>
        </w:rPr>
        <w:fldChar w:fldCharType="separate"/>
      </w:r>
      <w:r w:rsidRPr="00A506EE">
        <w:rPr>
          <w:noProof/>
          <w:sz w:val="22"/>
          <w:lang w:val="en-GB"/>
        </w:rPr>
        <w:t> </w:t>
      </w:r>
      <w:r w:rsidRPr="00A506EE">
        <w:rPr>
          <w:noProof/>
          <w:sz w:val="22"/>
          <w:lang w:val="en-GB"/>
        </w:rPr>
        <w:t> </w:t>
      </w:r>
      <w:r w:rsidRPr="00A506EE">
        <w:rPr>
          <w:noProof/>
          <w:sz w:val="22"/>
          <w:lang w:val="en-GB"/>
        </w:rPr>
        <w:t> </w:t>
      </w:r>
      <w:r w:rsidRPr="00A506EE">
        <w:rPr>
          <w:noProof/>
          <w:sz w:val="22"/>
          <w:lang w:val="en-GB"/>
        </w:rPr>
        <w:t> </w:t>
      </w:r>
      <w:r w:rsidRPr="00A506EE">
        <w:rPr>
          <w:noProof/>
          <w:sz w:val="22"/>
          <w:lang w:val="en-GB"/>
        </w:rPr>
        <w:t> </w:t>
      </w:r>
      <w:r w:rsidRPr="00A506EE">
        <w:rPr>
          <w:sz w:val="22"/>
          <w:lang w:val="en-GB"/>
        </w:rPr>
        <w:fldChar w:fldCharType="end"/>
      </w:r>
      <w:bookmarkEnd w:id="2"/>
      <w:r w:rsidRPr="00A506EE">
        <w:rPr>
          <w:sz w:val="22"/>
          <w:lang w:val="en-GB"/>
        </w:rPr>
        <w:tab/>
      </w:r>
    </w:p>
    <w:p w14:paraId="601E0B8A" w14:textId="77777777" w:rsidR="004E03E8" w:rsidRPr="00A506EE" w:rsidRDefault="004E03E8" w:rsidP="004E03E8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  <w:r w:rsidRPr="00A506EE">
        <w:rPr>
          <w:sz w:val="22"/>
          <w:lang w:val="en-GB"/>
        </w:rPr>
        <w:tab/>
      </w:r>
      <w:r w:rsidRPr="00A506EE">
        <w:rPr>
          <w:sz w:val="22"/>
          <w:lang w:val="en-GB"/>
        </w:rPr>
        <w:tab/>
      </w:r>
    </w:p>
    <w:p w14:paraId="7BAD9A9A" w14:textId="77777777" w:rsidR="004E03E8" w:rsidRPr="00A506EE" w:rsidRDefault="004E03E8" w:rsidP="004E03E8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  <w:r w:rsidRPr="00A506EE">
        <w:rPr>
          <w:sz w:val="22"/>
          <w:lang w:val="en-GB"/>
        </w:rPr>
        <w:t>Dat</w:t>
      </w:r>
      <w:r>
        <w:rPr>
          <w:sz w:val="22"/>
          <w:lang w:val="en-GB"/>
        </w:rPr>
        <w:t>e</w:t>
      </w:r>
      <w:r w:rsidRPr="00A506EE">
        <w:rPr>
          <w:sz w:val="22"/>
          <w:lang w:val="en-GB"/>
        </w:rPr>
        <w:t>:</w:t>
      </w:r>
      <w:r w:rsidRPr="00A506EE">
        <w:rPr>
          <w:sz w:val="22"/>
          <w:lang w:val="en-GB"/>
        </w:rPr>
        <w:tab/>
      </w:r>
      <w:r w:rsidRPr="00A506EE">
        <w:rPr>
          <w:sz w:val="22"/>
          <w:lang w:val="en-GB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3" w:name="Text60"/>
      <w:r w:rsidRPr="00A506EE">
        <w:rPr>
          <w:sz w:val="22"/>
          <w:lang w:val="en-GB"/>
        </w:rPr>
        <w:instrText xml:space="preserve"> FORMTEXT </w:instrText>
      </w:r>
      <w:r w:rsidRPr="00A506EE">
        <w:rPr>
          <w:sz w:val="22"/>
          <w:lang w:val="en-GB"/>
        </w:rPr>
      </w:r>
      <w:r w:rsidRPr="00A506EE">
        <w:rPr>
          <w:sz w:val="22"/>
          <w:lang w:val="en-GB"/>
        </w:rPr>
        <w:fldChar w:fldCharType="separate"/>
      </w:r>
      <w:r w:rsidRPr="00A506EE">
        <w:rPr>
          <w:noProof/>
          <w:sz w:val="22"/>
          <w:lang w:val="en-GB"/>
        </w:rPr>
        <w:t> </w:t>
      </w:r>
      <w:r w:rsidRPr="00A506EE">
        <w:rPr>
          <w:noProof/>
          <w:sz w:val="22"/>
          <w:lang w:val="en-GB"/>
        </w:rPr>
        <w:t> </w:t>
      </w:r>
      <w:r w:rsidRPr="00A506EE">
        <w:rPr>
          <w:noProof/>
          <w:sz w:val="22"/>
          <w:lang w:val="en-GB"/>
        </w:rPr>
        <w:t> </w:t>
      </w:r>
      <w:r w:rsidRPr="00A506EE">
        <w:rPr>
          <w:noProof/>
          <w:sz w:val="22"/>
          <w:lang w:val="en-GB"/>
        </w:rPr>
        <w:t> </w:t>
      </w:r>
      <w:r w:rsidRPr="00A506EE">
        <w:rPr>
          <w:noProof/>
          <w:sz w:val="22"/>
          <w:lang w:val="en-GB"/>
        </w:rPr>
        <w:t> </w:t>
      </w:r>
      <w:r w:rsidRPr="00A506EE">
        <w:rPr>
          <w:sz w:val="22"/>
          <w:lang w:val="en-GB"/>
        </w:rPr>
        <w:fldChar w:fldCharType="end"/>
      </w:r>
      <w:bookmarkEnd w:id="3"/>
      <w:r w:rsidRPr="00A506EE">
        <w:rPr>
          <w:sz w:val="22"/>
          <w:lang w:val="en-GB"/>
        </w:rPr>
        <w:tab/>
      </w:r>
    </w:p>
    <w:p w14:paraId="4E10EE3F" w14:textId="77777777" w:rsidR="004E03E8" w:rsidRPr="00A506EE" w:rsidRDefault="004E03E8" w:rsidP="004E03E8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  <w:r>
        <w:rPr>
          <w:sz w:val="22"/>
          <w:lang w:val="en-GB"/>
        </w:rPr>
        <w:tab/>
      </w:r>
      <w:r>
        <w:rPr>
          <w:sz w:val="22"/>
          <w:lang w:val="en-GB"/>
        </w:rPr>
        <w:tab/>
      </w:r>
      <w:r>
        <w:rPr>
          <w:sz w:val="22"/>
          <w:lang w:val="en-GB"/>
        </w:rPr>
        <w:tab/>
        <w:t>Applicant</w:t>
      </w:r>
      <w:r w:rsidRPr="00A506EE">
        <w:rPr>
          <w:sz w:val="22"/>
          <w:lang w:val="en-GB"/>
        </w:rPr>
        <w:t>:</w:t>
      </w:r>
    </w:p>
    <w:p w14:paraId="7A90BABA" w14:textId="77777777" w:rsidR="004E03E8" w:rsidRPr="006E6E1F" w:rsidRDefault="004E03E8" w:rsidP="004E03E8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  <w:lang w:val="en-GB"/>
        </w:rPr>
      </w:pPr>
      <w:r w:rsidRPr="00A506EE">
        <w:rPr>
          <w:sz w:val="22"/>
          <w:lang w:val="en-GB"/>
        </w:rPr>
        <w:tab/>
      </w:r>
      <w:r w:rsidRPr="00A506EE">
        <w:rPr>
          <w:sz w:val="22"/>
          <w:lang w:val="en-GB"/>
        </w:rPr>
        <w:tab/>
      </w:r>
      <w:r w:rsidRPr="00A506EE">
        <w:rPr>
          <w:sz w:val="22"/>
          <w:lang w:val="en-GB"/>
        </w:rPr>
        <w:tab/>
        <w:t>(</w:t>
      </w:r>
      <w:r>
        <w:rPr>
          <w:sz w:val="22"/>
          <w:lang w:val="en-GB"/>
        </w:rPr>
        <w:t xml:space="preserve">Authorized signature </w:t>
      </w:r>
    </w:p>
    <w:p w14:paraId="1D587B97" w14:textId="77777777" w:rsidR="004E03E8" w:rsidRPr="00A506EE" w:rsidRDefault="004E03E8" w:rsidP="004E03E8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  <w:r>
        <w:rPr>
          <w:sz w:val="22"/>
          <w:lang w:val="en-GB"/>
        </w:rPr>
        <w:tab/>
      </w:r>
      <w:r>
        <w:rPr>
          <w:sz w:val="22"/>
          <w:lang w:val="en-GB"/>
        </w:rPr>
        <w:tab/>
      </w:r>
      <w:r>
        <w:rPr>
          <w:sz w:val="22"/>
          <w:lang w:val="en-GB"/>
        </w:rPr>
        <w:tab/>
        <w:t>and company stamp</w:t>
      </w:r>
      <w:r w:rsidRPr="00A506EE">
        <w:rPr>
          <w:sz w:val="22"/>
          <w:lang w:val="en-GB"/>
        </w:rPr>
        <w:t>)</w:t>
      </w:r>
      <w:r w:rsidRPr="00A506EE">
        <w:rPr>
          <w:sz w:val="22"/>
          <w:lang w:val="en-GB"/>
        </w:rPr>
        <w:tab/>
      </w:r>
    </w:p>
    <w:p w14:paraId="3FA1F046" w14:textId="77777777" w:rsidR="004E03E8" w:rsidRPr="004E03E8" w:rsidRDefault="004E03E8" w:rsidP="00B37F72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  <w:lang w:val="en-GB"/>
        </w:rPr>
      </w:pPr>
    </w:p>
    <w:sectPr w:rsidR="004E03E8" w:rsidRPr="004E03E8" w:rsidSect="00A41069">
      <w:headerReference w:type="even" r:id="rId9"/>
      <w:headerReference w:type="default" r:id="rId10"/>
      <w:footerReference w:type="even" r:id="rId11"/>
      <w:footerReference w:type="default" r:id="rId12"/>
      <w:type w:val="continuous"/>
      <w:pgSz w:w="16840" w:h="11907" w:orient="landscape" w:code="9"/>
      <w:pgMar w:top="1418" w:right="1531" w:bottom="1276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0E064" w14:textId="77777777" w:rsidR="00C51832" w:rsidRDefault="00C51832">
      <w:r>
        <w:separator/>
      </w:r>
    </w:p>
    <w:p w14:paraId="07FD216A" w14:textId="77777777" w:rsidR="00C51832" w:rsidRDefault="00C51832"/>
    <w:p w14:paraId="14F7A51F" w14:textId="77777777" w:rsidR="00C51832" w:rsidRDefault="00C51832" w:rsidP="0050007C"/>
    <w:p w14:paraId="7B863FEB" w14:textId="77777777" w:rsidR="00C51832" w:rsidRDefault="00C51832"/>
    <w:p w14:paraId="684F1A46" w14:textId="77777777" w:rsidR="00C51832" w:rsidRDefault="00C51832"/>
  </w:endnote>
  <w:endnote w:type="continuationSeparator" w:id="0">
    <w:p w14:paraId="1C25299A" w14:textId="77777777" w:rsidR="00C51832" w:rsidRDefault="00C51832">
      <w:r>
        <w:continuationSeparator/>
      </w:r>
    </w:p>
    <w:p w14:paraId="58B9C18D" w14:textId="77777777" w:rsidR="00C51832" w:rsidRDefault="00C51832"/>
    <w:p w14:paraId="6943186F" w14:textId="77777777" w:rsidR="00C51832" w:rsidRDefault="00C51832" w:rsidP="0050007C"/>
    <w:p w14:paraId="4E0D4ED6" w14:textId="77777777" w:rsidR="00C51832" w:rsidRDefault="00C51832"/>
    <w:p w14:paraId="6F9652E3" w14:textId="77777777" w:rsidR="00C51832" w:rsidRDefault="00C518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A7758" w14:textId="77777777" w:rsidR="00C51832" w:rsidRDefault="00C51832">
    <w:pPr>
      <w:pStyle w:val="Fuzeile"/>
    </w:pPr>
  </w:p>
  <w:p w14:paraId="10D13A8C" w14:textId="77777777" w:rsidR="00C51832" w:rsidRDefault="00C51832"/>
  <w:p w14:paraId="45BFBC97" w14:textId="77777777" w:rsidR="00C51832" w:rsidRDefault="00C51832" w:rsidP="0050007C"/>
  <w:p w14:paraId="67B2BB61" w14:textId="77777777" w:rsidR="00C51832" w:rsidRDefault="00C51832" w:rsidP="0050007C"/>
  <w:p w14:paraId="4ECB5FDD" w14:textId="77777777" w:rsidR="00C51832" w:rsidRDefault="00C51832" w:rsidP="0057454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98DE76" w14:textId="19127803" w:rsidR="00C51832" w:rsidRPr="009C7E0E" w:rsidRDefault="00C51832" w:rsidP="00E41019">
    <w:pPr>
      <w:pStyle w:val="Fuzeile"/>
      <w:rPr>
        <w:lang w:val="en-GB"/>
      </w:rPr>
    </w:pPr>
    <w:r w:rsidRPr="009C7E0E">
      <w:rPr>
        <w:lang w:val="en-GB"/>
      </w:rPr>
      <w:t>An</w:t>
    </w:r>
    <w:r w:rsidR="009C7E0E" w:rsidRPr="009C7E0E">
      <w:rPr>
        <w:lang w:val="en-GB"/>
      </w:rPr>
      <w:t>nex 7</w:t>
    </w:r>
    <w:r w:rsidRPr="009C7E0E">
      <w:rPr>
        <w:lang w:val="en-GB"/>
      </w:rPr>
      <w:tab/>
    </w:r>
    <w:r w:rsidRPr="009C7E0E">
      <w:rPr>
        <w:rStyle w:val="Seitenzahl"/>
        <w:lang w:val="en-GB"/>
      </w:rPr>
      <w:fldChar w:fldCharType="begin"/>
    </w:r>
    <w:r w:rsidRPr="009C7E0E">
      <w:rPr>
        <w:rStyle w:val="Seitenzahl"/>
        <w:lang w:val="en-GB"/>
      </w:rPr>
      <w:instrText xml:space="preserve"> PAGE </w:instrText>
    </w:r>
    <w:r w:rsidRPr="009C7E0E">
      <w:rPr>
        <w:rStyle w:val="Seitenzahl"/>
        <w:lang w:val="en-GB"/>
      </w:rPr>
      <w:fldChar w:fldCharType="separate"/>
    </w:r>
    <w:r w:rsidR="00B13600">
      <w:rPr>
        <w:rStyle w:val="Seitenzahl"/>
        <w:noProof/>
        <w:lang w:val="en-GB"/>
      </w:rPr>
      <w:t>2</w:t>
    </w:r>
    <w:r w:rsidRPr="009C7E0E">
      <w:rPr>
        <w:rStyle w:val="Seitenzahl"/>
        <w:lang w:val="en-GB"/>
      </w:rPr>
      <w:fldChar w:fldCharType="end"/>
    </w:r>
    <w:r w:rsidRPr="009C7E0E">
      <w:rPr>
        <w:lang w:val="en-GB"/>
      </w:rPr>
      <w:t>/</w:t>
    </w:r>
    <w:r w:rsidRPr="009C7E0E">
      <w:rPr>
        <w:lang w:val="en-GB"/>
      </w:rPr>
      <w:fldChar w:fldCharType="begin"/>
    </w:r>
    <w:r w:rsidRPr="009C7E0E">
      <w:rPr>
        <w:lang w:val="en-GB"/>
      </w:rPr>
      <w:instrText xml:space="preserve"> NUMPAGES   \* MERGEFORMAT </w:instrText>
    </w:r>
    <w:r w:rsidRPr="009C7E0E">
      <w:rPr>
        <w:lang w:val="en-GB"/>
      </w:rPr>
      <w:fldChar w:fldCharType="separate"/>
    </w:r>
    <w:r w:rsidR="00B13600">
      <w:rPr>
        <w:noProof/>
        <w:lang w:val="en-GB"/>
      </w:rPr>
      <w:t>2</w:t>
    </w:r>
    <w:r w:rsidRPr="009C7E0E">
      <w:rPr>
        <w:noProof/>
        <w:lang w:val="en-GB"/>
      </w:rPr>
      <w:fldChar w:fldCharType="end"/>
    </w:r>
    <w:r w:rsidR="004862EA">
      <w:rPr>
        <w:noProof/>
        <w:lang w:val="en-GB"/>
      </w:rPr>
      <w:tab/>
    </w:r>
    <w:r w:rsidR="004862EA">
      <w:rPr>
        <w:noProof/>
        <w:lang w:val="en-GB"/>
      </w:rPr>
      <w:tab/>
    </w:r>
    <w:r w:rsidR="004862EA">
      <w:rPr>
        <w:noProof/>
        <w:lang w:val="en-GB"/>
      </w:rPr>
      <w:tab/>
    </w:r>
    <w:r w:rsidRPr="009C7E0E">
      <w:rPr>
        <w:lang w:val="en-GB"/>
      </w:rPr>
      <w:tab/>
    </w:r>
    <w:r w:rsidR="004862EA">
      <w:rPr>
        <w:lang w:val="en-GB"/>
      </w:rPr>
      <w:t>DE</w:t>
    </w:r>
    <w:r w:rsidRPr="009C7E0E">
      <w:rPr>
        <w:lang w:val="en-GB"/>
      </w:rPr>
      <w:t xml:space="preserve">-UZ 207 </w:t>
    </w:r>
    <w:r w:rsidR="004862EA">
      <w:rPr>
        <w:lang w:val="en-GB"/>
      </w:rPr>
      <w:t>Edition</w:t>
    </w:r>
    <w:r w:rsidRPr="009C7E0E">
      <w:rPr>
        <w:lang w:val="en-GB"/>
      </w:rPr>
      <w:t xml:space="preserve"> Januar</w:t>
    </w:r>
    <w:r w:rsidR="009C7E0E" w:rsidRPr="009C7E0E">
      <w:rPr>
        <w:lang w:val="en-GB"/>
      </w:rPr>
      <w:t>y</w:t>
    </w:r>
    <w:r w:rsidRPr="009C7E0E">
      <w:rPr>
        <w:lang w:val="en-GB"/>
      </w:rPr>
      <w:t xml:space="preserve">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8D0337" w14:textId="77777777" w:rsidR="00C51832" w:rsidRDefault="00C51832">
      <w:r>
        <w:separator/>
      </w:r>
    </w:p>
  </w:footnote>
  <w:footnote w:type="continuationSeparator" w:id="0">
    <w:p w14:paraId="73DA83AA" w14:textId="77777777" w:rsidR="00C51832" w:rsidRDefault="00C51832">
      <w:r>
        <w:continuationSeparator/>
      </w:r>
    </w:p>
    <w:p w14:paraId="20F9F769" w14:textId="77777777" w:rsidR="00C51832" w:rsidRDefault="00C51832"/>
    <w:p w14:paraId="30954B4A" w14:textId="77777777" w:rsidR="00C51832" w:rsidRDefault="00C51832" w:rsidP="0050007C"/>
    <w:p w14:paraId="6A762F0C" w14:textId="77777777" w:rsidR="00C51832" w:rsidRDefault="00C51832"/>
    <w:p w14:paraId="52F7BF0B" w14:textId="77777777" w:rsidR="00C51832" w:rsidRDefault="00C518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ED98AE" w14:textId="77777777" w:rsidR="00C51832" w:rsidRDefault="00C51832">
    <w:pPr>
      <w:pStyle w:val="Kopfzeile"/>
    </w:pPr>
  </w:p>
  <w:p w14:paraId="6B072A4B" w14:textId="77777777" w:rsidR="00C51832" w:rsidRDefault="00C51832"/>
  <w:p w14:paraId="0CEE6C58" w14:textId="77777777" w:rsidR="00C51832" w:rsidRDefault="00C51832" w:rsidP="0050007C"/>
  <w:p w14:paraId="31BF316E" w14:textId="77777777" w:rsidR="00C51832" w:rsidRDefault="00C51832" w:rsidP="0050007C"/>
  <w:p w14:paraId="0ED80B0D" w14:textId="77777777" w:rsidR="00C51832" w:rsidRDefault="00C51832" w:rsidP="0057454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FB197D" w14:textId="77777777" w:rsidR="00C51832" w:rsidRDefault="00C51832" w:rsidP="00C83B8A">
    <w:pPr>
      <w:pStyle w:val="Kopfzeile"/>
      <w:jc w:val="right"/>
    </w:pPr>
    <w:r>
      <w:rPr>
        <w:noProof/>
      </w:rPr>
      <w:drawing>
        <wp:inline distT="0" distB="0" distL="0" distR="0" wp14:anchorId="753C2231" wp14:editId="1EF8B8D3">
          <wp:extent cx="885825" cy="619125"/>
          <wp:effectExtent l="0" t="0" r="9525" b="9525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0DC154" w14:textId="77777777" w:rsidR="00C51832" w:rsidRDefault="00C51832" w:rsidP="00C83B8A">
    <w:pPr>
      <w:pStyle w:val="Kopfzeile"/>
      <w:jc w:val="right"/>
    </w:pPr>
  </w:p>
  <w:p w14:paraId="77BE8329" w14:textId="77777777" w:rsidR="00C51832" w:rsidRDefault="00C51832" w:rsidP="005745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kUIK4h9jUkBgf6syopjXAoUIYjQ=" w:salt="w9jdVl/zCPVQxH5/gUNah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297"/>
    <w:rsid w:val="0000559F"/>
    <w:rsid w:val="00006F5D"/>
    <w:rsid w:val="00010638"/>
    <w:rsid w:val="0001304D"/>
    <w:rsid w:val="000132C8"/>
    <w:rsid w:val="00016B19"/>
    <w:rsid w:val="00017B60"/>
    <w:rsid w:val="0002001B"/>
    <w:rsid w:val="00023B55"/>
    <w:rsid w:val="00023FFD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11B"/>
    <w:rsid w:val="000570B4"/>
    <w:rsid w:val="00057A7E"/>
    <w:rsid w:val="00060160"/>
    <w:rsid w:val="00060221"/>
    <w:rsid w:val="00063962"/>
    <w:rsid w:val="0006627D"/>
    <w:rsid w:val="0007395D"/>
    <w:rsid w:val="00075311"/>
    <w:rsid w:val="00077406"/>
    <w:rsid w:val="000815AE"/>
    <w:rsid w:val="00081750"/>
    <w:rsid w:val="00083B5D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4EE5"/>
    <w:rsid w:val="00125A24"/>
    <w:rsid w:val="00127145"/>
    <w:rsid w:val="00135190"/>
    <w:rsid w:val="0013591F"/>
    <w:rsid w:val="00135AAD"/>
    <w:rsid w:val="00137532"/>
    <w:rsid w:val="00137F85"/>
    <w:rsid w:val="00141CBE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15F4"/>
    <w:rsid w:val="001E4CDF"/>
    <w:rsid w:val="001E668E"/>
    <w:rsid w:val="001E6D5F"/>
    <w:rsid w:val="001F07A2"/>
    <w:rsid w:val="001F0CB6"/>
    <w:rsid w:val="001F0D0B"/>
    <w:rsid w:val="001F1317"/>
    <w:rsid w:val="001F1C81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5F5"/>
    <w:rsid w:val="002B4F3D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57"/>
    <w:rsid w:val="003345CE"/>
    <w:rsid w:val="003363F0"/>
    <w:rsid w:val="003371F1"/>
    <w:rsid w:val="00342C0D"/>
    <w:rsid w:val="00346F3E"/>
    <w:rsid w:val="00356883"/>
    <w:rsid w:val="00357909"/>
    <w:rsid w:val="003608A8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862EA"/>
    <w:rsid w:val="00491165"/>
    <w:rsid w:val="0049116E"/>
    <w:rsid w:val="00491B6D"/>
    <w:rsid w:val="00495298"/>
    <w:rsid w:val="004966D2"/>
    <w:rsid w:val="004A069E"/>
    <w:rsid w:val="004A45E3"/>
    <w:rsid w:val="004B0385"/>
    <w:rsid w:val="004B7350"/>
    <w:rsid w:val="004C3108"/>
    <w:rsid w:val="004C33C1"/>
    <w:rsid w:val="004C4903"/>
    <w:rsid w:val="004C4A23"/>
    <w:rsid w:val="004D1C64"/>
    <w:rsid w:val="004D6734"/>
    <w:rsid w:val="004D6F3B"/>
    <w:rsid w:val="004E02E1"/>
    <w:rsid w:val="004E03E8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5739D"/>
    <w:rsid w:val="005600BF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D21"/>
    <w:rsid w:val="005C333F"/>
    <w:rsid w:val="005C63C6"/>
    <w:rsid w:val="005C7F5C"/>
    <w:rsid w:val="005C7F7C"/>
    <w:rsid w:val="005D153F"/>
    <w:rsid w:val="005D5CC5"/>
    <w:rsid w:val="005E17AE"/>
    <w:rsid w:val="005E66BB"/>
    <w:rsid w:val="005F0B28"/>
    <w:rsid w:val="005F35D0"/>
    <w:rsid w:val="00603CCD"/>
    <w:rsid w:val="00604389"/>
    <w:rsid w:val="006069D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57F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86244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52BD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1883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4D69"/>
    <w:rsid w:val="0092566D"/>
    <w:rsid w:val="00926BB0"/>
    <w:rsid w:val="00930101"/>
    <w:rsid w:val="0093366D"/>
    <w:rsid w:val="00936966"/>
    <w:rsid w:val="00940D1E"/>
    <w:rsid w:val="00941931"/>
    <w:rsid w:val="009439FD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C7E0E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4CA3"/>
    <w:rsid w:val="00A76C23"/>
    <w:rsid w:val="00A76F52"/>
    <w:rsid w:val="00A77910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600"/>
    <w:rsid w:val="00B13E12"/>
    <w:rsid w:val="00B211A8"/>
    <w:rsid w:val="00B234E8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504"/>
    <w:rsid w:val="00BD5445"/>
    <w:rsid w:val="00BD5668"/>
    <w:rsid w:val="00BD57D6"/>
    <w:rsid w:val="00BD604C"/>
    <w:rsid w:val="00BD6C65"/>
    <w:rsid w:val="00BE0FC6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462"/>
    <w:rsid w:val="00C006A2"/>
    <w:rsid w:val="00C02D50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F73"/>
    <w:rsid w:val="00C51832"/>
    <w:rsid w:val="00C52039"/>
    <w:rsid w:val="00C5216A"/>
    <w:rsid w:val="00C532D5"/>
    <w:rsid w:val="00C53CBC"/>
    <w:rsid w:val="00C53FD9"/>
    <w:rsid w:val="00C546B6"/>
    <w:rsid w:val="00C55637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24D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25E5"/>
    <w:rsid w:val="00E35339"/>
    <w:rsid w:val="00E356BF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75B"/>
    <w:rsid w:val="00EC2661"/>
    <w:rsid w:val="00EC4191"/>
    <w:rsid w:val="00EC4CD1"/>
    <w:rsid w:val="00EC4D92"/>
    <w:rsid w:val="00EC538A"/>
    <w:rsid w:val="00EC5EE2"/>
    <w:rsid w:val="00ED106F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225D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82C"/>
    <w:rsid w:val="00F55A11"/>
    <w:rsid w:val="00F60DAD"/>
    <w:rsid w:val="00F62B7E"/>
    <w:rsid w:val="00F713F3"/>
    <w:rsid w:val="00F7146A"/>
    <w:rsid w:val="00F730FA"/>
    <w:rsid w:val="00F80D83"/>
    <w:rsid w:val="00F81779"/>
    <w:rsid w:val="00F82946"/>
    <w:rsid w:val="00F82F84"/>
    <w:rsid w:val="00F84BB6"/>
    <w:rsid w:val="00F84EAE"/>
    <w:rsid w:val="00F8633C"/>
    <w:rsid w:val="00F869AB"/>
    <w:rsid w:val="00F9313D"/>
    <w:rsid w:val="00F93CAE"/>
    <w:rsid w:val="00F93E39"/>
    <w:rsid w:val="00F9415B"/>
    <w:rsid w:val="00F967BE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2785"/>
    <w:rsid w:val="00FB4C0E"/>
    <w:rsid w:val="00FB4F86"/>
    <w:rsid w:val="00FB589C"/>
    <w:rsid w:val="00FB5C20"/>
    <w:rsid w:val="00FB63F7"/>
    <w:rsid w:val="00FB64B8"/>
    <w:rsid w:val="00FB66B7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94F7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4E03E8"/>
    <w:rPr>
      <w:rFonts w:ascii="Arial" w:hAnsi="Arial" w:cs="Arial"/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4E03E8"/>
    <w:rPr>
      <w:rFonts w:ascii="Arial" w:hAnsi="Arial" w:cs="Arial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2CA1E-0520-4BE0-B9D6-781943DA7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RAL.dot</Template>
  <TotalTime>0</TotalTime>
  <Pages>2</Pages>
  <Words>379</Words>
  <Characters>2010</Characters>
  <Application>Microsoft Office Word</Application>
  <DocSecurity>0</DocSecurity>
  <Lines>45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Liebig Dr., Susanna</cp:lastModifiedBy>
  <cp:revision>2</cp:revision>
  <cp:lastPrinted>2017-12-20T15:19:00Z</cp:lastPrinted>
  <dcterms:created xsi:type="dcterms:W3CDTF">2018-06-26T08:11:00Z</dcterms:created>
  <dcterms:modified xsi:type="dcterms:W3CDTF">2018-06-26T08:11:00Z</dcterms:modified>
</cp:coreProperties>
</file>