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F3AFD" w14:textId="77777777" w:rsidR="0011705F" w:rsidRDefault="0011705F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</w:p>
    <w:p w14:paraId="3CC27431" w14:textId="785ADE8E" w:rsidR="00263B8B" w:rsidRPr="00FD3699" w:rsidRDefault="00263B8B" w:rsidP="00EB4696">
      <w:pPr>
        <w:spacing w:line="288" w:lineRule="auto"/>
        <w:rPr>
          <w:rFonts w:ascii="Verdana" w:hAnsi="Verdana"/>
          <w:b/>
          <w:bCs/>
          <w:sz w:val="20"/>
          <w:szCs w:val="20"/>
          <w:lang w:val="en-US"/>
        </w:rPr>
      </w:pPr>
      <w:r w:rsidRPr="00FD3699">
        <w:rPr>
          <w:rFonts w:ascii="Verdana" w:hAnsi="Verdana"/>
          <w:b/>
          <w:bCs/>
          <w:sz w:val="20"/>
          <w:szCs w:val="20"/>
          <w:lang w:val="en-US"/>
        </w:rPr>
        <w:t>Checklist</w:t>
      </w:r>
    </w:p>
    <w:p w14:paraId="0AF04E27" w14:textId="77777777" w:rsidR="00263B8B" w:rsidRPr="00FD3699" w:rsidRDefault="00263B8B" w:rsidP="00EB4696">
      <w:pPr>
        <w:spacing w:line="288" w:lineRule="auto"/>
        <w:rPr>
          <w:rFonts w:ascii="Verdana" w:hAnsi="Verdana"/>
          <w:sz w:val="20"/>
          <w:szCs w:val="20"/>
          <w:lang w:val="en-US"/>
        </w:rPr>
      </w:pPr>
    </w:p>
    <w:p w14:paraId="3FF2D32F" w14:textId="65F3A489" w:rsidR="00263B8B" w:rsidRPr="002E476A" w:rsidRDefault="002E476A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  <w:lang w:val="en-GB"/>
        </w:rPr>
      </w:pPr>
      <w:r w:rsidRPr="002E476A">
        <w:rPr>
          <w:rFonts w:ascii="Verdana" w:hAnsi="Verdana"/>
          <w:sz w:val="20"/>
          <w:szCs w:val="20"/>
          <w:lang w:val="en-GB"/>
        </w:rPr>
        <w:t>Re</w:t>
      </w:r>
      <w:r w:rsidR="00AE78A5" w:rsidRPr="002E476A">
        <w:rPr>
          <w:rFonts w:ascii="Verdana" w:hAnsi="Verdana"/>
          <w:sz w:val="20"/>
          <w:szCs w:val="20"/>
          <w:lang w:val="en-GB"/>
        </w:rPr>
        <w:t>.:</w:t>
      </w:r>
      <w:r w:rsidR="00AE78A5" w:rsidRPr="002E476A">
        <w:rPr>
          <w:rFonts w:ascii="Verdana" w:hAnsi="Verdana"/>
          <w:sz w:val="20"/>
          <w:szCs w:val="20"/>
          <w:lang w:val="en-GB"/>
        </w:rPr>
        <w:tab/>
      </w:r>
      <w:r w:rsidRPr="002E476A">
        <w:rPr>
          <w:rFonts w:ascii="Verdana" w:hAnsi="Verdana"/>
          <w:sz w:val="20"/>
          <w:szCs w:val="20"/>
          <w:lang w:val="en-GB"/>
        </w:rPr>
        <w:t>Application for environmental label</w:t>
      </w:r>
      <w:r w:rsidR="00263B8B" w:rsidRPr="002E476A">
        <w:rPr>
          <w:rFonts w:ascii="Verdana" w:hAnsi="Verdana"/>
          <w:sz w:val="20"/>
          <w:szCs w:val="20"/>
          <w:lang w:val="en-GB"/>
        </w:rPr>
        <w:t xml:space="preserve"> </w:t>
      </w:r>
      <w:r w:rsidR="000A1B09" w:rsidRPr="002E476A">
        <w:rPr>
          <w:rFonts w:ascii="Verdana" w:hAnsi="Verdana"/>
          <w:sz w:val="20"/>
          <w:szCs w:val="20"/>
          <w:lang w:val="en-GB"/>
        </w:rPr>
        <w:t>DE</w:t>
      </w:r>
      <w:r w:rsidR="00263B8B" w:rsidRPr="002E476A">
        <w:rPr>
          <w:rFonts w:ascii="Verdana" w:hAnsi="Verdana"/>
          <w:sz w:val="20"/>
          <w:szCs w:val="20"/>
          <w:lang w:val="en-GB"/>
        </w:rPr>
        <w:t xml:space="preserve">-UZ </w:t>
      </w:r>
      <w:r w:rsidR="00184E5A" w:rsidRPr="002E476A">
        <w:rPr>
          <w:rFonts w:ascii="Verdana" w:hAnsi="Verdana"/>
          <w:sz w:val="20"/>
          <w:szCs w:val="20"/>
          <w:lang w:val="en-GB"/>
        </w:rPr>
        <w:t>222</w:t>
      </w:r>
    </w:p>
    <w:p w14:paraId="619C8192" w14:textId="51F82359" w:rsidR="00263B8B" w:rsidRPr="009243E5" w:rsidRDefault="00263B8B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  <w:lang w:val="en-GB"/>
        </w:rPr>
      </w:pPr>
      <w:r w:rsidRPr="002E476A">
        <w:rPr>
          <w:rFonts w:ascii="Verdana" w:hAnsi="Verdana"/>
          <w:sz w:val="20"/>
          <w:szCs w:val="20"/>
          <w:lang w:val="en-GB"/>
        </w:rPr>
        <w:t xml:space="preserve"> </w:t>
      </w:r>
      <w:r w:rsidR="00AE78A5" w:rsidRPr="002E476A">
        <w:rPr>
          <w:rFonts w:ascii="Verdana" w:hAnsi="Verdana"/>
          <w:sz w:val="20"/>
          <w:szCs w:val="20"/>
          <w:lang w:val="en-GB"/>
        </w:rPr>
        <w:tab/>
      </w:r>
      <w:r w:rsidRPr="009243E5">
        <w:rPr>
          <w:rFonts w:ascii="Verdana" w:hAnsi="Verdana"/>
          <w:sz w:val="20"/>
          <w:szCs w:val="20"/>
          <w:lang w:val="en-GB"/>
        </w:rPr>
        <w:t>f</w:t>
      </w:r>
      <w:r w:rsidR="002E476A" w:rsidRPr="009243E5">
        <w:rPr>
          <w:rFonts w:ascii="Verdana" w:hAnsi="Verdana"/>
          <w:sz w:val="20"/>
          <w:szCs w:val="20"/>
          <w:lang w:val="en-GB"/>
        </w:rPr>
        <w:t>or</w:t>
      </w:r>
      <w:r w:rsidRPr="009243E5">
        <w:rPr>
          <w:rFonts w:ascii="Verdana" w:hAnsi="Verdana"/>
          <w:sz w:val="20"/>
          <w:szCs w:val="20"/>
          <w:lang w:val="en-GB"/>
        </w:rPr>
        <w:t xml:space="preserve"> </w:t>
      </w:r>
      <w:r w:rsidRPr="009243E5">
        <w:rPr>
          <w:rFonts w:ascii="Verdana" w:hAnsi="Verdana"/>
          <w:b/>
          <w:sz w:val="20"/>
          <w:szCs w:val="20"/>
          <w:lang w:val="en-GB"/>
        </w:rPr>
        <w:t>"</w:t>
      </w:r>
      <w:r w:rsidR="009243E5" w:rsidRPr="009243E5">
        <w:rPr>
          <w:lang w:val="en-GB"/>
        </w:rPr>
        <w:t xml:space="preserve"> </w:t>
      </w:r>
      <w:r w:rsidR="009243E5" w:rsidRPr="009243E5">
        <w:rPr>
          <w:rFonts w:ascii="Verdana" w:hAnsi="Verdana"/>
          <w:b/>
          <w:sz w:val="20"/>
          <w:szCs w:val="20"/>
          <w:lang w:val="en-GB"/>
        </w:rPr>
        <w:t xml:space="preserve">Particle separators for firewood single room heating </w:t>
      </w:r>
      <w:proofErr w:type="gramStart"/>
      <w:r w:rsidR="009243E5" w:rsidRPr="009243E5">
        <w:rPr>
          <w:rFonts w:ascii="Verdana" w:hAnsi="Verdana"/>
          <w:b/>
          <w:sz w:val="20"/>
          <w:szCs w:val="20"/>
          <w:lang w:val="en-GB"/>
        </w:rPr>
        <w:t>appliances</w:t>
      </w:r>
      <w:r w:rsidRPr="009243E5">
        <w:rPr>
          <w:rFonts w:ascii="Verdana" w:hAnsi="Verdana"/>
          <w:b/>
          <w:sz w:val="20"/>
          <w:szCs w:val="20"/>
          <w:lang w:val="en-GB"/>
        </w:rPr>
        <w:t>“</w:t>
      </w:r>
      <w:proofErr w:type="gramEnd"/>
    </w:p>
    <w:p w14:paraId="4C23B387" w14:textId="2D736096" w:rsidR="00263B8B" w:rsidRPr="009243E5" w:rsidRDefault="00263B8B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</w:p>
    <w:p w14:paraId="3E4D19CF" w14:textId="77777777" w:rsidR="0011705F" w:rsidRPr="009243E5" w:rsidRDefault="0011705F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</w:p>
    <w:p w14:paraId="10AB14B1" w14:textId="67709B01" w:rsidR="00263B8B" w:rsidRPr="007A3744" w:rsidRDefault="009243E5" w:rsidP="00EB4696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Dear Ladies and Gentlemen</w:t>
      </w:r>
      <w:r w:rsidR="00263B8B" w:rsidRPr="007A3744">
        <w:rPr>
          <w:rFonts w:ascii="Verdana" w:hAnsi="Verdana"/>
          <w:sz w:val="20"/>
          <w:szCs w:val="20"/>
        </w:rPr>
        <w:t>,</w:t>
      </w:r>
    </w:p>
    <w:p w14:paraId="0E458B3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CF995D1" w14:textId="4FFF9B11" w:rsidR="00263B8B" w:rsidRPr="009243E5" w:rsidRDefault="009243E5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  <w:r w:rsidRPr="009243E5">
        <w:rPr>
          <w:rFonts w:ascii="Verdana" w:hAnsi="Verdana"/>
          <w:sz w:val="20"/>
          <w:szCs w:val="20"/>
          <w:lang w:val="en-GB"/>
        </w:rPr>
        <w:t xml:space="preserve">Your application for the </w:t>
      </w:r>
      <w:r>
        <w:rPr>
          <w:rFonts w:ascii="Verdana" w:hAnsi="Verdana"/>
          <w:sz w:val="20"/>
          <w:szCs w:val="20"/>
          <w:lang w:val="en-GB"/>
        </w:rPr>
        <w:t>Blue Angel</w:t>
      </w:r>
      <w:r w:rsidRPr="009243E5">
        <w:rPr>
          <w:rFonts w:ascii="Verdana" w:hAnsi="Verdana"/>
          <w:sz w:val="20"/>
          <w:szCs w:val="20"/>
          <w:lang w:val="en-GB"/>
        </w:rPr>
        <w:t xml:space="preserve"> can only be processed without loss of time if RAL gGmbH is </w:t>
      </w:r>
      <w:r>
        <w:rPr>
          <w:rFonts w:ascii="Verdana" w:hAnsi="Verdana"/>
          <w:sz w:val="20"/>
          <w:szCs w:val="20"/>
          <w:lang w:val="en-GB"/>
        </w:rPr>
        <w:t>provided the following information</w:t>
      </w:r>
      <w:r w:rsidRPr="009243E5">
        <w:rPr>
          <w:rFonts w:ascii="Verdana" w:hAnsi="Verdana"/>
          <w:sz w:val="20"/>
          <w:szCs w:val="20"/>
          <w:lang w:val="en-GB"/>
        </w:rPr>
        <w:t xml:space="preserve"> (to be indicated in the </w:t>
      </w:r>
      <w:r>
        <w:rPr>
          <w:rFonts w:ascii="Verdana" w:hAnsi="Verdana"/>
          <w:sz w:val="20"/>
          <w:szCs w:val="20"/>
          <w:lang w:val="en-GB"/>
        </w:rPr>
        <w:t>Web-P</w:t>
      </w:r>
      <w:r w:rsidRPr="009243E5">
        <w:rPr>
          <w:rFonts w:ascii="Verdana" w:hAnsi="Verdana"/>
          <w:sz w:val="20"/>
          <w:szCs w:val="20"/>
          <w:lang w:val="en-GB"/>
        </w:rPr>
        <w:t>ortal when submitting the application</w:t>
      </w:r>
      <w:proofErr w:type="gramStart"/>
      <w:r w:rsidRPr="009243E5">
        <w:rPr>
          <w:rFonts w:ascii="Verdana" w:hAnsi="Verdana"/>
          <w:sz w:val="20"/>
          <w:szCs w:val="20"/>
          <w:lang w:val="en-GB"/>
        </w:rPr>
        <w:t>)::</w:t>
      </w:r>
      <w:proofErr w:type="gramEnd"/>
    </w:p>
    <w:p w14:paraId="2DF5438D" w14:textId="77777777" w:rsidR="00325FCE" w:rsidRPr="009243E5" w:rsidRDefault="00325FCE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14"/>
      </w:tblGrid>
      <w:tr w:rsidR="005025F1" w:rsidRPr="00FD3699" w14:paraId="02B35C55" w14:textId="77777777" w:rsidTr="005025F1">
        <w:tc>
          <w:tcPr>
            <w:tcW w:w="9214" w:type="dxa"/>
            <w:shd w:val="clear" w:color="auto" w:fill="auto"/>
          </w:tcPr>
          <w:p w14:paraId="3FD2527D" w14:textId="17242D2A" w:rsidR="00325FCE" w:rsidRPr="009243E5" w:rsidRDefault="009243E5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  <w:lang w:val="en-GB"/>
              </w:rPr>
            </w:pPr>
            <w:r w:rsidRPr="009243E5">
              <w:rPr>
                <w:rFonts w:ascii="Verdana" w:hAnsi="Verdana"/>
                <w:sz w:val="20"/>
                <w:szCs w:val="20"/>
                <w:lang w:val="en-GB"/>
              </w:rPr>
              <w:t>Expected sales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value</w:t>
            </w:r>
            <w:r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 of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the</w:t>
            </w:r>
            <w:r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 eco-labeled product in the year of application.</w:t>
            </w:r>
          </w:p>
        </w:tc>
      </w:tr>
      <w:tr w:rsidR="00F9133E" w:rsidRPr="00FD3699" w14:paraId="0E01A61D" w14:textId="77777777" w:rsidTr="005025F1">
        <w:tc>
          <w:tcPr>
            <w:tcW w:w="9214" w:type="dxa"/>
            <w:shd w:val="clear" w:color="auto" w:fill="auto"/>
          </w:tcPr>
          <w:p w14:paraId="7B4B2CC6" w14:textId="62E91853" w:rsidR="00F9133E" w:rsidRPr="009243E5" w:rsidRDefault="009243E5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  <w:lang w:val="en-GB"/>
              </w:rPr>
            </w:pPr>
            <w:r w:rsidRPr="009243E5">
              <w:rPr>
                <w:rFonts w:ascii="Verdana" w:hAnsi="Verdana"/>
                <w:sz w:val="20"/>
                <w:szCs w:val="20"/>
                <w:lang w:val="en-GB"/>
              </w:rPr>
              <w:t>Indication of the authorized persons to conclude the contract. These must also be registered in the web portal</w:t>
            </w:r>
            <w:r w:rsidR="00F9133E" w:rsidRPr="009243E5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</w:tbl>
    <w:p w14:paraId="35E9D0F7" w14:textId="77777777" w:rsidR="00325FCE" w:rsidRPr="009243E5" w:rsidRDefault="00325FCE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66027463" w14:textId="0C0F4BEB" w:rsidR="00256A41" w:rsidRPr="009243E5" w:rsidRDefault="009243E5" w:rsidP="002766E9">
      <w:pPr>
        <w:spacing w:after="120"/>
        <w:rPr>
          <w:rFonts w:ascii="Verdana" w:hAnsi="Verdana"/>
          <w:b/>
          <w:sz w:val="20"/>
          <w:szCs w:val="20"/>
          <w:lang w:val="en-GB"/>
        </w:rPr>
      </w:pPr>
      <w:r w:rsidRPr="009243E5">
        <w:rPr>
          <w:rFonts w:ascii="Verdana" w:hAnsi="Verdana"/>
          <w:b/>
          <w:sz w:val="20"/>
          <w:szCs w:val="20"/>
          <w:lang w:val="en-GB"/>
        </w:rPr>
        <w:t>Please provide the following documents</w:t>
      </w:r>
      <w:r w:rsidR="00256A41" w:rsidRPr="009243E5">
        <w:rPr>
          <w:rFonts w:ascii="Verdana" w:hAnsi="Verdana"/>
          <w:b/>
          <w:sz w:val="20"/>
          <w:szCs w:val="20"/>
          <w:lang w:val="en-GB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FD3699" w14:paraId="4BBAEE56" w14:textId="77777777" w:rsidTr="0093500C">
        <w:tc>
          <w:tcPr>
            <w:tcW w:w="567" w:type="dxa"/>
            <w:vAlign w:val="center"/>
          </w:tcPr>
          <w:p w14:paraId="0737F6F3" w14:textId="58F9EBAA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09097ADC" w14:textId="56155195" w:rsidR="008558FD" w:rsidRPr="009243E5" w:rsidRDefault="009243E5" w:rsidP="0093500C">
            <w:pPr>
              <w:spacing w:after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A</w:t>
            </w: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t>nnex</w:t>
            </w: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1: </w:t>
            </w:r>
            <w:r w:rsidRPr="009243E5">
              <w:rPr>
                <w:rFonts w:ascii="Verdana" w:hAnsi="Verdana"/>
                <w:sz w:val="20"/>
                <w:szCs w:val="20"/>
                <w:lang w:val="en-GB"/>
              </w:rPr>
              <w:t>General application form with all legally binding declarations. Word template. By uploading the file to the web portal, the declarations are legally binding without signature.</w:t>
            </w:r>
          </w:p>
        </w:tc>
      </w:tr>
      <w:tr w:rsidR="00404F20" w:rsidRPr="00FD3699" w14:paraId="72F2E5D5" w14:textId="77777777" w:rsidTr="0093500C">
        <w:trPr>
          <w:trHeight w:val="417"/>
        </w:trPr>
        <w:tc>
          <w:tcPr>
            <w:tcW w:w="567" w:type="dxa"/>
            <w:vAlign w:val="center"/>
          </w:tcPr>
          <w:p w14:paraId="5D563DB8" w14:textId="2DF736C3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508AABF0" w14:textId="5AA2280A" w:rsidR="00877091" w:rsidRPr="009243E5" w:rsidRDefault="00A86FD0" w:rsidP="0093500C">
            <w:pPr>
              <w:spacing w:after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9243E5"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nex</w:t>
            </w: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2:</w:t>
            </w:r>
            <w:r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243E5" w:rsidRPr="009243E5">
              <w:rPr>
                <w:rFonts w:ascii="Verdana" w:hAnsi="Verdana"/>
                <w:sz w:val="20"/>
                <w:szCs w:val="20"/>
                <w:lang w:val="en-GB"/>
              </w:rPr>
              <w:t>Declaration of the testing laborator</w:t>
            </w:r>
            <w:r w:rsidR="009243E5">
              <w:rPr>
                <w:rFonts w:ascii="Verdana" w:hAnsi="Verdana"/>
                <w:sz w:val="20"/>
                <w:szCs w:val="20"/>
                <w:lang w:val="en-GB"/>
              </w:rPr>
              <w:t>y</w:t>
            </w:r>
            <w:r w:rsidR="00184E5A"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 (3.1), Word-</w:t>
            </w:r>
            <w:r w:rsidR="009243E5">
              <w:rPr>
                <w:rFonts w:ascii="Verdana" w:hAnsi="Verdana"/>
                <w:sz w:val="20"/>
                <w:szCs w:val="20"/>
                <w:lang w:val="en-GB"/>
              </w:rPr>
              <w:t>template</w:t>
            </w:r>
          </w:p>
        </w:tc>
      </w:tr>
      <w:tr w:rsidR="00935EEB" w:rsidRPr="00FD3699" w14:paraId="0586156D" w14:textId="77777777" w:rsidTr="0093500C">
        <w:trPr>
          <w:trHeight w:val="353"/>
        </w:trPr>
        <w:tc>
          <w:tcPr>
            <w:tcW w:w="567" w:type="dxa"/>
            <w:vAlign w:val="center"/>
          </w:tcPr>
          <w:p w14:paraId="432CFE20" w14:textId="33ECF967" w:rsidR="00935EEB" w:rsidRDefault="00935EEB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301DE279" w14:textId="2B143F92" w:rsidR="00935EEB" w:rsidRPr="009243E5" w:rsidRDefault="00935EEB" w:rsidP="0093500C">
            <w:pPr>
              <w:spacing w:after="60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9243E5"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nex</w:t>
            </w: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3</w:t>
            </w:r>
            <w:r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009243E5">
              <w:rPr>
                <w:rFonts w:ascii="Verdana" w:hAnsi="Verdana"/>
                <w:sz w:val="20"/>
                <w:szCs w:val="20"/>
                <w:lang w:val="en-GB"/>
              </w:rPr>
              <w:t>U</w:t>
            </w:r>
            <w:r w:rsidR="009243E5"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sability certificate from the building authorities </w:t>
            </w:r>
            <w:r w:rsidR="0093500C" w:rsidRPr="009243E5">
              <w:rPr>
                <w:rFonts w:ascii="Verdana" w:hAnsi="Verdana"/>
                <w:sz w:val="20"/>
                <w:szCs w:val="20"/>
                <w:lang w:val="en-GB"/>
              </w:rPr>
              <w:t>(3.2)</w:t>
            </w:r>
          </w:p>
        </w:tc>
      </w:tr>
      <w:tr w:rsidR="00404F20" w:rsidRPr="009243E5" w14:paraId="763E2970" w14:textId="77777777" w:rsidTr="0093500C">
        <w:tc>
          <w:tcPr>
            <w:tcW w:w="567" w:type="dxa"/>
            <w:vAlign w:val="center"/>
          </w:tcPr>
          <w:p w14:paraId="1989869F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4BFE4F89" w14:textId="3BFBCC45" w:rsidR="00404F20" w:rsidRPr="009243E5" w:rsidRDefault="00184E5A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9243E5"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nex</w:t>
            </w: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4:</w:t>
            </w:r>
            <w:r w:rsidR="00AE63BD"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243E5"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Declaration of availability of the </w:t>
            </w:r>
            <w:r w:rsidR="009243E5">
              <w:rPr>
                <w:rFonts w:ascii="Verdana" w:hAnsi="Verdana"/>
                <w:sz w:val="20"/>
                <w:szCs w:val="20"/>
                <w:lang w:val="en-GB"/>
              </w:rPr>
              <w:t>particle separator</w:t>
            </w:r>
            <w:r w:rsidR="009243E5" w:rsidRPr="009243E5">
              <w:rPr>
                <w:rFonts w:ascii="Verdana" w:hAnsi="Verdana"/>
                <w:sz w:val="20"/>
                <w:szCs w:val="20"/>
                <w:lang w:val="en-GB"/>
              </w:rPr>
              <w:t xml:space="preserve"> (3.4). Informal explanation of the applicant.</w:t>
            </w:r>
          </w:p>
        </w:tc>
      </w:tr>
      <w:tr w:rsidR="00404F20" w:rsidRPr="007A3744" w14:paraId="06F09B05" w14:textId="77777777" w:rsidTr="0093500C">
        <w:tc>
          <w:tcPr>
            <w:tcW w:w="567" w:type="dxa"/>
            <w:vAlign w:val="center"/>
          </w:tcPr>
          <w:p w14:paraId="49C8926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2EA4E4F7" w14:textId="25F4232E" w:rsidR="00404F20" w:rsidRPr="007A3744" w:rsidRDefault="0093500C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93500C">
              <w:rPr>
                <w:rFonts w:ascii="Verdana" w:hAnsi="Verdana"/>
                <w:b/>
                <w:sz w:val="20"/>
                <w:szCs w:val="20"/>
              </w:rPr>
              <w:t>An</w:t>
            </w:r>
            <w:r w:rsidR="009243E5">
              <w:rPr>
                <w:rFonts w:ascii="Verdana" w:hAnsi="Verdana"/>
                <w:b/>
                <w:sz w:val="20"/>
                <w:szCs w:val="20"/>
              </w:rPr>
              <w:t>nex</w:t>
            </w:r>
            <w:r w:rsidRPr="0093500C">
              <w:rPr>
                <w:rFonts w:ascii="Verdana" w:hAnsi="Verdana"/>
                <w:b/>
                <w:sz w:val="20"/>
                <w:szCs w:val="20"/>
              </w:rPr>
              <w:t xml:space="preserve"> 5</w:t>
            </w:r>
            <w:r>
              <w:rPr>
                <w:rFonts w:ascii="Verdana" w:hAnsi="Verdana"/>
                <w:sz w:val="20"/>
                <w:szCs w:val="20"/>
              </w:rPr>
              <w:t>: Recycling</w:t>
            </w:r>
            <w:r w:rsidR="009243E5">
              <w:rPr>
                <w:rFonts w:ascii="Verdana" w:hAnsi="Verdana"/>
                <w:sz w:val="20"/>
                <w:szCs w:val="20"/>
              </w:rPr>
              <w:t xml:space="preserve"> strategy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243E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3.8.2)</w:t>
            </w:r>
          </w:p>
        </w:tc>
      </w:tr>
      <w:tr w:rsidR="00404F20" w:rsidRPr="00FD3699" w14:paraId="4B0F1104" w14:textId="77777777" w:rsidTr="0093500C">
        <w:tc>
          <w:tcPr>
            <w:tcW w:w="567" w:type="dxa"/>
            <w:vAlign w:val="center"/>
          </w:tcPr>
          <w:p w14:paraId="0269CAD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7A8F5B2B" w14:textId="76E0BDF0" w:rsidR="00FD3699" w:rsidRPr="00FD3699" w:rsidRDefault="009243E5" w:rsidP="00FD3699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FD3699">
              <w:rPr>
                <w:rFonts w:ascii="Verdana" w:hAnsi="Verdana"/>
                <w:b/>
                <w:sz w:val="20"/>
                <w:szCs w:val="20"/>
                <w:lang w:val="en-GB"/>
              </w:rPr>
              <w:t>Test report</w:t>
            </w:r>
            <w:r w:rsidR="00FD3699" w:rsidRPr="00FD3699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: </w:t>
            </w:r>
            <w:r w:rsidR="00FD3699" w:rsidRPr="00FD3699">
              <w:rPr>
                <w:rFonts w:ascii="Verdana" w:hAnsi="Verdana"/>
                <w:sz w:val="20"/>
                <w:szCs w:val="20"/>
                <w:lang w:val="en-GB"/>
              </w:rPr>
              <w:t xml:space="preserve">Test report from an accredited and notified test laboratory </w:t>
            </w:r>
            <w:r w:rsidR="00FD3699" w:rsidRPr="00FD3699">
              <w:rPr>
                <w:rFonts w:ascii="Verdana" w:hAnsi="Verdana"/>
                <w:b/>
                <w:sz w:val="20"/>
                <w:szCs w:val="20"/>
                <w:lang w:val="en-GB"/>
              </w:rPr>
              <w:t>incl.</w:t>
            </w:r>
          </w:p>
          <w:p w14:paraId="68A978E1" w14:textId="77777777" w:rsidR="00FD3699" w:rsidRPr="00FD3699" w:rsidRDefault="00FD3699" w:rsidP="00FD3699">
            <w:pPr>
              <w:pStyle w:val="Listenabsatz"/>
              <w:numPr>
                <w:ilvl w:val="0"/>
                <w:numId w:val="48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 w:rsidRPr="00FD3699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Illustrated documentation </w:t>
            </w:r>
            <w:r w:rsidRPr="00FD3699">
              <w:rPr>
                <w:rFonts w:ascii="Verdana" w:hAnsi="Verdana"/>
                <w:sz w:val="20"/>
                <w:szCs w:val="20"/>
                <w:lang w:val="en-GB"/>
              </w:rPr>
              <w:t>(test setup incl. measuring section)</w:t>
            </w:r>
          </w:p>
          <w:p w14:paraId="488F3E1C" w14:textId="77777777" w:rsidR="00FD3699" w:rsidRPr="00FD3699" w:rsidRDefault="00FD3699" w:rsidP="00FD3699">
            <w:pPr>
              <w:pStyle w:val="Listenabsatz"/>
              <w:numPr>
                <w:ilvl w:val="0"/>
                <w:numId w:val="48"/>
              </w:numPr>
              <w:rPr>
                <w:rFonts w:ascii="Verdana" w:hAnsi="Verdana"/>
                <w:sz w:val="20"/>
                <w:szCs w:val="20"/>
                <w:lang w:val="en-GB"/>
              </w:rPr>
            </w:pPr>
            <w:r w:rsidRPr="00FD3699">
              <w:rPr>
                <w:rFonts w:ascii="Verdana" w:hAnsi="Verdana"/>
                <w:sz w:val="20"/>
                <w:szCs w:val="20"/>
                <w:lang w:val="en-GB"/>
              </w:rPr>
              <w:t xml:space="preserve">Illustrated documentation of the </w:t>
            </w:r>
            <w:r w:rsidRPr="00FD3699">
              <w:rPr>
                <w:rFonts w:ascii="Verdana" w:hAnsi="Verdana"/>
                <w:b/>
                <w:sz w:val="20"/>
                <w:szCs w:val="20"/>
                <w:lang w:val="en-GB"/>
              </w:rPr>
              <w:t>wood support</w:t>
            </w:r>
            <w:r w:rsidRPr="00FD3699">
              <w:rPr>
                <w:rFonts w:ascii="Verdana" w:hAnsi="Verdana"/>
                <w:sz w:val="20"/>
                <w:szCs w:val="20"/>
                <w:lang w:val="en-GB"/>
              </w:rPr>
              <w:t xml:space="preserve"> (incl. ignition aid)</w:t>
            </w:r>
          </w:p>
          <w:p w14:paraId="3A4E8101" w14:textId="77777777" w:rsidR="00FD3699" w:rsidRPr="00FD3699" w:rsidRDefault="00FD3699" w:rsidP="00FD3699">
            <w:pPr>
              <w:pStyle w:val="Listenabsatz"/>
              <w:numPr>
                <w:ilvl w:val="0"/>
                <w:numId w:val="48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 w:rsidRPr="00FD3699">
              <w:rPr>
                <w:rFonts w:ascii="Verdana" w:hAnsi="Verdana"/>
                <w:sz w:val="20"/>
                <w:szCs w:val="20"/>
                <w:lang w:val="en-US"/>
              </w:rPr>
              <w:t xml:space="preserve">Information on the test fuel incl. </w:t>
            </w:r>
            <w:r w:rsidRPr="00FD3699">
              <w:rPr>
                <w:rFonts w:ascii="Verdana" w:hAnsi="Verdana"/>
                <w:b/>
                <w:sz w:val="20"/>
                <w:szCs w:val="20"/>
                <w:lang w:val="en-US"/>
              </w:rPr>
              <w:t>fuel analysis</w:t>
            </w:r>
            <w:r w:rsidRPr="00FD3699">
              <w:rPr>
                <w:rFonts w:ascii="Verdana" w:hAnsi="Verdana"/>
                <w:sz w:val="20"/>
                <w:szCs w:val="20"/>
                <w:lang w:val="en-US"/>
              </w:rPr>
              <w:t xml:space="preserve"> (e.g. ash content, C/S/H/N/O content, calorific value, water content)</w:t>
            </w:r>
          </w:p>
          <w:p w14:paraId="2F96E655" w14:textId="70B7CC1E" w:rsidR="00404F20" w:rsidRPr="00FD3699" w:rsidRDefault="00FD3699" w:rsidP="00FD3699">
            <w:pPr>
              <w:pStyle w:val="Listenabsatz"/>
              <w:numPr>
                <w:ilvl w:val="0"/>
                <w:numId w:val="48"/>
              </w:num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FD3699">
              <w:rPr>
                <w:rFonts w:ascii="Verdana" w:hAnsi="Verdana"/>
                <w:sz w:val="20"/>
                <w:szCs w:val="20"/>
                <w:lang w:val="en-GB"/>
              </w:rPr>
              <w:t>Measuring instruments used; with regard to particle number determination with extensive information (manufacturers, types, measuring range, expected measurement uncertainty, calibration certificates, sampling conditions and sample preparation)</w:t>
            </w:r>
          </w:p>
        </w:tc>
      </w:tr>
      <w:bookmarkStart w:id="0" w:name="_GoBack"/>
      <w:tr w:rsidR="00404F20" w:rsidRPr="007A3744" w14:paraId="620BF1DE" w14:textId="77777777" w:rsidTr="0093500C">
        <w:tc>
          <w:tcPr>
            <w:tcW w:w="567" w:type="dxa"/>
            <w:vAlign w:val="center"/>
          </w:tcPr>
          <w:p w14:paraId="57BE3D1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  <w:vAlign w:val="center"/>
          </w:tcPr>
          <w:p w14:paraId="383B9D3D" w14:textId="1D3B6094" w:rsidR="00404F20" w:rsidRPr="00AE63BD" w:rsidRDefault="009243E5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Installation instructions</w:t>
            </w:r>
          </w:p>
        </w:tc>
      </w:tr>
      <w:tr w:rsidR="00404F20" w:rsidRPr="007A3744" w14:paraId="0466C5C9" w14:textId="77777777" w:rsidTr="0093500C">
        <w:tc>
          <w:tcPr>
            <w:tcW w:w="567" w:type="dxa"/>
            <w:vAlign w:val="center"/>
          </w:tcPr>
          <w:p w14:paraId="15CCA797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67460626" w14:textId="631283AB" w:rsidR="00B16A43" w:rsidRPr="00592C2A" w:rsidRDefault="009243E5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Commissioning instructions</w:t>
            </w:r>
          </w:p>
        </w:tc>
      </w:tr>
      <w:tr w:rsidR="00B16A43" w:rsidRPr="007A3744" w14:paraId="17342BFA" w14:textId="77777777" w:rsidTr="0093500C">
        <w:tc>
          <w:tcPr>
            <w:tcW w:w="567" w:type="dxa"/>
            <w:vAlign w:val="center"/>
          </w:tcPr>
          <w:p w14:paraId="4A11808D" w14:textId="649F0AA6" w:rsidR="00B16A43" w:rsidRPr="0082182A" w:rsidRDefault="00B16A43" w:rsidP="00B16A4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1C7D8A6D" w14:textId="14135F9D" w:rsidR="00B16A43" w:rsidRDefault="009243E5" w:rsidP="0093500C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Quick User Guide</w:t>
            </w:r>
          </w:p>
        </w:tc>
      </w:tr>
      <w:tr w:rsidR="00404F20" w:rsidRPr="007A3744" w14:paraId="028184C0" w14:textId="77777777" w:rsidTr="0093500C">
        <w:tc>
          <w:tcPr>
            <w:tcW w:w="567" w:type="dxa"/>
            <w:vAlign w:val="center"/>
          </w:tcPr>
          <w:p w14:paraId="75BE6BA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253522B7" w14:textId="561CF7FE" w:rsidR="00404F20" w:rsidRPr="009243E5" w:rsidRDefault="009243E5" w:rsidP="0093500C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9243E5">
              <w:rPr>
                <w:rFonts w:ascii="Verdana" w:hAnsi="Verdana"/>
                <w:b/>
                <w:sz w:val="20"/>
                <w:szCs w:val="20"/>
              </w:rPr>
              <w:t>Operating instructions</w:t>
            </w:r>
          </w:p>
        </w:tc>
      </w:tr>
      <w:tr w:rsidR="00404F20" w:rsidRPr="00FD3699" w14:paraId="65D83996" w14:textId="77777777" w:rsidTr="0093500C">
        <w:tc>
          <w:tcPr>
            <w:tcW w:w="567" w:type="dxa"/>
            <w:vAlign w:val="center"/>
          </w:tcPr>
          <w:p w14:paraId="3DCE6B0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5132B">
              <w:rPr>
                <w:rFonts w:ascii="Verdana" w:hAnsi="Verdana"/>
                <w:sz w:val="18"/>
                <w:szCs w:val="18"/>
              </w:rPr>
            </w:r>
            <w:r w:rsidR="0025132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32EDBF7F" w14:textId="203FBB91" w:rsidR="00404F20" w:rsidRPr="009243E5" w:rsidRDefault="009243E5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9243E5">
              <w:rPr>
                <w:rFonts w:ascii="Verdana" w:hAnsi="Verdana"/>
                <w:b/>
                <w:sz w:val="20"/>
                <w:szCs w:val="20"/>
                <w:lang w:val="en-GB"/>
              </w:rPr>
              <w:t>Photo of the particle s</w:t>
            </w: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t>eparator or the assembly gr</w:t>
            </w:r>
            <w:r w:rsidR="00390F34">
              <w:rPr>
                <w:rFonts w:ascii="Verdana" w:hAnsi="Verdana"/>
                <w:b/>
                <w:sz w:val="20"/>
                <w:szCs w:val="20"/>
                <w:lang w:val="en-GB"/>
              </w:rPr>
              <w:t>oup</w:t>
            </w:r>
          </w:p>
        </w:tc>
      </w:tr>
    </w:tbl>
    <w:p w14:paraId="5C5214AB" w14:textId="1A899EA7" w:rsidR="00256A41" w:rsidRPr="009243E5" w:rsidRDefault="00256A41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2C9822D8" w14:textId="03AF6EC4" w:rsidR="0093500C" w:rsidRPr="00390F34" w:rsidRDefault="00390F34" w:rsidP="002766E9">
      <w:pPr>
        <w:spacing w:after="120"/>
        <w:rPr>
          <w:rFonts w:ascii="Verdana" w:hAnsi="Verdana"/>
          <w:sz w:val="20"/>
          <w:szCs w:val="20"/>
          <w:lang w:val="en-GB"/>
        </w:rPr>
      </w:pPr>
      <w:r w:rsidRPr="00390F34">
        <w:rPr>
          <w:rFonts w:ascii="Verdana" w:hAnsi="Verdana"/>
          <w:sz w:val="20"/>
          <w:szCs w:val="20"/>
          <w:lang w:val="en-GB"/>
        </w:rPr>
        <w:t>Please up</w:t>
      </w:r>
      <w:r>
        <w:rPr>
          <w:rFonts w:ascii="Verdana" w:hAnsi="Verdana"/>
          <w:sz w:val="20"/>
          <w:szCs w:val="20"/>
          <w:lang w:val="en-GB"/>
        </w:rPr>
        <w:t>load all documents in the Web-Portal</w:t>
      </w:r>
      <w:r w:rsidR="0093500C" w:rsidRPr="00390F34">
        <w:rPr>
          <w:rFonts w:ascii="Verdana" w:hAnsi="Verdana"/>
          <w:sz w:val="20"/>
          <w:szCs w:val="20"/>
          <w:lang w:val="en-GB"/>
        </w:rPr>
        <w:t xml:space="preserve"> (</w:t>
      </w:r>
      <w:hyperlink r:id="rId8" w:history="1">
        <w:r w:rsidRPr="00390F34">
          <w:rPr>
            <w:rStyle w:val="Hyperlink"/>
            <w:lang w:val="en-GB"/>
          </w:rPr>
          <w:t>RAL Umwelt (ral-umwelt.de)</w:t>
        </w:r>
      </w:hyperlink>
      <w:r w:rsidR="0093500C" w:rsidRPr="00390F34">
        <w:rPr>
          <w:lang w:val="en-GB"/>
        </w:rPr>
        <w:t>).</w:t>
      </w:r>
    </w:p>
    <w:sectPr w:rsidR="0093500C" w:rsidRPr="00390F34" w:rsidSect="00BB0121">
      <w:headerReference w:type="default" r:id="rId9"/>
      <w:footerReference w:type="default" r:id="rId10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9472" w14:textId="77777777" w:rsidR="006016B4" w:rsidRDefault="006016B4">
      <w:r>
        <w:separator/>
      </w:r>
    </w:p>
  </w:endnote>
  <w:endnote w:type="continuationSeparator" w:id="0">
    <w:p w14:paraId="3757B018" w14:textId="77777777" w:rsidR="006016B4" w:rsidRDefault="0060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718F4FB4" w:rsidR="00DC1B07" w:rsidRPr="000A1B09" w:rsidRDefault="00DC1B07" w:rsidP="00877091">
    <w:pPr>
      <w:pStyle w:val="Fuzeile"/>
      <w:tabs>
        <w:tab w:val="left" w:pos="2544"/>
        <w:tab w:val="center" w:pos="4536"/>
      </w:tabs>
      <w:rPr>
        <w:rFonts w:ascii="Verdana" w:hAnsi="Verdana"/>
        <w:sz w:val="20"/>
        <w:szCs w:val="20"/>
      </w:rPr>
    </w:pPr>
    <w:r w:rsidRPr="000A1B09">
      <w:rPr>
        <w:rFonts w:ascii="Verdana" w:hAnsi="Verdana"/>
        <w:sz w:val="20"/>
        <w:szCs w:val="20"/>
      </w:rPr>
      <w:t xml:space="preserve">Checklist </w:t>
    </w:r>
    <w:r w:rsidR="00FD3699">
      <w:rPr>
        <w:rFonts w:ascii="Verdana" w:hAnsi="Verdana"/>
        <w:sz w:val="20"/>
        <w:szCs w:val="20"/>
      </w:rPr>
      <w:t>29.06.2023</w:t>
    </w:r>
    <w:r w:rsidR="00877091">
      <w:rPr>
        <w:rFonts w:ascii="Verdana" w:hAnsi="Verdana"/>
        <w:sz w:val="20"/>
        <w:szCs w:val="20"/>
      </w:rPr>
      <w:tab/>
    </w:r>
    <w:r w:rsidR="00877091">
      <w:rPr>
        <w:rFonts w:ascii="Verdana" w:hAnsi="Verdana"/>
        <w:sz w:val="20"/>
        <w:szCs w:val="20"/>
      </w:rPr>
      <w:tab/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PAGE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Style w:val="Seitenzahl"/>
        <w:rFonts w:ascii="Verdana" w:hAnsi="Verdana"/>
        <w:sz w:val="20"/>
        <w:szCs w:val="20"/>
      </w:rPr>
      <w:t>/</w:t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Fonts w:ascii="Verdana" w:hAnsi="Verdana"/>
        <w:sz w:val="20"/>
        <w:szCs w:val="20"/>
      </w:rPr>
      <w:tab/>
    </w:r>
    <w:r w:rsidR="000A1B09" w:rsidRPr="000A1B09">
      <w:rPr>
        <w:rFonts w:ascii="Verdana" w:hAnsi="Verdana"/>
        <w:sz w:val="20"/>
        <w:szCs w:val="20"/>
      </w:rPr>
      <w:t>DE</w:t>
    </w:r>
    <w:r w:rsidRPr="000A1B09">
      <w:rPr>
        <w:rFonts w:ascii="Verdana" w:hAnsi="Verdana"/>
        <w:sz w:val="20"/>
        <w:szCs w:val="20"/>
      </w:rPr>
      <w:t xml:space="preserve">-UZ </w:t>
    </w:r>
    <w:r w:rsidR="0093500C">
      <w:rPr>
        <w:rFonts w:ascii="Verdana" w:hAnsi="Verdana"/>
        <w:sz w:val="20"/>
        <w:szCs w:val="20"/>
      </w:rPr>
      <w:t>222</w:t>
    </w:r>
    <w:r w:rsidR="00DD205B" w:rsidRPr="000A1B09">
      <w:rPr>
        <w:rFonts w:ascii="Verdana" w:hAnsi="Verdana"/>
        <w:sz w:val="20"/>
        <w:szCs w:val="20"/>
      </w:rPr>
      <w:t xml:space="preserve"> </w:t>
    </w:r>
    <w:r w:rsidR="00390F34">
      <w:rPr>
        <w:rFonts w:ascii="Verdana" w:hAnsi="Verdana"/>
        <w:sz w:val="20"/>
        <w:szCs w:val="20"/>
      </w:rPr>
      <w:t>Edition January</w:t>
    </w:r>
    <w:r w:rsidR="00325FCE" w:rsidRPr="000A1B09">
      <w:rPr>
        <w:rFonts w:ascii="Verdana" w:hAnsi="Verdana"/>
        <w:sz w:val="20"/>
        <w:szCs w:val="20"/>
      </w:rPr>
      <w:t xml:space="preserve"> 20</w:t>
    </w:r>
    <w:r w:rsidR="00AA1D11">
      <w:rPr>
        <w:rFonts w:ascii="Verdana" w:hAnsi="Verdana"/>
        <w:sz w:val="20"/>
        <w:szCs w:val="20"/>
      </w:rPr>
      <w:t>2</w:t>
    </w:r>
    <w:r w:rsidR="0011705F">
      <w:rPr>
        <w:rFonts w:ascii="Verdana" w:hAnsi="Verdan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71603" w14:textId="77777777" w:rsidR="006016B4" w:rsidRDefault="006016B4">
      <w:r>
        <w:separator/>
      </w:r>
    </w:p>
  </w:footnote>
  <w:footnote w:type="continuationSeparator" w:id="0">
    <w:p w14:paraId="3104D125" w14:textId="77777777" w:rsidR="006016B4" w:rsidRDefault="00601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DC1B07" w:rsidRDefault="007D19D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A216E67"/>
    <w:multiLevelType w:val="hybridMultilevel"/>
    <w:tmpl w:val="2E12B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3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4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5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9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30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4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5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6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7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0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1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3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6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41"/>
  </w:num>
  <w:num w:numId="5">
    <w:abstractNumId w:val="10"/>
  </w:num>
  <w:num w:numId="6">
    <w:abstractNumId w:val="8"/>
  </w:num>
  <w:num w:numId="7">
    <w:abstractNumId w:val="45"/>
  </w:num>
  <w:num w:numId="8">
    <w:abstractNumId w:val="24"/>
  </w:num>
  <w:num w:numId="9">
    <w:abstractNumId w:val="34"/>
  </w:num>
  <w:num w:numId="10">
    <w:abstractNumId w:val="44"/>
  </w:num>
  <w:num w:numId="11">
    <w:abstractNumId w:val="37"/>
  </w:num>
  <w:num w:numId="12">
    <w:abstractNumId w:val="14"/>
  </w:num>
  <w:num w:numId="13">
    <w:abstractNumId w:val="36"/>
  </w:num>
  <w:num w:numId="14">
    <w:abstractNumId w:val="29"/>
  </w:num>
  <w:num w:numId="15">
    <w:abstractNumId w:val="33"/>
  </w:num>
  <w:num w:numId="16">
    <w:abstractNumId w:val="42"/>
  </w:num>
  <w:num w:numId="17">
    <w:abstractNumId w:val="5"/>
  </w:num>
  <w:num w:numId="18">
    <w:abstractNumId w:val="6"/>
  </w:num>
  <w:num w:numId="19">
    <w:abstractNumId w:val="7"/>
  </w:num>
  <w:num w:numId="20">
    <w:abstractNumId w:val="25"/>
  </w:num>
  <w:num w:numId="21">
    <w:abstractNumId w:val="23"/>
  </w:num>
  <w:num w:numId="22">
    <w:abstractNumId w:val="20"/>
  </w:num>
  <w:num w:numId="23">
    <w:abstractNumId w:val="16"/>
  </w:num>
  <w:num w:numId="24">
    <w:abstractNumId w:val="39"/>
  </w:num>
  <w:num w:numId="25">
    <w:abstractNumId w:val="15"/>
  </w:num>
  <w:num w:numId="26">
    <w:abstractNumId w:val="4"/>
  </w:num>
  <w:num w:numId="27">
    <w:abstractNumId w:val="0"/>
  </w:num>
  <w:num w:numId="28">
    <w:abstractNumId w:val="21"/>
  </w:num>
  <w:num w:numId="29">
    <w:abstractNumId w:val="28"/>
  </w:num>
  <w:num w:numId="30">
    <w:abstractNumId w:val="40"/>
  </w:num>
  <w:num w:numId="31">
    <w:abstractNumId w:val="13"/>
  </w:num>
  <w:num w:numId="32">
    <w:abstractNumId w:val="22"/>
  </w:num>
  <w:num w:numId="33">
    <w:abstractNumId w:val="41"/>
  </w:num>
  <w:num w:numId="34">
    <w:abstractNumId w:val="9"/>
  </w:num>
  <w:num w:numId="35">
    <w:abstractNumId w:val="32"/>
  </w:num>
  <w:num w:numId="36">
    <w:abstractNumId w:val="2"/>
  </w:num>
  <w:num w:numId="37">
    <w:abstractNumId w:val="30"/>
  </w:num>
  <w:num w:numId="38">
    <w:abstractNumId w:val="26"/>
  </w:num>
  <w:num w:numId="39">
    <w:abstractNumId w:val="12"/>
  </w:num>
  <w:num w:numId="40">
    <w:abstractNumId w:val="35"/>
  </w:num>
  <w:num w:numId="41">
    <w:abstractNumId w:val="11"/>
  </w:num>
  <w:num w:numId="42">
    <w:abstractNumId w:val="3"/>
  </w:num>
  <w:num w:numId="43">
    <w:abstractNumId w:val="43"/>
  </w:num>
  <w:num w:numId="44">
    <w:abstractNumId w:val="1"/>
  </w:num>
  <w:num w:numId="45">
    <w:abstractNumId w:val="27"/>
  </w:num>
  <w:num w:numId="46">
    <w:abstractNumId w:val="38"/>
  </w:num>
  <w:num w:numId="47">
    <w:abstractNumId w:val="46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wmIlFoqEmuSwZ5o7Asu1spC0y/1KpDgro+03MquT1VrxtfYaOl5cKcn9yxHfVAzg3gTz9peZ+3qvsr6FeY+O+w==" w:salt="8pwx8EpvMegnrqZd2dbu/w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49F5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7D5D"/>
    <w:rsid w:val="00101225"/>
    <w:rsid w:val="00110C76"/>
    <w:rsid w:val="0011705F"/>
    <w:rsid w:val="00121799"/>
    <w:rsid w:val="00121A3F"/>
    <w:rsid w:val="00124DE8"/>
    <w:rsid w:val="001252D0"/>
    <w:rsid w:val="00131B5E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020"/>
    <w:rsid w:val="001815AF"/>
    <w:rsid w:val="00183AC9"/>
    <w:rsid w:val="00183E22"/>
    <w:rsid w:val="00184E5A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132B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878FA"/>
    <w:rsid w:val="002903BD"/>
    <w:rsid w:val="00296872"/>
    <w:rsid w:val="002B2D93"/>
    <w:rsid w:val="002B4EF6"/>
    <w:rsid w:val="002B5D2C"/>
    <w:rsid w:val="002B6424"/>
    <w:rsid w:val="002C4BF1"/>
    <w:rsid w:val="002E476A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6E63"/>
    <w:rsid w:val="00325FCE"/>
    <w:rsid w:val="00326F45"/>
    <w:rsid w:val="00327CAC"/>
    <w:rsid w:val="0033454B"/>
    <w:rsid w:val="00346616"/>
    <w:rsid w:val="003502D1"/>
    <w:rsid w:val="0035216C"/>
    <w:rsid w:val="003534DA"/>
    <w:rsid w:val="00354E04"/>
    <w:rsid w:val="003600F0"/>
    <w:rsid w:val="0036316D"/>
    <w:rsid w:val="00367F70"/>
    <w:rsid w:val="00370AC3"/>
    <w:rsid w:val="00371C78"/>
    <w:rsid w:val="00374D97"/>
    <w:rsid w:val="003802F3"/>
    <w:rsid w:val="00386901"/>
    <w:rsid w:val="00390F34"/>
    <w:rsid w:val="00391938"/>
    <w:rsid w:val="003A181F"/>
    <w:rsid w:val="003A23D6"/>
    <w:rsid w:val="003A4320"/>
    <w:rsid w:val="003A5803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F316F"/>
    <w:rsid w:val="003F32F0"/>
    <w:rsid w:val="003F55BD"/>
    <w:rsid w:val="003F6CF6"/>
    <w:rsid w:val="00401764"/>
    <w:rsid w:val="00402E50"/>
    <w:rsid w:val="00404F20"/>
    <w:rsid w:val="00405A26"/>
    <w:rsid w:val="00406179"/>
    <w:rsid w:val="00410840"/>
    <w:rsid w:val="00412415"/>
    <w:rsid w:val="00421B89"/>
    <w:rsid w:val="0042374B"/>
    <w:rsid w:val="00426BB7"/>
    <w:rsid w:val="004270BF"/>
    <w:rsid w:val="00435143"/>
    <w:rsid w:val="00435734"/>
    <w:rsid w:val="00440C70"/>
    <w:rsid w:val="004441C9"/>
    <w:rsid w:val="00445138"/>
    <w:rsid w:val="00447573"/>
    <w:rsid w:val="0044790E"/>
    <w:rsid w:val="00456810"/>
    <w:rsid w:val="0045785E"/>
    <w:rsid w:val="00461616"/>
    <w:rsid w:val="004710FD"/>
    <w:rsid w:val="004728E1"/>
    <w:rsid w:val="00476A5C"/>
    <w:rsid w:val="00482610"/>
    <w:rsid w:val="0049129F"/>
    <w:rsid w:val="0049229D"/>
    <w:rsid w:val="004939BA"/>
    <w:rsid w:val="004947E8"/>
    <w:rsid w:val="004952EF"/>
    <w:rsid w:val="00495E82"/>
    <w:rsid w:val="004964B1"/>
    <w:rsid w:val="004A1D93"/>
    <w:rsid w:val="004A7DA0"/>
    <w:rsid w:val="004C1EF7"/>
    <w:rsid w:val="004C1F55"/>
    <w:rsid w:val="004C3D06"/>
    <w:rsid w:val="004C5DAC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24CFA"/>
    <w:rsid w:val="00532877"/>
    <w:rsid w:val="00537D08"/>
    <w:rsid w:val="0054306D"/>
    <w:rsid w:val="0054573C"/>
    <w:rsid w:val="00550B2B"/>
    <w:rsid w:val="005541BB"/>
    <w:rsid w:val="00554E98"/>
    <w:rsid w:val="00557337"/>
    <w:rsid w:val="00560803"/>
    <w:rsid w:val="00561249"/>
    <w:rsid w:val="0056240E"/>
    <w:rsid w:val="00562CE0"/>
    <w:rsid w:val="0057055F"/>
    <w:rsid w:val="00585117"/>
    <w:rsid w:val="0058791D"/>
    <w:rsid w:val="00592C2A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F2D86"/>
    <w:rsid w:val="005F36A3"/>
    <w:rsid w:val="006016B4"/>
    <w:rsid w:val="006101CD"/>
    <w:rsid w:val="00621A89"/>
    <w:rsid w:val="0062488E"/>
    <w:rsid w:val="00626CC5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E37CE"/>
    <w:rsid w:val="006E5922"/>
    <w:rsid w:val="006E723F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2510"/>
    <w:rsid w:val="0079020C"/>
    <w:rsid w:val="00794990"/>
    <w:rsid w:val="00794F8D"/>
    <w:rsid w:val="0079737A"/>
    <w:rsid w:val="007A1A2A"/>
    <w:rsid w:val="007A3744"/>
    <w:rsid w:val="007A4A21"/>
    <w:rsid w:val="007A592A"/>
    <w:rsid w:val="007A7CF6"/>
    <w:rsid w:val="007A7D75"/>
    <w:rsid w:val="007B38C8"/>
    <w:rsid w:val="007C2A75"/>
    <w:rsid w:val="007C2FC8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091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3A6E"/>
    <w:rsid w:val="008E4FD9"/>
    <w:rsid w:val="008E56B5"/>
    <w:rsid w:val="008F09C5"/>
    <w:rsid w:val="008F1BC0"/>
    <w:rsid w:val="008F5D6B"/>
    <w:rsid w:val="00902042"/>
    <w:rsid w:val="0090672D"/>
    <w:rsid w:val="00917289"/>
    <w:rsid w:val="00921CB5"/>
    <w:rsid w:val="00923844"/>
    <w:rsid w:val="009243E5"/>
    <w:rsid w:val="00925591"/>
    <w:rsid w:val="00925BBF"/>
    <w:rsid w:val="00927259"/>
    <w:rsid w:val="00927C15"/>
    <w:rsid w:val="0093500C"/>
    <w:rsid w:val="00935EEB"/>
    <w:rsid w:val="00943130"/>
    <w:rsid w:val="00943BA8"/>
    <w:rsid w:val="00957620"/>
    <w:rsid w:val="00960D33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2717"/>
    <w:rsid w:val="009B6E95"/>
    <w:rsid w:val="009B73DF"/>
    <w:rsid w:val="009C0E39"/>
    <w:rsid w:val="009C0E9C"/>
    <w:rsid w:val="009D13D9"/>
    <w:rsid w:val="009D2AA7"/>
    <w:rsid w:val="009E2395"/>
    <w:rsid w:val="009E2861"/>
    <w:rsid w:val="009E5CB3"/>
    <w:rsid w:val="009E7C78"/>
    <w:rsid w:val="009F3261"/>
    <w:rsid w:val="009F5998"/>
    <w:rsid w:val="009F757C"/>
    <w:rsid w:val="00A01407"/>
    <w:rsid w:val="00A05CCF"/>
    <w:rsid w:val="00A069BB"/>
    <w:rsid w:val="00A10D50"/>
    <w:rsid w:val="00A14144"/>
    <w:rsid w:val="00A14E2A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86FD0"/>
    <w:rsid w:val="00A940F9"/>
    <w:rsid w:val="00AA1D11"/>
    <w:rsid w:val="00AA43F9"/>
    <w:rsid w:val="00AA63A7"/>
    <w:rsid w:val="00AB5732"/>
    <w:rsid w:val="00AD2880"/>
    <w:rsid w:val="00AE1038"/>
    <w:rsid w:val="00AE36F4"/>
    <w:rsid w:val="00AE5440"/>
    <w:rsid w:val="00AE63BD"/>
    <w:rsid w:val="00AE78A5"/>
    <w:rsid w:val="00AF0E5C"/>
    <w:rsid w:val="00AF10AE"/>
    <w:rsid w:val="00AF1D88"/>
    <w:rsid w:val="00AF2C2F"/>
    <w:rsid w:val="00B02648"/>
    <w:rsid w:val="00B035CD"/>
    <w:rsid w:val="00B127A1"/>
    <w:rsid w:val="00B16A43"/>
    <w:rsid w:val="00B22134"/>
    <w:rsid w:val="00B221B2"/>
    <w:rsid w:val="00B23750"/>
    <w:rsid w:val="00B2395C"/>
    <w:rsid w:val="00B23F0E"/>
    <w:rsid w:val="00B24342"/>
    <w:rsid w:val="00B24989"/>
    <w:rsid w:val="00B421E3"/>
    <w:rsid w:val="00B42698"/>
    <w:rsid w:val="00B43532"/>
    <w:rsid w:val="00B45BFE"/>
    <w:rsid w:val="00B570E0"/>
    <w:rsid w:val="00B60791"/>
    <w:rsid w:val="00B81F65"/>
    <w:rsid w:val="00B97EB6"/>
    <w:rsid w:val="00BA00E0"/>
    <w:rsid w:val="00BA5251"/>
    <w:rsid w:val="00BA73D4"/>
    <w:rsid w:val="00BB0121"/>
    <w:rsid w:val="00BB2B42"/>
    <w:rsid w:val="00BC17F7"/>
    <w:rsid w:val="00BC2C5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430EE"/>
    <w:rsid w:val="00D61269"/>
    <w:rsid w:val="00D6397F"/>
    <w:rsid w:val="00D6478B"/>
    <w:rsid w:val="00D712F6"/>
    <w:rsid w:val="00D72281"/>
    <w:rsid w:val="00D75C0C"/>
    <w:rsid w:val="00D77201"/>
    <w:rsid w:val="00D85596"/>
    <w:rsid w:val="00D87292"/>
    <w:rsid w:val="00D90E09"/>
    <w:rsid w:val="00D90F88"/>
    <w:rsid w:val="00D92780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704A0"/>
    <w:rsid w:val="00E71B84"/>
    <w:rsid w:val="00E72950"/>
    <w:rsid w:val="00E86D3C"/>
    <w:rsid w:val="00E879C8"/>
    <w:rsid w:val="00E90310"/>
    <w:rsid w:val="00E9676E"/>
    <w:rsid w:val="00EA28F3"/>
    <w:rsid w:val="00EA52C4"/>
    <w:rsid w:val="00EA5687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7D15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9133E"/>
    <w:rsid w:val="00F91613"/>
    <w:rsid w:val="00F94DC2"/>
    <w:rsid w:val="00FA3542"/>
    <w:rsid w:val="00FA3BB7"/>
    <w:rsid w:val="00FB4179"/>
    <w:rsid w:val="00FB52FB"/>
    <w:rsid w:val="00FC477F"/>
    <w:rsid w:val="00FC5B8E"/>
    <w:rsid w:val="00FC7D7D"/>
    <w:rsid w:val="00FD3699"/>
    <w:rsid w:val="00FD734A"/>
    <w:rsid w:val="00FE121A"/>
    <w:rsid w:val="00FE2001"/>
    <w:rsid w:val="00FE2A36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de-DE"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val="de-DE"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val="de-DE"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val="de-DE" w:eastAsia="de-DE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val="de-DE"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val="de-DE"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styleId="Listenabsatz">
    <w:name w:val="List Paragraph"/>
    <w:basedOn w:val="Standard"/>
    <w:qFormat/>
    <w:rsid w:val="00D85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ral-umwelt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A91B-C8C5-4079-8F26-BB57C15D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1</Pages>
  <Words>291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Scheuermann, Mara</cp:lastModifiedBy>
  <cp:revision>3</cp:revision>
  <cp:lastPrinted>2021-02-18T08:23:00Z</cp:lastPrinted>
  <dcterms:created xsi:type="dcterms:W3CDTF">2023-06-29T05:49:00Z</dcterms:created>
  <dcterms:modified xsi:type="dcterms:W3CDTF">2023-06-29T05:50:00Z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1394126370</vt:i4>
  </property>
  <property fmtid="{D5CDD505-2E9C-101B-9397-08002B2CF9AE}" pid="4" name="_EmailSubject">
    <vt:lpwstr>RAL-UZ 78 a + RAL-UZ 78b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PreviousAdHocReviewCycleID">
    <vt:i4>1598816932</vt:i4>
  </property>
  <property fmtid="{D5CDD505-2E9C-101B-9397-08002B2CF9AE}" pid="8" name="_ReviewingToolsShownOnce">
    <vt:lpwstr/>
  </property>
</Properties>
</file>