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89FE7" w14:textId="5C075B73" w:rsidR="0056346E" w:rsidRDefault="00346D40" w:rsidP="00346D40">
      <w:pPr>
        <w:pStyle w:val="b1"/>
        <w:numPr>
          <w:ilvl w:val="0"/>
          <w:numId w:val="0"/>
        </w:numPr>
        <w:ind w:left="425" w:hanging="425"/>
      </w:pPr>
      <w:bookmarkStart w:id="0" w:name="_Toc122100836"/>
      <w:bookmarkStart w:id="1" w:name="_Ref389551404"/>
      <w:bookmarkStart w:id="2" w:name="_Ref390269070"/>
      <w:bookmarkStart w:id="3" w:name="_Ref390269669"/>
      <w:bookmarkStart w:id="4" w:name="_Toc399239527"/>
      <w:bookmarkStart w:id="5" w:name="_Ref398735166"/>
      <w:bookmarkStart w:id="6" w:name="_Ref398799610"/>
      <w:bookmarkStart w:id="7" w:name="_Toc297887283"/>
      <w:bookmarkStart w:id="8" w:name="_Ref297890525"/>
      <w:bookmarkStart w:id="9" w:name="_Ref297890539"/>
      <w:r>
        <w:t>Anlage A</w:t>
      </w:r>
      <w:r>
        <w:tab/>
      </w:r>
      <w:r w:rsidR="0056346E">
        <w:t>Übersicht über Anlagen zum Vertrag</w:t>
      </w:r>
      <w:bookmarkEnd w:id="0"/>
    </w:p>
    <w:p w14:paraId="51B507E6" w14:textId="01C5985D" w:rsidR="00656327" w:rsidRDefault="000C19A4" w:rsidP="0056346E">
      <w:r>
        <w:t>Übersicht der Anlagen</w:t>
      </w:r>
      <w:r w:rsidR="000E03E1">
        <w:t>,</w:t>
      </w:r>
      <w:r>
        <w:t xml:space="preserve"> welche </w:t>
      </w:r>
      <w:r w:rsidR="00682A0F">
        <w:t>den Antragsunterlagen beigefügt werden müssen</w:t>
      </w:r>
      <w:r w:rsidR="00C36E0E">
        <w:t>:</w:t>
      </w:r>
    </w:p>
    <w:tbl>
      <w:tblPr>
        <w:tblStyle w:val="TabellefrVergabegrundlageKopfzeilegrau"/>
        <w:tblW w:w="9251" w:type="dxa"/>
        <w:tblLook w:val="04A0" w:firstRow="1" w:lastRow="0" w:firstColumn="1" w:lastColumn="0" w:noHBand="0" w:noVBand="1"/>
      </w:tblPr>
      <w:tblGrid>
        <w:gridCol w:w="1006"/>
        <w:gridCol w:w="1378"/>
        <w:gridCol w:w="1746"/>
        <w:gridCol w:w="4326"/>
        <w:gridCol w:w="795"/>
      </w:tblGrid>
      <w:tr w:rsidR="00057F53" w14:paraId="04CCDACF" w14:textId="740B78B7" w:rsidTr="00057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1"/>
        </w:trPr>
        <w:tc>
          <w:tcPr>
            <w:tcW w:w="1006" w:type="dxa"/>
          </w:tcPr>
          <w:p w14:paraId="1D27F920" w14:textId="77777777" w:rsidR="00057F53" w:rsidRDefault="00057F53" w:rsidP="00FB60FE">
            <w:pPr>
              <w:pStyle w:val="Tabellentextfettkleinlinksbndig"/>
            </w:pPr>
            <w:r>
              <w:t>Anlage</w:t>
            </w:r>
          </w:p>
        </w:tc>
        <w:tc>
          <w:tcPr>
            <w:tcW w:w="1378" w:type="dxa"/>
          </w:tcPr>
          <w:p w14:paraId="218D14C6" w14:textId="77777777" w:rsidR="00057F53" w:rsidRDefault="00057F53" w:rsidP="00FB60FE">
            <w:pPr>
              <w:pStyle w:val="Tabellentextfettkleinlinksbndig"/>
            </w:pPr>
            <w:r>
              <w:t>Kapitel-Nr.</w:t>
            </w:r>
          </w:p>
        </w:tc>
        <w:tc>
          <w:tcPr>
            <w:tcW w:w="1746" w:type="dxa"/>
          </w:tcPr>
          <w:p w14:paraId="3C62A2BB" w14:textId="77777777" w:rsidR="00057F53" w:rsidRDefault="00057F53" w:rsidP="00FB60FE">
            <w:pPr>
              <w:pStyle w:val="Tabellentextfettkleinlinksbndig"/>
            </w:pPr>
            <w:r>
              <w:t>Verantwortlich</w:t>
            </w:r>
          </w:p>
        </w:tc>
        <w:tc>
          <w:tcPr>
            <w:tcW w:w="4326" w:type="dxa"/>
          </w:tcPr>
          <w:p w14:paraId="2F09BF9E" w14:textId="77777777" w:rsidR="00057F53" w:rsidRDefault="00057F53" w:rsidP="00FB60FE">
            <w:pPr>
              <w:pStyle w:val="Tabellentextfettkleinlinksbndig"/>
            </w:pPr>
            <w:r>
              <w:t>Anlagename</w:t>
            </w:r>
          </w:p>
        </w:tc>
        <w:tc>
          <w:tcPr>
            <w:tcW w:w="795" w:type="dxa"/>
          </w:tcPr>
          <w:p w14:paraId="2408E884" w14:textId="77777777" w:rsidR="00057F53" w:rsidRDefault="00057F53" w:rsidP="00FB60FE">
            <w:pPr>
              <w:pStyle w:val="Tabellentextfettkleinlinksbndig"/>
            </w:pPr>
            <w:r>
              <w:t>Beigefügt?</w:t>
            </w:r>
          </w:p>
        </w:tc>
      </w:tr>
      <w:tr w:rsidR="00057F53" w14:paraId="3EB2CF56" w14:textId="7730854B" w:rsidTr="00057F53">
        <w:trPr>
          <w:trHeight w:val="591"/>
        </w:trPr>
        <w:tc>
          <w:tcPr>
            <w:tcW w:w="1006" w:type="dxa"/>
          </w:tcPr>
          <w:p w14:paraId="7D20210E" w14:textId="77777777" w:rsidR="00057F53" w:rsidRDefault="00057F53" w:rsidP="00346D40">
            <w:pPr>
              <w:pStyle w:val="Tabellentextstandardkleinlinksbndig"/>
            </w:pPr>
            <w:r>
              <w:t>3.1</w:t>
            </w:r>
          </w:p>
        </w:tc>
        <w:tc>
          <w:tcPr>
            <w:tcW w:w="1378" w:type="dxa"/>
          </w:tcPr>
          <w:p w14:paraId="54A11A1C" w14:textId="54324A72" w:rsidR="00057F53" w:rsidRDefault="00057F53" w:rsidP="00346D40">
            <w:pPr>
              <w:pStyle w:val="Tabellentextstandardkleinlinksbndig"/>
            </w:pPr>
            <w:r w:rsidRPr="00836133">
              <w:t>3.1.1</w:t>
            </w:r>
          </w:p>
        </w:tc>
        <w:tc>
          <w:tcPr>
            <w:tcW w:w="1746" w:type="dxa"/>
          </w:tcPr>
          <w:p w14:paraId="4373801C" w14:textId="77777777" w:rsidR="00057F53" w:rsidRDefault="00057F53" w:rsidP="00346D40">
            <w:pPr>
              <w:pStyle w:val="Tabellentextstandardkleinlinksbndig"/>
            </w:pPr>
            <w:r>
              <w:t>Alle</w:t>
            </w:r>
          </w:p>
        </w:tc>
        <w:tc>
          <w:tcPr>
            <w:tcW w:w="4326" w:type="dxa"/>
          </w:tcPr>
          <w:p w14:paraId="41068724" w14:textId="77777777" w:rsidR="00057F53" w:rsidRDefault="00057F53" w:rsidP="00346D40">
            <w:pPr>
              <w:pStyle w:val="Tabellentextstandardkleinlinksbndig"/>
            </w:pPr>
            <w:r>
              <w:t>Beschreibung Energiemanagementsystem</w:t>
            </w:r>
          </w:p>
        </w:tc>
        <w:sdt>
          <w:sdtPr>
            <w:id w:val="-28026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327B492B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302EAB39" w14:textId="2B808357" w:rsidTr="00057F53">
        <w:trPr>
          <w:trHeight w:val="591"/>
        </w:trPr>
        <w:tc>
          <w:tcPr>
            <w:tcW w:w="1006" w:type="dxa"/>
          </w:tcPr>
          <w:p w14:paraId="3F2BA72E" w14:textId="77777777" w:rsidR="00057F53" w:rsidRDefault="00057F53" w:rsidP="00346D40">
            <w:pPr>
              <w:pStyle w:val="Tabellentextstandardkleinlinksbndig"/>
            </w:pPr>
            <w:r>
              <w:t>2</w:t>
            </w:r>
          </w:p>
        </w:tc>
        <w:tc>
          <w:tcPr>
            <w:tcW w:w="1378" w:type="dxa"/>
          </w:tcPr>
          <w:p w14:paraId="08B96150" w14:textId="5B153F2F" w:rsidR="00057F53" w:rsidRDefault="00057F53" w:rsidP="00346D40">
            <w:pPr>
              <w:pStyle w:val="Tabellentextstandardkleinlinksbndig"/>
            </w:pPr>
            <w:r w:rsidRPr="00836133">
              <w:t>3.1.2</w:t>
            </w:r>
          </w:p>
        </w:tc>
        <w:tc>
          <w:tcPr>
            <w:tcW w:w="1746" w:type="dxa"/>
          </w:tcPr>
          <w:p w14:paraId="4AD6E61F" w14:textId="77777777" w:rsidR="00057F53" w:rsidRDefault="00057F53" w:rsidP="00346D40">
            <w:pPr>
              <w:pStyle w:val="Tabellentextstandardkleinlinksbndig"/>
            </w:pPr>
            <w:r>
              <w:t>Alle</w:t>
            </w:r>
          </w:p>
        </w:tc>
        <w:tc>
          <w:tcPr>
            <w:tcW w:w="4326" w:type="dxa"/>
          </w:tcPr>
          <w:p w14:paraId="3147059C" w14:textId="7CBE48E0" w:rsidR="00057F53" w:rsidRDefault="00B6324F" w:rsidP="00346D40">
            <w:pPr>
              <w:pStyle w:val="Tabellentextstandardkleinlinksbndig"/>
            </w:pPr>
            <w:r w:rsidRPr="00B6324F">
              <w:t xml:space="preserve">Erklärung zur Einhaltung der Kriterien und </w:t>
            </w:r>
            <w:r w:rsidR="00057F53" w:rsidRPr="00320F30">
              <w:t>Energieeffizienzbericht zur Antragstellung</w:t>
            </w:r>
          </w:p>
        </w:tc>
        <w:sdt>
          <w:sdtPr>
            <w:id w:val="117498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0CAEFD0E" w14:textId="314D573F" w:rsidR="00057F53" w:rsidRDefault="006930D5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4747F696" w14:textId="0E8233DC" w:rsidTr="00057F53">
        <w:trPr>
          <w:trHeight w:val="591"/>
        </w:trPr>
        <w:tc>
          <w:tcPr>
            <w:tcW w:w="1006" w:type="dxa"/>
          </w:tcPr>
          <w:p w14:paraId="6FB15AB7" w14:textId="77777777" w:rsidR="00057F53" w:rsidRDefault="00057F53" w:rsidP="00346D40">
            <w:pPr>
              <w:pStyle w:val="Tabellentextstandardkleinlinksbndig"/>
            </w:pPr>
            <w:r>
              <w:t>2</w:t>
            </w:r>
          </w:p>
        </w:tc>
        <w:tc>
          <w:tcPr>
            <w:tcW w:w="1378" w:type="dxa"/>
          </w:tcPr>
          <w:p w14:paraId="01F207AF" w14:textId="1E27977F" w:rsidR="00057F53" w:rsidRDefault="00057F53" w:rsidP="00346D40">
            <w:pPr>
              <w:pStyle w:val="Tabellentextstandardkleinlinksbndig"/>
            </w:pPr>
            <w:r w:rsidRPr="00836133">
              <w:t>3.1.3</w:t>
            </w:r>
          </w:p>
        </w:tc>
        <w:tc>
          <w:tcPr>
            <w:tcW w:w="1746" w:type="dxa"/>
          </w:tcPr>
          <w:p w14:paraId="3D1D78F3" w14:textId="77777777" w:rsidR="00057F53" w:rsidRDefault="00057F53" w:rsidP="00346D40">
            <w:pPr>
              <w:pStyle w:val="Tabellentextstandardkleinlinksbndig"/>
            </w:pPr>
            <w:r>
              <w:t>Alle</w:t>
            </w:r>
          </w:p>
        </w:tc>
        <w:tc>
          <w:tcPr>
            <w:tcW w:w="4326" w:type="dxa"/>
          </w:tcPr>
          <w:p w14:paraId="2EB5DAD9" w14:textId="44468B57" w:rsidR="00057F53" w:rsidRDefault="00057F53" w:rsidP="00346D40">
            <w:pPr>
              <w:pStyle w:val="Tabellentextstandardkleinlinksbndig"/>
            </w:pPr>
            <w:r w:rsidRPr="00320F30">
              <w:t xml:space="preserve">Energieeffizienzbericht zur </w:t>
            </w:r>
            <w:r>
              <w:t>Abschlussevaluation</w:t>
            </w:r>
          </w:p>
        </w:tc>
        <w:sdt>
          <w:sdtPr>
            <w:id w:val="937956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119975C6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2EDD19D0" w14:textId="5443B5B9" w:rsidTr="00057F53">
        <w:trPr>
          <w:trHeight w:val="591"/>
        </w:trPr>
        <w:tc>
          <w:tcPr>
            <w:tcW w:w="1006" w:type="dxa"/>
          </w:tcPr>
          <w:p w14:paraId="1FF1EB3D" w14:textId="77777777" w:rsidR="00057F53" w:rsidRDefault="00057F53" w:rsidP="00346D40">
            <w:pPr>
              <w:pStyle w:val="Tabellentextstandardkleinlinksbndig"/>
            </w:pPr>
            <w:r>
              <w:t>3.2</w:t>
            </w:r>
          </w:p>
        </w:tc>
        <w:tc>
          <w:tcPr>
            <w:tcW w:w="1378" w:type="dxa"/>
          </w:tcPr>
          <w:p w14:paraId="1EDA42A0" w14:textId="3BDE3821" w:rsidR="00057F53" w:rsidRDefault="00057F53" w:rsidP="00346D40">
            <w:pPr>
              <w:pStyle w:val="Tabellentextstandardkleinlinksbndig"/>
            </w:pPr>
            <w:r w:rsidRPr="00836133">
              <w:t>3.2.1</w:t>
            </w:r>
          </w:p>
        </w:tc>
        <w:tc>
          <w:tcPr>
            <w:tcW w:w="1746" w:type="dxa"/>
          </w:tcPr>
          <w:p w14:paraId="363AC832" w14:textId="77777777" w:rsidR="00057F53" w:rsidRPr="00320F30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081EF85D" w14:textId="77777777" w:rsidR="00057F53" w:rsidRDefault="00057F53" w:rsidP="00346D40">
            <w:pPr>
              <w:pStyle w:val="Tabellentextstandardkleinlinksbndig"/>
            </w:pPr>
            <w:r w:rsidRPr="00320F30">
              <w:t>Messkonzept Stromverteilung</w:t>
            </w:r>
          </w:p>
        </w:tc>
        <w:sdt>
          <w:sdtPr>
            <w:id w:val="25587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272AC53A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1F2C5DE1" w14:textId="32703F1D" w:rsidTr="00057F53">
        <w:trPr>
          <w:trHeight w:val="591"/>
        </w:trPr>
        <w:tc>
          <w:tcPr>
            <w:tcW w:w="1006" w:type="dxa"/>
          </w:tcPr>
          <w:p w14:paraId="73340EEF" w14:textId="77777777" w:rsidR="00057F53" w:rsidRDefault="00057F53" w:rsidP="00346D40">
            <w:pPr>
              <w:pStyle w:val="Tabellentextstandardkleinlinksbndig"/>
            </w:pPr>
            <w:r>
              <w:t>3.3</w:t>
            </w:r>
          </w:p>
        </w:tc>
        <w:tc>
          <w:tcPr>
            <w:tcW w:w="1378" w:type="dxa"/>
          </w:tcPr>
          <w:p w14:paraId="2F2DE6E1" w14:textId="6E94424E" w:rsidR="00057F53" w:rsidRDefault="00057F53" w:rsidP="00346D40">
            <w:pPr>
              <w:pStyle w:val="Tabellentextstandardkleinlinksbndig"/>
            </w:pPr>
            <w:r w:rsidRPr="00836133">
              <w:t>3.2.1</w:t>
            </w:r>
          </w:p>
        </w:tc>
        <w:tc>
          <w:tcPr>
            <w:tcW w:w="1746" w:type="dxa"/>
          </w:tcPr>
          <w:p w14:paraId="0EFF098D" w14:textId="77777777" w:rsidR="00057F53" w:rsidRPr="00320F30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691E2875" w14:textId="77777777" w:rsidR="00057F53" w:rsidRDefault="00057F53" w:rsidP="00346D40">
            <w:pPr>
              <w:pStyle w:val="Tabellentextstandardkleinlinksbndig"/>
            </w:pPr>
            <w:r w:rsidRPr="00320F30">
              <w:t>Messkonzept Kälteverteilung</w:t>
            </w:r>
          </w:p>
        </w:tc>
        <w:sdt>
          <w:sdtPr>
            <w:id w:val="-1715884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45030039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39A63610" w14:textId="7753D694" w:rsidTr="00057F53">
        <w:trPr>
          <w:trHeight w:val="576"/>
        </w:trPr>
        <w:tc>
          <w:tcPr>
            <w:tcW w:w="1006" w:type="dxa"/>
          </w:tcPr>
          <w:p w14:paraId="041A4C0C" w14:textId="77777777" w:rsidR="00057F53" w:rsidRDefault="00057F53" w:rsidP="00346D40">
            <w:pPr>
              <w:pStyle w:val="Tabellentextstandardkleinlinksbndig"/>
            </w:pPr>
            <w:r>
              <w:t>3.4</w:t>
            </w:r>
          </w:p>
        </w:tc>
        <w:tc>
          <w:tcPr>
            <w:tcW w:w="1378" w:type="dxa"/>
          </w:tcPr>
          <w:p w14:paraId="7FE40A86" w14:textId="1FAF20A9" w:rsidR="00057F53" w:rsidRDefault="00057F53" w:rsidP="00346D40">
            <w:pPr>
              <w:pStyle w:val="Tabellentextstandardkleinlinksbndig"/>
            </w:pPr>
            <w:r w:rsidRPr="00836133">
              <w:t>3.2.2</w:t>
            </w:r>
          </w:p>
        </w:tc>
        <w:tc>
          <w:tcPr>
            <w:tcW w:w="1746" w:type="dxa"/>
          </w:tcPr>
          <w:p w14:paraId="6A74B049" w14:textId="77777777" w:rsidR="00057F53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199BD93B" w14:textId="77777777" w:rsidR="00057F53" w:rsidRPr="00955BAE" w:rsidRDefault="00057F53" w:rsidP="00346D40">
            <w:pPr>
              <w:pStyle w:val="Tabellentextstandardkleinlinksbndig"/>
            </w:pPr>
            <w:r w:rsidRPr="001D2D27">
              <w:t>Monitoring Energie, Klima, Wasser</w:t>
            </w:r>
          </w:p>
        </w:tc>
        <w:sdt>
          <w:sdtPr>
            <w:id w:val="-310942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0AE977D1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6E4620A3" w14:textId="6E9824ED" w:rsidTr="00057F53">
        <w:trPr>
          <w:trHeight w:val="576"/>
        </w:trPr>
        <w:tc>
          <w:tcPr>
            <w:tcW w:w="1006" w:type="dxa"/>
          </w:tcPr>
          <w:p w14:paraId="3874D2F0" w14:textId="77777777" w:rsidR="00057F53" w:rsidRDefault="00057F53" w:rsidP="00346D40">
            <w:pPr>
              <w:pStyle w:val="Tabellentextstandardkleinlinksbndig"/>
            </w:pPr>
            <w:r>
              <w:t>3.5</w:t>
            </w:r>
          </w:p>
        </w:tc>
        <w:tc>
          <w:tcPr>
            <w:tcW w:w="1378" w:type="dxa"/>
          </w:tcPr>
          <w:p w14:paraId="74CD13D5" w14:textId="2C3E39EE" w:rsidR="00057F53" w:rsidRDefault="00057F53" w:rsidP="00346D40">
            <w:pPr>
              <w:pStyle w:val="Tabellentextstandardkleinlinksbndig"/>
            </w:pPr>
            <w:r w:rsidRPr="00836133">
              <w:t>3.2.3</w:t>
            </w:r>
          </w:p>
        </w:tc>
        <w:tc>
          <w:tcPr>
            <w:tcW w:w="1746" w:type="dxa"/>
          </w:tcPr>
          <w:p w14:paraId="7A7EB9A0" w14:textId="77777777" w:rsidR="00057F53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6AA43B04" w14:textId="77777777" w:rsidR="00057F53" w:rsidRPr="001D2D27" w:rsidRDefault="00057F53" w:rsidP="00346D40">
            <w:pPr>
              <w:pStyle w:val="Tabellentextstandardkleinlinksbndig"/>
            </w:pPr>
            <w:r>
              <w:t>I</w:t>
            </w:r>
            <w:r w:rsidRPr="004747C1">
              <w:t>nventarliste</w:t>
            </w:r>
            <w:r>
              <w:t xml:space="preserve"> der </w:t>
            </w:r>
            <w:r>
              <w:rPr>
                <w:rFonts w:eastAsiaTheme="minorHAnsi"/>
                <w:lang w:eastAsia="en-US"/>
              </w:rPr>
              <w:t>technischen Anlage</w:t>
            </w:r>
            <w:r>
              <w:t>n</w:t>
            </w:r>
          </w:p>
        </w:tc>
        <w:sdt>
          <w:sdtPr>
            <w:id w:val="-1334917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3978E717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51BBF501" w14:textId="30C09185" w:rsidTr="00057F53">
        <w:trPr>
          <w:trHeight w:val="576"/>
        </w:trPr>
        <w:tc>
          <w:tcPr>
            <w:tcW w:w="1006" w:type="dxa"/>
          </w:tcPr>
          <w:p w14:paraId="135F11C4" w14:textId="77777777" w:rsidR="00057F53" w:rsidRDefault="00057F53" w:rsidP="00346D40">
            <w:pPr>
              <w:pStyle w:val="Tabellentextstandardkleinlinksbndig"/>
            </w:pPr>
            <w:r>
              <w:t>3.6</w:t>
            </w:r>
          </w:p>
        </w:tc>
        <w:tc>
          <w:tcPr>
            <w:tcW w:w="1378" w:type="dxa"/>
          </w:tcPr>
          <w:p w14:paraId="41394C1E" w14:textId="6051D266" w:rsidR="00057F53" w:rsidRDefault="00057F53" w:rsidP="00346D40">
            <w:pPr>
              <w:pStyle w:val="Tabellentextstandardkleinlinksbndig"/>
            </w:pPr>
            <w:r w:rsidRPr="00836133">
              <w:t>3.2.4</w:t>
            </w:r>
          </w:p>
        </w:tc>
        <w:tc>
          <w:tcPr>
            <w:tcW w:w="1746" w:type="dxa"/>
          </w:tcPr>
          <w:p w14:paraId="4E29F26A" w14:textId="77777777" w:rsidR="00057F53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3A45AC57" w14:textId="77777777" w:rsidR="00057F53" w:rsidRDefault="00057F53" w:rsidP="00346D40">
            <w:pPr>
              <w:pStyle w:val="Tabellentextstandardkleinlinksbndig"/>
            </w:pPr>
            <w:r>
              <w:t>Nachweis erneuerbare Energien</w:t>
            </w:r>
          </w:p>
        </w:tc>
        <w:sdt>
          <w:sdtPr>
            <w:id w:val="-749350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1DF16BA9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112C4A3A" w14:textId="73C7FE43" w:rsidTr="00057F53">
        <w:trPr>
          <w:trHeight w:val="576"/>
        </w:trPr>
        <w:tc>
          <w:tcPr>
            <w:tcW w:w="1006" w:type="dxa"/>
          </w:tcPr>
          <w:p w14:paraId="32B31390" w14:textId="77777777" w:rsidR="00057F53" w:rsidRDefault="00057F53" w:rsidP="00346D40">
            <w:pPr>
              <w:pStyle w:val="Tabellentextstandardkleinlinksbndig"/>
            </w:pPr>
            <w:r>
              <w:t>3.7</w:t>
            </w:r>
          </w:p>
        </w:tc>
        <w:tc>
          <w:tcPr>
            <w:tcW w:w="1378" w:type="dxa"/>
          </w:tcPr>
          <w:p w14:paraId="1B0239E1" w14:textId="57E0BD2E" w:rsidR="00057F53" w:rsidRDefault="00057F53" w:rsidP="00346D40">
            <w:pPr>
              <w:pStyle w:val="Tabellentextstandardkleinlinksbndig"/>
            </w:pPr>
            <w:r w:rsidRPr="00836133">
              <w:t>3.2.6.1</w:t>
            </w:r>
          </w:p>
        </w:tc>
        <w:tc>
          <w:tcPr>
            <w:tcW w:w="1746" w:type="dxa"/>
          </w:tcPr>
          <w:p w14:paraId="3F7339EA" w14:textId="77777777" w:rsidR="00057F53" w:rsidRPr="00955BAE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4281A34B" w14:textId="77777777" w:rsidR="00057F53" w:rsidRDefault="00057F53" w:rsidP="00346D40">
            <w:pPr>
              <w:pStyle w:val="Tabellentextstandardkleinlinksbndig"/>
            </w:pPr>
            <w:r>
              <w:t>Kundeni</w:t>
            </w:r>
            <w:r w:rsidRPr="00955BAE">
              <w:t>nformation</w:t>
            </w:r>
            <w:r>
              <w:t>en</w:t>
            </w:r>
          </w:p>
        </w:tc>
        <w:sdt>
          <w:sdtPr>
            <w:id w:val="42862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0262538F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4D73F4E1" w14:textId="6D9A20E6" w:rsidTr="00057F53">
        <w:trPr>
          <w:trHeight w:val="576"/>
        </w:trPr>
        <w:tc>
          <w:tcPr>
            <w:tcW w:w="1006" w:type="dxa"/>
          </w:tcPr>
          <w:p w14:paraId="6B284C2A" w14:textId="77777777" w:rsidR="00057F53" w:rsidRDefault="00057F53" w:rsidP="00346D40">
            <w:pPr>
              <w:pStyle w:val="Tabellentextstandardkleinlinksbndig"/>
            </w:pPr>
            <w:r>
              <w:t>3.8</w:t>
            </w:r>
          </w:p>
        </w:tc>
        <w:tc>
          <w:tcPr>
            <w:tcW w:w="1378" w:type="dxa"/>
          </w:tcPr>
          <w:p w14:paraId="03FEE7D7" w14:textId="50E656B5" w:rsidR="00057F53" w:rsidRDefault="00057F53" w:rsidP="00346D40">
            <w:pPr>
              <w:pStyle w:val="Tabellentextstandardkleinlinksbndig"/>
            </w:pPr>
            <w:r w:rsidRPr="00836133">
              <w:t>3.2.6.3</w:t>
            </w:r>
          </w:p>
        </w:tc>
        <w:tc>
          <w:tcPr>
            <w:tcW w:w="1746" w:type="dxa"/>
          </w:tcPr>
          <w:p w14:paraId="6510CAE4" w14:textId="77777777" w:rsidR="00057F53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504477FA" w14:textId="77777777" w:rsidR="00057F53" w:rsidRDefault="00057F53" w:rsidP="00346D40">
            <w:pPr>
              <w:pStyle w:val="Tabellentextstandardkleinlinksbndig"/>
            </w:pPr>
            <w:r>
              <w:t>Beratungsangebot</w:t>
            </w:r>
            <w:r w:rsidRPr="004747C1">
              <w:t xml:space="preserve"> </w:t>
            </w:r>
            <w:r>
              <w:t>zur Steigerung der Energieeffizienz</w:t>
            </w:r>
          </w:p>
        </w:tc>
        <w:sdt>
          <w:sdtPr>
            <w:id w:val="89854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6DBB81EB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0894596B" w14:textId="3E2865A3" w:rsidTr="00057F53">
        <w:trPr>
          <w:trHeight w:val="576"/>
        </w:trPr>
        <w:tc>
          <w:tcPr>
            <w:tcW w:w="1006" w:type="dxa"/>
          </w:tcPr>
          <w:p w14:paraId="748633C7" w14:textId="77777777" w:rsidR="00057F53" w:rsidRDefault="00057F53" w:rsidP="00346D40">
            <w:pPr>
              <w:pStyle w:val="Tabellentextstandardkleinlinksbndig"/>
            </w:pPr>
            <w:r>
              <w:t>3.9</w:t>
            </w:r>
          </w:p>
        </w:tc>
        <w:tc>
          <w:tcPr>
            <w:tcW w:w="1378" w:type="dxa"/>
          </w:tcPr>
          <w:p w14:paraId="5B7D438A" w14:textId="267D56CB" w:rsidR="00057F53" w:rsidRDefault="00057F53" w:rsidP="00346D40">
            <w:pPr>
              <w:pStyle w:val="Tabellentextstandardkleinlinksbndig"/>
            </w:pPr>
            <w:r w:rsidRPr="00836133">
              <w:t>3.2.7, 3.2.8</w:t>
            </w:r>
          </w:p>
        </w:tc>
        <w:tc>
          <w:tcPr>
            <w:tcW w:w="1746" w:type="dxa"/>
          </w:tcPr>
          <w:p w14:paraId="6F94F4D9" w14:textId="77777777" w:rsidR="00057F53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4082225E" w14:textId="77777777" w:rsidR="00057F53" w:rsidRPr="001D2D27" w:rsidRDefault="00057F53" w:rsidP="00346D40">
            <w:pPr>
              <w:pStyle w:val="Tabellentextstandardkleinlinksbndig"/>
            </w:pPr>
            <w:r>
              <w:t xml:space="preserve">Berechnung </w:t>
            </w:r>
            <w:r w:rsidRPr="00295E24">
              <w:t>Kennzahlen</w:t>
            </w:r>
          </w:p>
        </w:tc>
        <w:sdt>
          <w:sdtPr>
            <w:id w:val="154233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5B6D3B9A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4B7AA100" w14:textId="7935BC3B" w:rsidTr="00057F53">
        <w:trPr>
          <w:trHeight w:val="591"/>
        </w:trPr>
        <w:tc>
          <w:tcPr>
            <w:tcW w:w="1006" w:type="dxa"/>
          </w:tcPr>
          <w:p w14:paraId="3E370283" w14:textId="77777777" w:rsidR="00057F53" w:rsidRDefault="00057F53" w:rsidP="00346D40">
            <w:pPr>
              <w:pStyle w:val="Tabellentextstandardkleinlinksbndig"/>
            </w:pPr>
            <w:r>
              <w:t>3.10</w:t>
            </w:r>
          </w:p>
        </w:tc>
        <w:tc>
          <w:tcPr>
            <w:tcW w:w="1378" w:type="dxa"/>
          </w:tcPr>
          <w:p w14:paraId="5F682E9C" w14:textId="4FF48F31" w:rsidR="00057F53" w:rsidRDefault="00057F53" w:rsidP="00346D40">
            <w:pPr>
              <w:pStyle w:val="Tabellentextstandardkleinlinksbndig"/>
            </w:pPr>
            <w:r w:rsidRPr="00836133">
              <w:t>3.2.10</w:t>
            </w:r>
          </w:p>
        </w:tc>
        <w:tc>
          <w:tcPr>
            <w:tcW w:w="1746" w:type="dxa"/>
          </w:tcPr>
          <w:p w14:paraId="3AD0FA67" w14:textId="77777777" w:rsidR="00057F53" w:rsidRPr="00955BAE" w:rsidRDefault="00057F53" w:rsidP="00346D40">
            <w:pPr>
              <w:pStyle w:val="Tabellentextstandardkleinlinksbndig"/>
            </w:pPr>
            <w:r>
              <w:t>RZ-Betreiber</w:t>
            </w:r>
          </w:p>
        </w:tc>
        <w:tc>
          <w:tcPr>
            <w:tcW w:w="4326" w:type="dxa"/>
          </w:tcPr>
          <w:p w14:paraId="7E231230" w14:textId="77777777" w:rsidR="00057F53" w:rsidRDefault="00057F53" w:rsidP="00346D40">
            <w:pPr>
              <w:pStyle w:val="Tabellentextstandardkleinlinksbndig"/>
            </w:pPr>
            <w:r w:rsidRPr="00DC3C48">
              <w:t>Abwärmenutzung</w:t>
            </w:r>
          </w:p>
        </w:tc>
        <w:sdt>
          <w:sdtPr>
            <w:id w:val="1468016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227DB44D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503F9B6B" w14:textId="4BD84BEE" w:rsidTr="00057F53">
        <w:trPr>
          <w:trHeight w:val="591"/>
        </w:trPr>
        <w:tc>
          <w:tcPr>
            <w:tcW w:w="1006" w:type="dxa"/>
          </w:tcPr>
          <w:p w14:paraId="3A7F4B3A" w14:textId="77777777" w:rsidR="00057F53" w:rsidRDefault="00057F53" w:rsidP="00346D40">
            <w:pPr>
              <w:pStyle w:val="Tabellentextstandardkleinlinksbndig"/>
            </w:pPr>
            <w:r>
              <w:t>4.1</w:t>
            </w:r>
          </w:p>
        </w:tc>
        <w:tc>
          <w:tcPr>
            <w:tcW w:w="1378" w:type="dxa"/>
          </w:tcPr>
          <w:p w14:paraId="4075BBD3" w14:textId="7638DAAB" w:rsidR="00057F53" w:rsidRDefault="00057F53" w:rsidP="00346D40">
            <w:pPr>
              <w:pStyle w:val="Tabellentextstandardkleinlinksbndig"/>
            </w:pPr>
            <w:r w:rsidRPr="00836133">
              <w:t>3.3.1</w:t>
            </w:r>
          </w:p>
        </w:tc>
        <w:tc>
          <w:tcPr>
            <w:tcW w:w="1746" w:type="dxa"/>
          </w:tcPr>
          <w:p w14:paraId="7FB359A0" w14:textId="77777777" w:rsidR="00057F53" w:rsidRDefault="00057F53" w:rsidP="00346D40">
            <w:pPr>
              <w:pStyle w:val="Tabellentextstandardkleinlinksbndig"/>
            </w:pPr>
            <w:r>
              <w:t>IT-Betreiber</w:t>
            </w:r>
          </w:p>
        </w:tc>
        <w:tc>
          <w:tcPr>
            <w:tcW w:w="4326" w:type="dxa"/>
          </w:tcPr>
          <w:p w14:paraId="1E82565F" w14:textId="77777777" w:rsidR="00057F53" w:rsidRPr="00955BAE" w:rsidRDefault="00057F53" w:rsidP="00346D40">
            <w:pPr>
              <w:pStyle w:val="Tabellentextstandardkleinlinksbndig"/>
            </w:pPr>
            <w:r>
              <w:t>IT-Inventarliste</w:t>
            </w:r>
          </w:p>
        </w:tc>
        <w:sdt>
          <w:sdtPr>
            <w:id w:val="5814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09384F1C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0E4D962D" w14:textId="5EE16565" w:rsidTr="00057F53">
        <w:trPr>
          <w:trHeight w:val="591"/>
        </w:trPr>
        <w:tc>
          <w:tcPr>
            <w:tcW w:w="1006" w:type="dxa"/>
          </w:tcPr>
          <w:p w14:paraId="333A4531" w14:textId="77777777" w:rsidR="00057F53" w:rsidRDefault="00057F53" w:rsidP="00346D40">
            <w:pPr>
              <w:pStyle w:val="Tabellentextstandardkleinlinksbndig"/>
            </w:pPr>
            <w:r>
              <w:t>4.2</w:t>
            </w:r>
          </w:p>
        </w:tc>
        <w:tc>
          <w:tcPr>
            <w:tcW w:w="1378" w:type="dxa"/>
          </w:tcPr>
          <w:p w14:paraId="5D7D432A" w14:textId="26738085" w:rsidR="00057F53" w:rsidRDefault="00057F53" w:rsidP="00346D40">
            <w:pPr>
              <w:pStyle w:val="Tabellentextstandardkleinlinksbndig"/>
            </w:pPr>
            <w:r w:rsidRPr="00836133">
              <w:t>3.3.2</w:t>
            </w:r>
          </w:p>
        </w:tc>
        <w:tc>
          <w:tcPr>
            <w:tcW w:w="1746" w:type="dxa"/>
          </w:tcPr>
          <w:p w14:paraId="29867E59" w14:textId="77777777" w:rsidR="00057F53" w:rsidRDefault="00057F53" w:rsidP="00346D40">
            <w:pPr>
              <w:pStyle w:val="Tabellentextstandardkleinlinksbndig"/>
            </w:pPr>
            <w:r>
              <w:t>IT-Betreiber</w:t>
            </w:r>
          </w:p>
        </w:tc>
        <w:tc>
          <w:tcPr>
            <w:tcW w:w="4326" w:type="dxa"/>
          </w:tcPr>
          <w:p w14:paraId="27A9D8E0" w14:textId="77777777" w:rsidR="00057F53" w:rsidRPr="00955BAE" w:rsidRDefault="00057F53" w:rsidP="00346D40">
            <w:pPr>
              <w:pStyle w:val="Tabellentextstandardkleinlinksbndig"/>
            </w:pPr>
            <w:r>
              <w:t>Monitoring der IT-Last</w:t>
            </w:r>
          </w:p>
        </w:tc>
        <w:sdt>
          <w:sdtPr>
            <w:id w:val="403106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39F1DA39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7B0CBB24" w14:textId="607BC6B4" w:rsidTr="00057F53">
        <w:trPr>
          <w:trHeight w:val="591"/>
        </w:trPr>
        <w:tc>
          <w:tcPr>
            <w:tcW w:w="1006" w:type="dxa"/>
          </w:tcPr>
          <w:p w14:paraId="5186EB2D" w14:textId="77777777" w:rsidR="00057F53" w:rsidRDefault="00057F53" w:rsidP="00346D40">
            <w:pPr>
              <w:pStyle w:val="Tabellentextstandardkleinlinksbndig"/>
            </w:pPr>
            <w:r>
              <w:t>4.3</w:t>
            </w:r>
          </w:p>
        </w:tc>
        <w:tc>
          <w:tcPr>
            <w:tcW w:w="1378" w:type="dxa"/>
          </w:tcPr>
          <w:p w14:paraId="3FF90B58" w14:textId="483D0AD3" w:rsidR="00057F53" w:rsidRDefault="00057F53" w:rsidP="00346D40">
            <w:pPr>
              <w:pStyle w:val="Tabellentextstandardkleinlinksbndig"/>
            </w:pPr>
            <w:r w:rsidRPr="00836133">
              <w:t>3.3.3</w:t>
            </w:r>
          </w:p>
        </w:tc>
        <w:tc>
          <w:tcPr>
            <w:tcW w:w="1746" w:type="dxa"/>
          </w:tcPr>
          <w:p w14:paraId="5034FB52" w14:textId="77777777" w:rsidR="00057F53" w:rsidRDefault="00057F53" w:rsidP="00346D40">
            <w:pPr>
              <w:pStyle w:val="Tabellentextstandardkleinlinksbndig"/>
            </w:pPr>
            <w:r>
              <w:t>IT-Betreiber</w:t>
            </w:r>
          </w:p>
        </w:tc>
        <w:tc>
          <w:tcPr>
            <w:tcW w:w="4326" w:type="dxa"/>
          </w:tcPr>
          <w:p w14:paraId="1B9A5627" w14:textId="77777777" w:rsidR="00057F53" w:rsidRPr="00955BAE" w:rsidRDefault="00057F53" w:rsidP="00346D40">
            <w:pPr>
              <w:pStyle w:val="Tabellentextstandardkleinlinksbndig"/>
            </w:pPr>
            <w:r w:rsidRPr="00DE19DA">
              <w:t>Datenreihen gemittelte</w:t>
            </w:r>
            <w:r>
              <w:t>r</w:t>
            </w:r>
            <w:r w:rsidRPr="00DE19DA">
              <w:t xml:space="preserve"> Monatswerte </w:t>
            </w:r>
            <w:r>
              <w:t xml:space="preserve">zur </w:t>
            </w:r>
            <w:r w:rsidRPr="00723061">
              <w:t>Mindestauslastung von Servern</w:t>
            </w:r>
          </w:p>
        </w:tc>
        <w:sdt>
          <w:sdtPr>
            <w:id w:val="-1889878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0AE7D616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38789B8C" w14:textId="3DE869DB" w:rsidTr="00057F53">
        <w:trPr>
          <w:trHeight w:val="591"/>
        </w:trPr>
        <w:tc>
          <w:tcPr>
            <w:tcW w:w="1006" w:type="dxa"/>
          </w:tcPr>
          <w:p w14:paraId="32745A47" w14:textId="77777777" w:rsidR="00057F53" w:rsidRDefault="00057F53" w:rsidP="00346D40">
            <w:pPr>
              <w:pStyle w:val="Tabellentextstandardkleinlinksbndig"/>
            </w:pPr>
            <w:r>
              <w:t>4.4</w:t>
            </w:r>
          </w:p>
        </w:tc>
        <w:tc>
          <w:tcPr>
            <w:tcW w:w="1378" w:type="dxa"/>
          </w:tcPr>
          <w:p w14:paraId="34B8158F" w14:textId="5506C72F" w:rsidR="00057F53" w:rsidRDefault="00057F53" w:rsidP="00346D40">
            <w:pPr>
              <w:pStyle w:val="Tabellentextstandardkleinlinksbndig"/>
            </w:pPr>
            <w:r w:rsidRPr="00836133">
              <w:t>3.3.4</w:t>
            </w:r>
          </w:p>
        </w:tc>
        <w:tc>
          <w:tcPr>
            <w:tcW w:w="1746" w:type="dxa"/>
          </w:tcPr>
          <w:p w14:paraId="151FD888" w14:textId="77777777" w:rsidR="00057F53" w:rsidRPr="001A2CCB" w:rsidRDefault="00057F53" w:rsidP="00346D40">
            <w:pPr>
              <w:pStyle w:val="Tabellentextstandardkleinlinksbndig"/>
            </w:pPr>
            <w:r>
              <w:t>IT-Betreiber</w:t>
            </w:r>
          </w:p>
        </w:tc>
        <w:tc>
          <w:tcPr>
            <w:tcW w:w="4326" w:type="dxa"/>
          </w:tcPr>
          <w:p w14:paraId="01C29B1F" w14:textId="77777777" w:rsidR="00057F53" w:rsidRDefault="00057F53" w:rsidP="00346D40">
            <w:pPr>
              <w:pStyle w:val="Tabellentextstandardkleinlinksbndig"/>
            </w:pPr>
            <w:r w:rsidRPr="001A2CCB">
              <w:t>Dokumentation des Verfahrens zur sicheren Datenlöschung und der Abnahmevereinbarung</w:t>
            </w:r>
          </w:p>
        </w:tc>
        <w:sdt>
          <w:sdtPr>
            <w:id w:val="-645504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21C5B334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57F53" w14:paraId="73E03096" w14:textId="4AAD03DF" w:rsidTr="00057F53">
        <w:trPr>
          <w:trHeight w:val="591"/>
        </w:trPr>
        <w:tc>
          <w:tcPr>
            <w:tcW w:w="1006" w:type="dxa"/>
          </w:tcPr>
          <w:p w14:paraId="05F4298C" w14:textId="77777777" w:rsidR="00057F53" w:rsidRDefault="00057F53" w:rsidP="00346D40">
            <w:pPr>
              <w:pStyle w:val="Tabellentextstandardkleinlinksbndig"/>
            </w:pPr>
            <w:r>
              <w:t>5</w:t>
            </w:r>
          </w:p>
        </w:tc>
        <w:tc>
          <w:tcPr>
            <w:tcW w:w="1378" w:type="dxa"/>
          </w:tcPr>
          <w:p w14:paraId="02EA919E" w14:textId="20A47F83" w:rsidR="00057F53" w:rsidRDefault="00057F53" w:rsidP="00346D40">
            <w:pPr>
              <w:pStyle w:val="Tabellentextstandardkleinlinksbndig"/>
            </w:pPr>
            <w:r w:rsidRPr="00836133">
              <w:t>1</w:t>
            </w:r>
          </w:p>
        </w:tc>
        <w:tc>
          <w:tcPr>
            <w:tcW w:w="1746" w:type="dxa"/>
          </w:tcPr>
          <w:p w14:paraId="7BE0FEE3" w14:textId="77777777" w:rsidR="00057F53" w:rsidRDefault="00057F53" w:rsidP="00346D40">
            <w:pPr>
              <w:pStyle w:val="Tabellentextstandardkleinlinksbndig"/>
            </w:pPr>
            <w:r>
              <w:t>Alle</w:t>
            </w:r>
          </w:p>
        </w:tc>
        <w:tc>
          <w:tcPr>
            <w:tcW w:w="4326" w:type="dxa"/>
          </w:tcPr>
          <w:p w14:paraId="019F35EB" w14:textId="77777777" w:rsidR="00057F53" w:rsidRPr="001A2CCB" w:rsidRDefault="00057F53" w:rsidP="00346D40">
            <w:pPr>
              <w:pStyle w:val="Tabellentextstandardkleinlinksbndig"/>
            </w:pPr>
            <w:r>
              <w:t>Audit-Bericht</w:t>
            </w:r>
          </w:p>
        </w:tc>
        <w:sdt>
          <w:sdtPr>
            <w:id w:val="-1776551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5" w:type="dxa"/>
              </w:tcPr>
              <w:p w14:paraId="53E42EB1" w14:textId="77777777" w:rsidR="00057F53" w:rsidRDefault="00057F53" w:rsidP="00346D40">
                <w:pPr>
                  <w:pStyle w:val="Tabellentextstandardkleinlinksbndi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9113669" w14:textId="28FCD607" w:rsidR="00FD0B7E" w:rsidRDefault="003F6425" w:rsidP="0056346E">
      <w:r>
        <w:t>Bitte nutzen sie bei der Benennung der Dateiname folgendes Schema:</w:t>
      </w:r>
    </w:p>
    <w:p w14:paraId="4E83D85E" w14:textId="040B9C60" w:rsidR="003F6425" w:rsidRPr="00BC332A" w:rsidRDefault="003F6425" w:rsidP="0056346E">
      <w:pPr>
        <w:rPr>
          <w:i/>
          <w:iCs/>
        </w:rPr>
      </w:pPr>
      <w:r w:rsidRPr="00BC332A">
        <w:rPr>
          <w:i/>
          <w:iCs/>
        </w:rPr>
        <w:t>Anlage #</w:t>
      </w:r>
      <w:r w:rsidR="009855E9" w:rsidRPr="00BC332A">
        <w:rPr>
          <w:i/>
          <w:iCs/>
        </w:rPr>
        <w:t xml:space="preserve"> - Anlagenname</w:t>
      </w:r>
    </w:p>
    <w:p w14:paraId="1A512176" w14:textId="6AB7B024" w:rsidR="009855E9" w:rsidRDefault="009855E9" w:rsidP="0056346E">
      <w:r>
        <w:lastRenderedPageBreak/>
        <w:t xml:space="preserve">Beispiel für diesen </w:t>
      </w:r>
      <w:r w:rsidRPr="00320F30">
        <w:t>Energieeffizienzbericht zur Antragstellung</w:t>
      </w:r>
      <w:r>
        <w:t>:</w:t>
      </w:r>
    </w:p>
    <w:p w14:paraId="5F66E56F" w14:textId="2F6C22F7" w:rsidR="009855E9" w:rsidRPr="00BC332A" w:rsidRDefault="009855E9" w:rsidP="0056346E">
      <w:pPr>
        <w:rPr>
          <w:i/>
          <w:iCs/>
        </w:rPr>
      </w:pPr>
      <w:r w:rsidRPr="00BC332A">
        <w:rPr>
          <w:i/>
          <w:iCs/>
        </w:rPr>
        <w:t>Anlage 2 - Energieeffizienzbericht zur Antragstellung</w:t>
      </w:r>
    </w:p>
    <w:p w14:paraId="18F46C22" w14:textId="77777777" w:rsidR="00A37164" w:rsidRDefault="00A37164" w:rsidP="00E074EB">
      <w:pPr>
        <w:jc w:val="left"/>
      </w:pPr>
    </w:p>
    <w:p w14:paraId="0149ED32" w14:textId="1D209E6B" w:rsidR="00E074EB" w:rsidRDefault="00E074EB" w:rsidP="00E074EB">
      <w:pPr>
        <w:jc w:val="left"/>
      </w:pPr>
      <w:r w:rsidRPr="00B32C17">
        <w:t xml:space="preserve">Für die </w:t>
      </w:r>
      <w:r>
        <w:t>nachfolgenden Anlagen liegen den Antragsunterlagen Vorlagen bei, die vom Antragsteller genutzt werden können.</w:t>
      </w:r>
    </w:p>
    <w:p w14:paraId="076A378E" w14:textId="77777777" w:rsidR="003A2FC5" w:rsidRPr="00B32C17" w:rsidRDefault="003A2FC5" w:rsidP="00E074EB">
      <w:pPr>
        <w:jc w:val="left"/>
      </w:pPr>
    </w:p>
    <w:p w14:paraId="0C1D5821" w14:textId="2F1902AF" w:rsidR="00E074EB" w:rsidRPr="00320F30" w:rsidRDefault="00924621" w:rsidP="00B6324F">
      <w:pPr>
        <w:tabs>
          <w:tab w:val="left" w:pos="1134"/>
        </w:tabs>
      </w:pPr>
      <w:r>
        <w:rPr>
          <w:b/>
        </w:rPr>
        <w:tab/>
      </w:r>
      <w:r w:rsidR="0090447C">
        <w:rPr>
          <w:b/>
        </w:rPr>
        <w:tab/>
      </w:r>
    </w:p>
    <w:p w14:paraId="5CCAAFF9" w14:textId="765225BA" w:rsidR="00E074EB" w:rsidRPr="00320F30" w:rsidRDefault="00E074EB" w:rsidP="00924621">
      <w:pPr>
        <w:tabs>
          <w:tab w:val="left" w:pos="1134"/>
        </w:tabs>
        <w:ind w:left="2127" w:hanging="2127"/>
      </w:pPr>
      <w:r w:rsidRPr="00320F30">
        <w:rPr>
          <w:b/>
        </w:rPr>
        <w:t xml:space="preserve">Anlage </w:t>
      </w:r>
      <w:r>
        <w:rPr>
          <w:b/>
        </w:rPr>
        <w:t>2</w:t>
      </w:r>
      <w:r w:rsidRPr="00320F30">
        <w:rPr>
          <w:b/>
        </w:rPr>
        <w:tab/>
      </w:r>
      <w:r w:rsidR="0090447C">
        <w:rPr>
          <w:b/>
        </w:rPr>
        <w:tab/>
      </w:r>
      <w:r w:rsidR="00B6324F">
        <w:t>Erklärung zur Einhaltung der Kriterien</w:t>
      </w:r>
      <w:r w:rsidR="00B6324F" w:rsidRPr="00320F30">
        <w:t xml:space="preserve"> </w:t>
      </w:r>
      <w:r w:rsidR="00B6324F">
        <w:t xml:space="preserve">und </w:t>
      </w:r>
      <w:r w:rsidRPr="00320F30">
        <w:t>Energieeffizienzbericht zur Antragstellung (dieses Dokument)</w:t>
      </w:r>
      <w:r>
        <w:t xml:space="preserve">, Kap. </w:t>
      </w:r>
      <w:r w:rsidR="00613DAB">
        <w:t>3.1.2</w:t>
      </w:r>
    </w:p>
    <w:p w14:paraId="66CDBB75" w14:textId="2FED8E6C" w:rsidR="00E074EB" w:rsidRPr="008A0A2C" w:rsidRDefault="00E074EB" w:rsidP="00E074EB">
      <w:pPr>
        <w:tabs>
          <w:tab w:val="left" w:pos="1134"/>
        </w:tabs>
        <w:ind w:left="1134" w:hanging="1134"/>
      </w:pPr>
      <w:r w:rsidRPr="008A0A2C">
        <w:rPr>
          <w:b/>
        </w:rPr>
        <w:t>Anlage 3</w:t>
      </w:r>
      <w:r w:rsidR="0090447C" w:rsidRPr="008A0A2C">
        <w:rPr>
          <w:b/>
        </w:rPr>
        <w:t>.4</w:t>
      </w:r>
      <w:r w:rsidRPr="008A0A2C">
        <w:tab/>
      </w:r>
      <w:r w:rsidR="0090447C" w:rsidRPr="008A0A2C">
        <w:tab/>
      </w:r>
      <w:r w:rsidRPr="008A0A2C">
        <w:t>Monitoring Energie, Klima, Wasser, Kap.</w:t>
      </w:r>
      <w:r w:rsidR="00613DAB">
        <w:t xml:space="preserve"> 3.2.2</w:t>
      </w:r>
    </w:p>
    <w:p w14:paraId="7D9D717C" w14:textId="25179113" w:rsidR="00E074EB" w:rsidRPr="008A0A2C" w:rsidRDefault="00E074EB" w:rsidP="00E074EB">
      <w:pPr>
        <w:tabs>
          <w:tab w:val="left" w:pos="1134"/>
        </w:tabs>
        <w:ind w:left="1134" w:hanging="1134"/>
      </w:pPr>
      <w:r w:rsidRPr="008A0A2C">
        <w:rPr>
          <w:b/>
        </w:rPr>
        <w:t xml:space="preserve">Anlage </w:t>
      </w:r>
      <w:r w:rsidR="0090447C" w:rsidRPr="008A0A2C">
        <w:rPr>
          <w:b/>
        </w:rPr>
        <w:t>3.5</w:t>
      </w:r>
      <w:r w:rsidRPr="008A0A2C">
        <w:tab/>
      </w:r>
      <w:r w:rsidR="0090447C" w:rsidRPr="008A0A2C">
        <w:tab/>
      </w:r>
      <w:r w:rsidRPr="008A0A2C">
        <w:t xml:space="preserve">Inventarliste der </w:t>
      </w:r>
      <w:r w:rsidRPr="008A0A2C">
        <w:rPr>
          <w:rFonts w:eastAsiaTheme="minorHAnsi"/>
          <w:lang w:eastAsia="en-US"/>
        </w:rPr>
        <w:t>technischen Anlage</w:t>
      </w:r>
      <w:r w:rsidRPr="008A0A2C">
        <w:t>n, Kap.</w:t>
      </w:r>
      <w:r w:rsidR="00613DAB">
        <w:t>3.2.3</w:t>
      </w:r>
    </w:p>
    <w:p w14:paraId="1C17972A" w14:textId="52A8F4C3" w:rsidR="00E074EB" w:rsidRPr="008A0A2C" w:rsidRDefault="00E074EB" w:rsidP="00E074EB">
      <w:pPr>
        <w:tabs>
          <w:tab w:val="left" w:pos="1134"/>
        </w:tabs>
        <w:ind w:left="1134" w:hanging="1134"/>
      </w:pPr>
      <w:r w:rsidRPr="008A0A2C">
        <w:rPr>
          <w:b/>
        </w:rPr>
        <w:t xml:space="preserve">Anlage </w:t>
      </w:r>
      <w:r w:rsidR="0090447C" w:rsidRPr="008A0A2C">
        <w:rPr>
          <w:b/>
        </w:rPr>
        <w:t>3.</w:t>
      </w:r>
      <w:r w:rsidR="004D6F58">
        <w:rPr>
          <w:b/>
        </w:rPr>
        <w:t>9</w:t>
      </w:r>
      <w:r w:rsidR="0090447C" w:rsidRPr="008A0A2C">
        <w:rPr>
          <w:b/>
        </w:rPr>
        <w:tab/>
      </w:r>
      <w:r w:rsidRPr="008A0A2C">
        <w:tab/>
        <w:t>Berechnung PUE und CER, Kap.</w:t>
      </w:r>
      <w:r w:rsidR="00613DAB">
        <w:t xml:space="preserve"> 3.2.7</w:t>
      </w:r>
      <w:r w:rsidRPr="008A0A2C">
        <w:t xml:space="preserve"> und</w:t>
      </w:r>
      <w:r w:rsidR="00613DAB">
        <w:t xml:space="preserve"> 3.2.8</w:t>
      </w:r>
    </w:p>
    <w:p w14:paraId="500ED623" w14:textId="489F87C1" w:rsidR="00E074EB" w:rsidRPr="008A0A2C" w:rsidRDefault="00E074EB" w:rsidP="00E074EB">
      <w:pPr>
        <w:tabs>
          <w:tab w:val="left" w:pos="1134"/>
        </w:tabs>
        <w:ind w:left="1134" w:hanging="1134"/>
      </w:pPr>
      <w:r w:rsidRPr="008A0A2C">
        <w:rPr>
          <w:b/>
        </w:rPr>
        <w:t xml:space="preserve">Anlage </w:t>
      </w:r>
      <w:r w:rsidR="0090447C" w:rsidRPr="008A0A2C">
        <w:rPr>
          <w:b/>
        </w:rPr>
        <w:t>4.1</w:t>
      </w:r>
      <w:r w:rsidR="0090447C" w:rsidRPr="008A0A2C">
        <w:rPr>
          <w:b/>
        </w:rPr>
        <w:tab/>
      </w:r>
      <w:r w:rsidRPr="008A0A2C">
        <w:tab/>
        <w:t>IT-Inventarliste, Kap.</w:t>
      </w:r>
      <w:r w:rsidR="00613DAB">
        <w:t xml:space="preserve"> 3.3.1</w:t>
      </w:r>
    </w:p>
    <w:p w14:paraId="6439D92D" w14:textId="24983C3A" w:rsidR="00E074EB" w:rsidRDefault="00E074EB" w:rsidP="00E074EB">
      <w:pPr>
        <w:tabs>
          <w:tab w:val="left" w:pos="1134"/>
        </w:tabs>
        <w:ind w:left="1134" w:hanging="1134"/>
      </w:pPr>
      <w:r w:rsidRPr="008A0A2C">
        <w:rPr>
          <w:b/>
        </w:rPr>
        <w:t xml:space="preserve">Anlage </w:t>
      </w:r>
      <w:r w:rsidR="0090447C" w:rsidRPr="008A0A2C">
        <w:rPr>
          <w:b/>
        </w:rPr>
        <w:t>4.2</w:t>
      </w:r>
      <w:r w:rsidR="0090447C" w:rsidRPr="008A0A2C">
        <w:rPr>
          <w:b/>
        </w:rPr>
        <w:tab/>
      </w:r>
      <w:r w:rsidRPr="008A0A2C">
        <w:tab/>
        <w:t>Monitoring der IT-Last, Kap.</w:t>
      </w:r>
      <w:r w:rsidR="00613DAB">
        <w:t xml:space="preserve"> 3.3.2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sectPr w:rsidR="00E074EB" w:rsidSect="003C1A26">
      <w:headerReference w:type="default" r:id="rId19"/>
      <w:footerReference w:type="default" r:id="rId20"/>
      <w:type w:val="oddPage"/>
      <w:pgSz w:w="11899" w:h="16840"/>
      <w:pgMar w:top="1701" w:right="1418" w:bottom="1560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6FD73" w14:textId="77777777" w:rsidR="00DA6834" w:rsidRDefault="00DA6834">
      <w:r>
        <w:separator/>
      </w:r>
    </w:p>
    <w:p w14:paraId="728068E9" w14:textId="77777777" w:rsidR="008B6CCF" w:rsidRDefault="008B6CCF"/>
  </w:endnote>
  <w:endnote w:type="continuationSeparator" w:id="0">
    <w:p w14:paraId="089D3604" w14:textId="77777777" w:rsidR="00DA6834" w:rsidRDefault="00DA6834">
      <w:r>
        <w:continuationSeparator/>
      </w:r>
    </w:p>
    <w:p w14:paraId="58651C33" w14:textId="77777777" w:rsidR="008B6CCF" w:rsidRDefault="008B6CCF"/>
  </w:endnote>
  <w:endnote w:type="continuationNotice" w:id="1">
    <w:p w14:paraId="06F67A00" w14:textId="77777777" w:rsidR="00DA6834" w:rsidRDefault="00DA6834">
      <w:pPr>
        <w:spacing w:line="240" w:lineRule="auto"/>
      </w:pPr>
    </w:p>
    <w:p w14:paraId="32EE5348" w14:textId="77777777" w:rsidR="008B6CCF" w:rsidRDefault="008B6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8190" w14:textId="12756BFF" w:rsidR="008B6CCF" w:rsidRPr="00E85CFE" w:rsidRDefault="00487AB6" w:rsidP="00E85CFE">
    <w:pPr>
      <w:pStyle w:val="Fuzeile"/>
    </w:pPr>
    <w:r w:rsidRPr="00E85CFE">
      <w:t xml:space="preserve">Anlage </w:t>
    </w:r>
    <w:r w:rsidR="00613DAB">
      <w:t>A</w:t>
    </w:r>
    <w:r w:rsidR="00E85CFE" w:rsidRPr="00E85CFE">
      <w:t>: Energieeffizienzbericht</w:t>
    </w:r>
    <w:r w:rsidRPr="00E85CFE">
      <w:tab/>
    </w:r>
    <w:r w:rsidR="00E85CFE" w:rsidRPr="00E85CFE">
      <w:fldChar w:fldCharType="begin"/>
    </w:r>
    <w:r w:rsidR="00E85CFE" w:rsidRPr="00E85CFE">
      <w:instrText xml:space="preserve"> PAGE   \* MERGEFORMAT </w:instrText>
    </w:r>
    <w:r w:rsidR="00E85CFE" w:rsidRPr="00E85CFE">
      <w:fldChar w:fldCharType="separate"/>
    </w:r>
    <w:r w:rsidR="00E85CFE" w:rsidRPr="00E85CFE">
      <w:t>5</w:t>
    </w:r>
    <w:r w:rsidR="00E85CFE" w:rsidRPr="00E85CFE">
      <w:fldChar w:fldCharType="end"/>
    </w:r>
    <w:r w:rsidR="00E85CFE" w:rsidRPr="00E85CFE">
      <w:t>/</w:t>
    </w:r>
    <w:r w:rsidR="00751B2E">
      <w:fldChar w:fldCharType="begin"/>
    </w:r>
    <w:r w:rsidR="00751B2E">
      <w:instrText xml:space="preserve"> NUMPAGES   \* MERGEFORMAT </w:instrText>
    </w:r>
    <w:r w:rsidR="00751B2E">
      <w:fldChar w:fldCharType="separate"/>
    </w:r>
    <w:r w:rsidR="00E85CFE" w:rsidRPr="00E85CFE">
      <w:t>9</w:t>
    </w:r>
    <w:r w:rsidR="00751B2E">
      <w:fldChar w:fldCharType="end"/>
    </w:r>
    <w:r w:rsidRPr="00E85CFE">
      <w:tab/>
      <w:t>DE-UZ 2</w:t>
    </w:r>
    <w:r w:rsidR="00AA096D" w:rsidRPr="00E85CFE">
      <w:t>28</w:t>
    </w:r>
    <w:r w:rsidRPr="00E85CFE">
      <w:t xml:space="preserve"> Ausgabe Januar 202</w:t>
    </w:r>
    <w:r w:rsidR="00AA096D" w:rsidRPr="00E85CFE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50125" w14:textId="17DA4337" w:rsidR="008B6CCF" w:rsidRDefault="004A35E5">
      <w:r>
        <w:separator/>
      </w:r>
    </w:p>
  </w:footnote>
  <w:footnote w:type="continuationSeparator" w:id="0">
    <w:p w14:paraId="10776FE6" w14:textId="7DA77DDF" w:rsidR="008B6CCF" w:rsidRDefault="004A35E5">
      <w:r>
        <w:continuationSeparator/>
      </w:r>
    </w:p>
  </w:footnote>
  <w:footnote w:type="continuationNotice" w:id="1">
    <w:p w14:paraId="4D2C5A6E" w14:textId="77777777" w:rsidR="008B6CCF" w:rsidRDefault="008B6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51F74" w14:textId="721E5421" w:rsidR="00346D40" w:rsidRDefault="00346D40" w:rsidP="00346D4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86C0D4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634531"/>
    <w:multiLevelType w:val="hybridMultilevel"/>
    <w:tmpl w:val="77906108"/>
    <w:lvl w:ilvl="0" w:tplc="0407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" w15:restartNumberingAfterBreak="0">
    <w:nsid w:val="08E14C45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" w15:restartNumberingAfterBreak="0">
    <w:nsid w:val="09BD41F6"/>
    <w:multiLevelType w:val="multilevel"/>
    <w:tmpl w:val="21D2E440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C96201"/>
    <w:multiLevelType w:val="multilevel"/>
    <w:tmpl w:val="B3F6694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→"/>
      <w:lvlJc w:val="left"/>
      <w:pPr>
        <w:tabs>
          <w:tab w:val="num" w:pos="1701"/>
        </w:tabs>
        <w:ind w:left="1701" w:hanging="397"/>
      </w:pPr>
      <w:rPr>
        <w:rFonts w:ascii="Arial Unicode MS" w:eastAsia="Arial Unicode MS" w:hAnsi="Arial Unicode MS" w:hint="eastAsia"/>
      </w:rPr>
    </w:lvl>
    <w:lvl w:ilvl="4">
      <w:start w:val="1"/>
      <w:numFmt w:val="lowerLetter"/>
      <w:lvlText w:val="%5."/>
      <w:lvlJc w:val="left"/>
      <w:pPr>
        <w:tabs>
          <w:tab w:val="num" w:pos="2126"/>
        </w:tabs>
        <w:ind w:left="2126" w:hanging="425"/>
      </w:pPr>
      <w:rPr>
        <w:rFonts w:hint="default"/>
        <w:b w:val="0"/>
        <w:i/>
      </w:rPr>
    </w:lvl>
    <w:lvl w:ilvl="5">
      <w:start w:val="1"/>
      <w:numFmt w:val="decimal"/>
      <w:lvlText w:val="%5.%6"/>
      <w:lvlJc w:val="left"/>
      <w:pPr>
        <w:tabs>
          <w:tab w:val="num" w:pos="2693"/>
        </w:tabs>
        <w:ind w:left="2693" w:hanging="567"/>
      </w:pPr>
      <w:rPr>
        <w:rFonts w:hint="default"/>
        <w:b w:val="0"/>
        <w:i/>
      </w:rPr>
    </w:lvl>
    <w:lvl w:ilvl="6">
      <w:start w:val="1"/>
      <w:numFmt w:val="decimal"/>
      <w:lvlText w:val="%5.%6.%7"/>
      <w:lvlJc w:val="left"/>
      <w:pPr>
        <w:tabs>
          <w:tab w:val="num" w:pos="3402"/>
        </w:tabs>
        <w:ind w:left="3402" w:hanging="709"/>
      </w:pPr>
      <w:rPr>
        <w:rFonts w:hint="default"/>
        <w:b w:val="0"/>
        <w:i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CF95DF0"/>
    <w:multiLevelType w:val="hybridMultilevel"/>
    <w:tmpl w:val="F90A9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C6F12"/>
    <w:multiLevelType w:val="multilevel"/>
    <w:tmpl w:val="4A04F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48" w:hanging="588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8B752BA"/>
    <w:multiLevelType w:val="multilevel"/>
    <w:tmpl w:val="940040D2"/>
    <w:lvl w:ilvl="0">
      <w:start w:val="1"/>
      <w:numFmt w:val="bullet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hint="default"/>
        <w:sz w:val="22"/>
      </w:rPr>
    </w:lvl>
    <w:lvl w:ilvl="1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</w:rPr>
    </w:lvl>
    <w:lvl w:ilvl="3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4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</w:abstractNum>
  <w:abstractNum w:abstractNumId="8" w15:restartNumberingAfterBreak="0">
    <w:nsid w:val="1AD065E5"/>
    <w:multiLevelType w:val="multilevel"/>
    <w:tmpl w:val="BDC27494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 w:hint="default"/>
        <w:b/>
        <w:color w:val="4F81BD" w:themeColor="accent1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04" w:hanging="1004"/>
      </w:pPr>
      <w:rPr>
        <w:rFonts w:asciiTheme="majorHAnsi" w:hAnsiTheme="majorHAnsi" w:hint="default"/>
        <w:b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Theme="majorHAnsi" w:hAnsiTheme="majorHAnsi" w:hint="default"/>
        <w:b w:val="0"/>
        <w:i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0" w15:restartNumberingAfterBreak="0">
    <w:nsid w:val="22915E40"/>
    <w:multiLevelType w:val="multilevel"/>
    <w:tmpl w:val="3B72D8E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Roman"/>
      <w:lvlText w:val="%4"/>
      <w:lvlJc w:val="left"/>
      <w:pPr>
        <w:tabs>
          <w:tab w:val="num" w:pos="567"/>
        </w:tabs>
        <w:ind w:left="567" w:hanging="425"/>
      </w:pPr>
      <w:rPr>
        <w:rFonts w:hint="default"/>
      </w:rPr>
    </w:lvl>
    <w:lvl w:ilvl="4">
      <w:start w:val="1"/>
      <w:numFmt w:val="upperRoman"/>
      <w:lvlText w:val="%4.%5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5">
      <w:start w:val="1"/>
      <w:numFmt w:val="upperRoman"/>
      <w:lvlText w:val="%4.%5.%6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upperRoman"/>
      <w:lvlText w:val="%4.%5.%6.%7"/>
      <w:lvlJc w:val="left"/>
      <w:pPr>
        <w:tabs>
          <w:tab w:val="num" w:pos="2126"/>
        </w:tabs>
        <w:ind w:left="2126" w:hanging="56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8C13C9E"/>
    <w:multiLevelType w:val="multilevel"/>
    <w:tmpl w:val="7DF2214C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33F5001A"/>
    <w:multiLevelType w:val="hybridMultilevel"/>
    <w:tmpl w:val="45F2A8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C6AB3"/>
    <w:multiLevelType w:val="hybridMultilevel"/>
    <w:tmpl w:val="64428EC4"/>
    <w:lvl w:ilvl="0" w:tplc="5C06DAEE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4" w15:restartNumberingAfterBreak="0">
    <w:nsid w:val="3C8214E4"/>
    <w:multiLevelType w:val="multilevel"/>
    <w:tmpl w:val="49A0F2F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5" w15:restartNumberingAfterBreak="0">
    <w:nsid w:val="3E283FFD"/>
    <w:multiLevelType w:val="hybridMultilevel"/>
    <w:tmpl w:val="41A4B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B6FCE"/>
    <w:multiLevelType w:val="multilevel"/>
    <w:tmpl w:val="FBBC055C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4E2520D9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8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04874"/>
    <w:multiLevelType w:val="multilevel"/>
    <w:tmpl w:val="49D8665A"/>
    <w:lvl w:ilvl="0">
      <w:start w:val="1"/>
      <w:numFmt w:val="bullet"/>
      <w:lvlText w:val="►"/>
      <w:lvlJc w:val="left"/>
      <w:pPr>
        <w:ind w:left="357" w:hanging="357"/>
      </w:pPr>
      <w:rPr>
        <w:rFonts w:ascii="Arial" w:hAnsi="Aria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0" w15:restartNumberingAfterBreak="0">
    <w:nsid w:val="5BD42AD3"/>
    <w:multiLevelType w:val="multilevel"/>
    <w:tmpl w:val="F2E4BEB2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</w:rPr>
    </w:lvl>
    <w:lvl w:ilvl="1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2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3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4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4394"/>
        </w:tabs>
        <w:ind w:left="4394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4820"/>
        </w:tabs>
        <w:ind w:left="4820" w:hanging="426"/>
      </w:pPr>
      <w:rPr>
        <w:rFonts w:ascii="Wingdings 2" w:hAnsi="Wingdings 2" w:hint="default"/>
      </w:rPr>
    </w:lvl>
  </w:abstractNum>
  <w:abstractNum w:abstractNumId="21" w15:restartNumberingAfterBreak="0">
    <w:nsid w:val="5ECA24B2"/>
    <w:multiLevelType w:val="hybridMultilevel"/>
    <w:tmpl w:val="0A328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13341"/>
    <w:multiLevelType w:val="hybridMultilevel"/>
    <w:tmpl w:val="427016A0"/>
    <w:lvl w:ilvl="0" w:tplc="F9A27D1C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cs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B7447D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4" w15:restartNumberingAfterBreak="0">
    <w:nsid w:val="6C9F6373"/>
    <w:multiLevelType w:val="multilevel"/>
    <w:tmpl w:val="6FF44A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009B8"/>
    <w:multiLevelType w:val="multilevel"/>
    <w:tmpl w:val="D6586D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lang w:val="de-D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CC139CB"/>
    <w:multiLevelType w:val="hybridMultilevel"/>
    <w:tmpl w:val="2B26C996"/>
    <w:lvl w:ilvl="0" w:tplc="17DA81E8">
      <w:start w:val="1"/>
      <w:numFmt w:val="bullet"/>
      <w:pStyle w:val="AufzhlungPunk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E05399"/>
    <w:multiLevelType w:val="multilevel"/>
    <w:tmpl w:val="5966013C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</w:rPr>
    </w:lvl>
    <w:lvl w:ilvl="2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3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4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4394"/>
        </w:tabs>
        <w:ind w:left="4394" w:hanging="425"/>
      </w:pPr>
      <w:rPr>
        <w:rFonts w:ascii="Wingdings 2" w:hAnsi="Wingdings 2" w:hint="default"/>
      </w:rPr>
    </w:lvl>
  </w:abstractNum>
  <w:num w:numId="1">
    <w:abstractNumId w:val="11"/>
  </w:num>
  <w:num w:numId="2">
    <w:abstractNumId w:val="0"/>
  </w:num>
  <w:num w:numId="3">
    <w:abstractNumId w:val="24"/>
  </w:num>
  <w:num w:numId="4">
    <w:abstractNumId w:val="7"/>
  </w:num>
  <w:num w:numId="5">
    <w:abstractNumId w:val="29"/>
  </w:num>
  <w:num w:numId="6">
    <w:abstractNumId w:val="20"/>
  </w:num>
  <w:num w:numId="7">
    <w:abstractNumId w:val="10"/>
  </w:num>
  <w:num w:numId="8">
    <w:abstractNumId w:val="4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26"/>
  </w:num>
  <w:num w:numId="13">
    <w:abstractNumId w:val="15"/>
  </w:num>
  <w:num w:numId="14">
    <w:abstractNumId w:val="8"/>
  </w:num>
  <w:num w:numId="15">
    <w:abstractNumId w:val="19"/>
  </w:num>
  <w:num w:numId="16">
    <w:abstractNumId w:val="21"/>
  </w:num>
  <w:num w:numId="17">
    <w:abstractNumId w:val="8"/>
  </w:num>
  <w:num w:numId="18">
    <w:abstractNumId w:val="27"/>
  </w:num>
  <w:num w:numId="19">
    <w:abstractNumId w:val="12"/>
  </w:num>
  <w:num w:numId="20">
    <w:abstractNumId w:val="5"/>
  </w:num>
  <w:num w:numId="21">
    <w:abstractNumId w:val="14"/>
  </w:num>
  <w:num w:numId="22">
    <w:abstractNumId w:val="16"/>
  </w:num>
  <w:num w:numId="23">
    <w:abstractNumId w:val="23"/>
  </w:num>
  <w:num w:numId="24">
    <w:abstractNumId w:val="17"/>
  </w:num>
  <w:num w:numId="25">
    <w:abstractNumId w:val="2"/>
  </w:num>
  <w:num w:numId="26">
    <w:abstractNumId w:val="1"/>
  </w:num>
  <w:num w:numId="27">
    <w:abstractNumId w:val="25"/>
  </w:num>
  <w:num w:numId="28">
    <w:abstractNumId w:val="9"/>
  </w:num>
  <w:num w:numId="29">
    <w:abstractNumId w:val="9"/>
  </w:num>
  <w:num w:numId="30">
    <w:abstractNumId w:val="9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9"/>
  </w:num>
  <w:num w:numId="37">
    <w:abstractNumId w:val="9"/>
  </w:num>
  <w:num w:numId="38">
    <w:abstractNumId w:val="18"/>
  </w:num>
  <w:num w:numId="39">
    <w:abstractNumId w:val="26"/>
  </w:num>
  <w:num w:numId="40">
    <w:abstractNumId w:val="26"/>
  </w:num>
  <w:num w:numId="41">
    <w:abstractNumId w:val="25"/>
  </w:num>
  <w:num w:numId="42">
    <w:abstractNumId w:val="25"/>
  </w:num>
  <w:num w:numId="43">
    <w:abstractNumId w:val="28"/>
  </w:num>
  <w:num w:numId="44">
    <w:abstractNumId w:val="28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uLoZQ8BydVdAdOxPgoW3O2X3Px0eXCq6oSqeoXTW2SX+tNO2XCninKTgZfIG0TcKi+U0xuJ+qscFXdZabSuNg==" w:salt="bvvKdqxT7K7j7JE4sVxWeA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40"/>
    <w:rsid w:val="000015DA"/>
    <w:rsid w:val="00002A42"/>
    <w:rsid w:val="0000591C"/>
    <w:rsid w:val="00005D52"/>
    <w:rsid w:val="00007288"/>
    <w:rsid w:val="0001128C"/>
    <w:rsid w:val="00011BEF"/>
    <w:rsid w:val="0001224D"/>
    <w:rsid w:val="00013C54"/>
    <w:rsid w:val="00015529"/>
    <w:rsid w:val="00017A30"/>
    <w:rsid w:val="00017A5E"/>
    <w:rsid w:val="000208F9"/>
    <w:rsid w:val="00021C83"/>
    <w:rsid w:val="00021E93"/>
    <w:rsid w:val="00022153"/>
    <w:rsid w:val="000237DA"/>
    <w:rsid w:val="00023D0E"/>
    <w:rsid w:val="00026F93"/>
    <w:rsid w:val="00030AD5"/>
    <w:rsid w:val="00031623"/>
    <w:rsid w:val="00032931"/>
    <w:rsid w:val="0003344F"/>
    <w:rsid w:val="000335CB"/>
    <w:rsid w:val="00033A12"/>
    <w:rsid w:val="00036A5E"/>
    <w:rsid w:val="00041368"/>
    <w:rsid w:val="00044B0B"/>
    <w:rsid w:val="00044FE2"/>
    <w:rsid w:val="00045455"/>
    <w:rsid w:val="000461FE"/>
    <w:rsid w:val="00047457"/>
    <w:rsid w:val="00051569"/>
    <w:rsid w:val="00054809"/>
    <w:rsid w:val="00055CAD"/>
    <w:rsid w:val="00056060"/>
    <w:rsid w:val="00056BFE"/>
    <w:rsid w:val="00056F7A"/>
    <w:rsid w:val="0005760D"/>
    <w:rsid w:val="00057F53"/>
    <w:rsid w:val="00061C0F"/>
    <w:rsid w:val="00065D79"/>
    <w:rsid w:val="000660CB"/>
    <w:rsid w:val="00066B2B"/>
    <w:rsid w:val="00066E87"/>
    <w:rsid w:val="00067B7D"/>
    <w:rsid w:val="00070986"/>
    <w:rsid w:val="00071A48"/>
    <w:rsid w:val="00075350"/>
    <w:rsid w:val="0007623F"/>
    <w:rsid w:val="00081AB3"/>
    <w:rsid w:val="00081AEA"/>
    <w:rsid w:val="000832B0"/>
    <w:rsid w:val="00086268"/>
    <w:rsid w:val="00086FAD"/>
    <w:rsid w:val="000870E9"/>
    <w:rsid w:val="00087F8C"/>
    <w:rsid w:val="00090FA9"/>
    <w:rsid w:val="00093ADB"/>
    <w:rsid w:val="00094256"/>
    <w:rsid w:val="00094438"/>
    <w:rsid w:val="00095F83"/>
    <w:rsid w:val="000962A4"/>
    <w:rsid w:val="000A044E"/>
    <w:rsid w:val="000A0631"/>
    <w:rsid w:val="000A0789"/>
    <w:rsid w:val="000A3049"/>
    <w:rsid w:val="000A355E"/>
    <w:rsid w:val="000A5D00"/>
    <w:rsid w:val="000A601E"/>
    <w:rsid w:val="000A6865"/>
    <w:rsid w:val="000A6F54"/>
    <w:rsid w:val="000A79EC"/>
    <w:rsid w:val="000B2642"/>
    <w:rsid w:val="000B4271"/>
    <w:rsid w:val="000B50BE"/>
    <w:rsid w:val="000B5CF4"/>
    <w:rsid w:val="000B664E"/>
    <w:rsid w:val="000B77BF"/>
    <w:rsid w:val="000B7DC1"/>
    <w:rsid w:val="000C0BF2"/>
    <w:rsid w:val="000C1586"/>
    <w:rsid w:val="000C19A4"/>
    <w:rsid w:val="000C1B0E"/>
    <w:rsid w:val="000C4E42"/>
    <w:rsid w:val="000C54F3"/>
    <w:rsid w:val="000C6957"/>
    <w:rsid w:val="000C7437"/>
    <w:rsid w:val="000D0651"/>
    <w:rsid w:val="000D5448"/>
    <w:rsid w:val="000D57B1"/>
    <w:rsid w:val="000D6829"/>
    <w:rsid w:val="000D7379"/>
    <w:rsid w:val="000E03E1"/>
    <w:rsid w:val="000E118B"/>
    <w:rsid w:val="000E2A0C"/>
    <w:rsid w:val="000E5F18"/>
    <w:rsid w:val="000E6CC8"/>
    <w:rsid w:val="000E7034"/>
    <w:rsid w:val="000F0A5E"/>
    <w:rsid w:val="000F11EC"/>
    <w:rsid w:val="000F198A"/>
    <w:rsid w:val="000F3287"/>
    <w:rsid w:val="000F3E76"/>
    <w:rsid w:val="000F47C1"/>
    <w:rsid w:val="000F4A6C"/>
    <w:rsid w:val="000F51AA"/>
    <w:rsid w:val="000F57D3"/>
    <w:rsid w:val="000F5FA7"/>
    <w:rsid w:val="000F61E8"/>
    <w:rsid w:val="000F6653"/>
    <w:rsid w:val="000F6FF8"/>
    <w:rsid w:val="000F786F"/>
    <w:rsid w:val="00101A13"/>
    <w:rsid w:val="00101CD2"/>
    <w:rsid w:val="00102741"/>
    <w:rsid w:val="00103920"/>
    <w:rsid w:val="001051FB"/>
    <w:rsid w:val="00105DED"/>
    <w:rsid w:val="00111829"/>
    <w:rsid w:val="001126E4"/>
    <w:rsid w:val="00112703"/>
    <w:rsid w:val="00120BBA"/>
    <w:rsid w:val="00120E93"/>
    <w:rsid w:val="00121AC6"/>
    <w:rsid w:val="0012431F"/>
    <w:rsid w:val="0012480C"/>
    <w:rsid w:val="00127D50"/>
    <w:rsid w:val="0013065B"/>
    <w:rsid w:val="00131226"/>
    <w:rsid w:val="0013289B"/>
    <w:rsid w:val="00136A4B"/>
    <w:rsid w:val="00140414"/>
    <w:rsid w:val="001404DC"/>
    <w:rsid w:val="0014217B"/>
    <w:rsid w:val="00142E2C"/>
    <w:rsid w:val="00142FA7"/>
    <w:rsid w:val="00143135"/>
    <w:rsid w:val="0014464D"/>
    <w:rsid w:val="00152960"/>
    <w:rsid w:val="00152D52"/>
    <w:rsid w:val="00154A19"/>
    <w:rsid w:val="00154A9C"/>
    <w:rsid w:val="001551D6"/>
    <w:rsid w:val="00155DED"/>
    <w:rsid w:val="001673C4"/>
    <w:rsid w:val="00167D40"/>
    <w:rsid w:val="00167F9D"/>
    <w:rsid w:val="00170FFD"/>
    <w:rsid w:val="00172D2C"/>
    <w:rsid w:val="0017341D"/>
    <w:rsid w:val="00173E89"/>
    <w:rsid w:val="00177E9B"/>
    <w:rsid w:val="001806FC"/>
    <w:rsid w:val="00180F6F"/>
    <w:rsid w:val="001837F7"/>
    <w:rsid w:val="00183800"/>
    <w:rsid w:val="00185024"/>
    <w:rsid w:val="0018566B"/>
    <w:rsid w:val="00186BE6"/>
    <w:rsid w:val="00187212"/>
    <w:rsid w:val="001879CC"/>
    <w:rsid w:val="001904F9"/>
    <w:rsid w:val="00190686"/>
    <w:rsid w:val="00193EDC"/>
    <w:rsid w:val="00195AA4"/>
    <w:rsid w:val="0019635D"/>
    <w:rsid w:val="00196395"/>
    <w:rsid w:val="0019795D"/>
    <w:rsid w:val="00197DB5"/>
    <w:rsid w:val="001A00C9"/>
    <w:rsid w:val="001A012E"/>
    <w:rsid w:val="001A025C"/>
    <w:rsid w:val="001A0F2D"/>
    <w:rsid w:val="001A109A"/>
    <w:rsid w:val="001A1163"/>
    <w:rsid w:val="001A2C3D"/>
    <w:rsid w:val="001A2CCB"/>
    <w:rsid w:val="001A3F2C"/>
    <w:rsid w:val="001A4B9F"/>
    <w:rsid w:val="001A60E2"/>
    <w:rsid w:val="001B2932"/>
    <w:rsid w:val="001B3581"/>
    <w:rsid w:val="001B3A6D"/>
    <w:rsid w:val="001B3E76"/>
    <w:rsid w:val="001B3FD4"/>
    <w:rsid w:val="001B44D9"/>
    <w:rsid w:val="001B453A"/>
    <w:rsid w:val="001B6DEB"/>
    <w:rsid w:val="001B6E5D"/>
    <w:rsid w:val="001B780B"/>
    <w:rsid w:val="001C1BD4"/>
    <w:rsid w:val="001C1CEE"/>
    <w:rsid w:val="001C22E7"/>
    <w:rsid w:val="001C261A"/>
    <w:rsid w:val="001C38EF"/>
    <w:rsid w:val="001C5DD1"/>
    <w:rsid w:val="001C6EFB"/>
    <w:rsid w:val="001C7020"/>
    <w:rsid w:val="001C78F7"/>
    <w:rsid w:val="001D2D27"/>
    <w:rsid w:val="001D344C"/>
    <w:rsid w:val="001D3AD0"/>
    <w:rsid w:val="001D4214"/>
    <w:rsid w:val="001D6040"/>
    <w:rsid w:val="001D60EC"/>
    <w:rsid w:val="001D66FA"/>
    <w:rsid w:val="001E002A"/>
    <w:rsid w:val="001E07E2"/>
    <w:rsid w:val="001E6AC0"/>
    <w:rsid w:val="001E6C86"/>
    <w:rsid w:val="001E7E4A"/>
    <w:rsid w:val="001F0EC4"/>
    <w:rsid w:val="001F1A1D"/>
    <w:rsid w:val="001F318A"/>
    <w:rsid w:val="001F3334"/>
    <w:rsid w:val="001F4D28"/>
    <w:rsid w:val="001F5759"/>
    <w:rsid w:val="001F63DE"/>
    <w:rsid w:val="001F7315"/>
    <w:rsid w:val="00200415"/>
    <w:rsid w:val="00204239"/>
    <w:rsid w:val="002044D7"/>
    <w:rsid w:val="0020548C"/>
    <w:rsid w:val="00214DA1"/>
    <w:rsid w:val="00214DF4"/>
    <w:rsid w:val="00217EDE"/>
    <w:rsid w:val="00220DD1"/>
    <w:rsid w:val="0022105F"/>
    <w:rsid w:val="00221AC8"/>
    <w:rsid w:val="00221EF0"/>
    <w:rsid w:val="00222D18"/>
    <w:rsid w:val="00222D43"/>
    <w:rsid w:val="00222FA5"/>
    <w:rsid w:val="00224365"/>
    <w:rsid w:val="002249CD"/>
    <w:rsid w:val="00225604"/>
    <w:rsid w:val="00225D55"/>
    <w:rsid w:val="0022626E"/>
    <w:rsid w:val="00226ACA"/>
    <w:rsid w:val="002314AE"/>
    <w:rsid w:val="002326D8"/>
    <w:rsid w:val="002337C7"/>
    <w:rsid w:val="00233A89"/>
    <w:rsid w:val="00233B81"/>
    <w:rsid w:val="00234174"/>
    <w:rsid w:val="002344B9"/>
    <w:rsid w:val="00235C04"/>
    <w:rsid w:val="00236B6D"/>
    <w:rsid w:val="00237EA9"/>
    <w:rsid w:val="00240329"/>
    <w:rsid w:val="002412CA"/>
    <w:rsid w:val="00241929"/>
    <w:rsid w:val="00241B31"/>
    <w:rsid w:val="002427E9"/>
    <w:rsid w:val="0024313C"/>
    <w:rsid w:val="002438B2"/>
    <w:rsid w:val="002459B7"/>
    <w:rsid w:val="00245D98"/>
    <w:rsid w:val="00247A99"/>
    <w:rsid w:val="00250A55"/>
    <w:rsid w:val="002516A7"/>
    <w:rsid w:val="00253507"/>
    <w:rsid w:val="00253C82"/>
    <w:rsid w:val="00255E74"/>
    <w:rsid w:val="00257EF1"/>
    <w:rsid w:val="002609FF"/>
    <w:rsid w:val="0026528A"/>
    <w:rsid w:val="002711CA"/>
    <w:rsid w:val="0027251A"/>
    <w:rsid w:val="002746CF"/>
    <w:rsid w:val="002761B8"/>
    <w:rsid w:val="0028097F"/>
    <w:rsid w:val="0028098A"/>
    <w:rsid w:val="00281E4F"/>
    <w:rsid w:val="00283E36"/>
    <w:rsid w:val="00283F7F"/>
    <w:rsid w:val="00290197"/>
    <w:rsid w:val="002919FF"/>
    <w:rsid w:val="00291E26"/>
    <w:rsid w:val="002943C0"/>
    <w:rsid w:val="00294FC9"/>
    <w:rsid w:val="00295DCB"/>
    <w:rsid w:val="00295E11"/>
    <w:rsid w:val="00295E24"/>
    <w:rsid w:val="002962A8"/>
    <w:rsid w:val="002975F4"/>
    <w:rsid w:val="00297858"/>
    <w:rsid w:val="002A19E8"/>
    <w:rsid w:val="002A2581"/>
    <w:rsid w:val="002A455A"/>
    <w:rsid w:val="002A4636"/>
    <w:rsid w:val="002A4FE4"/>
    <w:rsid w:val="002A6E91"/>
    <w:rsid w:val="002A74FA"/>
    <w:rsid w:val="002A771C"/>
    <w:rsid w:val="002A79CB"/>
    <w:rsid w:val="002B12D6"/>
    <w:rsid w:val="002B1536"/>
    <w:rsid w:val="002B15E3"/>
    <w:rsid w:val="002B256F"/>
    <w:rsid w:val="002B2663"/>
    <w:rsid w:val="002B32C4"/>
    <w:rsid w:val="002B3D62"/>
    <w:rsid w:val="002B3E13"/>
    <w:rsid w:val="002B5337"/>
    <w:rsid w:val="002B5CB3"/>
    <w:rsid w:val="002B6035"/>
    <w:rsid w:val="002B7881"/>
    <w:rsid w:val="002C170B"/>
    <w:rsid w:val="002C1769"/>
    <w:rsid w:val="002C1DDA"/>
    <w:rsid w:val="002C1E56"/>
    <w:rsid w:val="002C236C"/>
    <w:rsid w:val="002C27D2"/>
    <w:rsid w:val="002C2CB3"/>
    <w:rsid w:val="002C3099"/>
    <w:rsid w:val="002C6800"/>
    <w:rsid w:val="002C79E4"/>
    <w:rsid w:val="002D0AE4"/>
    <w:rsid w:val="002D2A54"/>
    <w:rsid w:val="002D3187"/>
    <w:rsid w:val="002D3A8D"/>
    <w:rsid w:val="002D61BE"/>
    <w:rsid w:val="002E05B4"/>
    <w:rsid w:val="002E2685"/>
    <w:rsid w:val="002E34E3"/>
    <w:rsid w:val="002E62CA"/>
    <w:rsid w:val="002E62DB"/>
    <w:rsid w:val="002E73C2"/>
    <w:rsid w:val="002E777E"/>
    <w:rsid w:val="002E784B"/>
    <w:rsid w:val="002F04EF"/>
    <w:rsid w:val="002F0B86"/>
    <w:rsid w:val="002F3AEE"/>
    <w:rsid w:val="002F4DF1"/>
    <w:rsid w:val="002F5472"/>
    <w:rsid w:val="002F56F7"/>
    <w:rsid w:val="002F78C1"/>
    <w:rsid w:val="002F7944"/>
    <w:rsid w:val="003020AD"/>
    <w:rsid w:val="00302722"/>
    <w:rsid w:val="003027B0"/>
    <w:rsid w:val="003027CD"/>
    <w:rsid w:val="00304453"/>
    <w:rsid w:val="00306096"/>
    <w:rsid w:val="0030609D"/>
    <w:rsid w:val="00306264"/>
    <w:rsid w:val="003066DA"/>
    <w:rsid w:val="0031052C"/>
    <w:rsid w:val="003117AF"/>
    <w:rsid w:val="00313462"/>
    <w:rsid w:val="00314116"/>
    <w:rsid w:val="003144FD"/>
    <w:rsid w:val="0031496D"/>
    <w:rsid w:val="00314F8B"/>
    <w:rsid w:val="003166BB"/>
    <w:rsid w:val="00316BB0"/>
    <w:rsid w:val="00320F30"/>
    <w:rsid w:val="0032185C"/>
    <w:rsid w:val="00324084"/>
    <w:rsid w:val="003269AA"/>
    <w:rsid w:val="00327E89"/>
    <w:rsid w:val="00332BDE"/>
    <w:rsid w:val="00332D44"/>
    <w:rsid w:val="0033345A"/>
    <w:rsid w:val="00334EE3"/>
    <w:rsid w:val="00335006"/>
    <w:rsid w:val="0033723D"/>
    <w:rsid w:val="0034033B"/>
    <w:rsid w:val="003432BB"/>
    <w:rsid w:val="00343B8C"/>
    <w:rsid w:val="00344A38"/>
    <w:rsid w:val="00344A3B"/>
    <w:rsid w:val="003452F4"/>
    <w:rsid w:val="00345365"/>
    <w:rsid w:val="003453DF"/>
    <w:rsid w:val="0034653B"/>
    <w:rsid w:val="003465F6"/>
    <w:rsid w:val="00346A57"/>
    <w:rsid w:val="00346D40"/>
    <w:rsid w:val="00347B3C"/>
    <w:rsid w:val="00350166"/>
    <w:rsid w:val="003514FC"/>
    <w:rsid w:val="003526FF"/>
    <w:rsid w:val="0035758D"/>
    <w:rsid w:val="00357ABB"/>
    <w:rsid w:val="00361887"/>
    <w:rsid w:val="00362341"/>
    <w:rsid w:val="003624D2"/>
    <w:rsid w:val="003656E9"/>
    <w:rsid w:val="0036604F"/>
    <w:rsid w:val="0037202C"/>
    <w:rsid w:val="003735DC"/>
    <w:rsid w:val="00373911"/>
    <w:rsid w:val="00374319"/>
    <w:rsid w:val="00376790"/>
    <w:rsid w:val="00376CA1"/>
    <w:rsid w:val="00383782"/>
    <w:rsid w:val="003860A9"/>
    <w:rsid w:val="00391E83"/>
    <w:rsid w:val="00393254"/>
    <w:rsid w:val="00393F82"/>
    <w:rsid w:val="00396DA9"/>
    <w:rsid w:val="00397FDE"/>
    <w:rsid w:val="003A2335"/>
    <w:rsid w:val="003A2D77"/>
    <w:rsid w:val="003A2FC5"/>
    <w:rsid w:val="003A308A"/>
    <w:rsid w:val="003A4A3E"/>
    <w:rsid w:val="003A4D30"/>
    <w:rsid w:val="003A4DD9"/>
    <w:rsid w:val="003A5ABB"/>
    <w:rsid w:val="003A5D67"/>
    <w:rsid w:val="003A67B7"/>
    <w:rsid w:val="003B1EB6"/>
    <w:rsid w:val="003B313C"/>
    <w:rsid w:val="003B55E5"/>
    <w:rsid w:val="003B5A64"/>
    <w:rsid w:val="003C1A26"/>
    <w:rsid w:val="003C1B87"/>
    <w:rsid w:val="003C437F"/>
    <w:rsid w:val="003C45BE"/>
    <w:rsid w:val="003C4B02"/>
    <w:rsid w:val="003D08BF"/>
    <w:rsid w:val="003D2A20"/>
    <w:rsid w:val="003D354C"/>
    <w:rsid w:val="003D5734"/>
    <w:rsid w:val="003D6003"/>
    <w:rsid w:val="003E1096"/>
    <w:rsid w:val="003E2934"/>
    <w:rsid w:val="003E44B0"/>
    <w:rsid w:val="003E54B8"/>
    <w:rsid w:val="003E5DF9"/>
    <w:rsid w:val="003E5F5D"/>
    <w:rsid w:val="003E65C5"/>
    <w:rsid w:val="003E6BEF"/>
    <w:rsid w:val="003F0BE2"/>
    <w:rsid w:val="003F2042"/>
    <w:rsid w:val="003F2A39"/>
    <w:rsid w:val="003F2BCD"/>
    <w:rsid w:val="003F5577"/>
    <w:rsid w:val="003F6425"/>
    <w:rsid w:val="003F6B51"/>
    <w:rsid w:val="004010AE"/>
    <w:rsid w:val="00402D2F"/>
    <w:rsid w:val="00403349"/>
    <w:rsid w:val="00404875"/>
    <w:rsid w:val="00405ED8"/>
    <w:rsid w:val="00406161"/>
    <w:rsid w:val="004062A0"/>
    <w:rsid w:val="00406C5D"/>
    <w:rsid w:val="00410ED4"/>
    <w:rsid w:val="00410F39"/>
    <w:rsid w:val="00412309"/>
    <w:rsid w:val="00414C15"/>
    <w:rsid w:val="00415166"/>
    <w:rsid w:val="00416D2D"/>
    <w:rsid w:val="004218CF"/>
    <w:rsid w:val="004220BB"/>
    <w:rsid w:val="00423744"/>
    <w:rsid w:val="00424F87"/>
    <w:rsid w:val="00425929"/>
    <w:rsid w:val="00425D3A"/>
    <w:rsid w:val="004264A7"/>
    <w:rsid w:val="004319A9"/>
    <w:rsid w:val="00431DFF"/>
    <w:rsid w:val="00432274"/>
    <w:rsid w:val="00432D8B"/>
    <w:rsid w:val="00433A32"/>
    <w:rsid w:val="004344EB"/>
    <w:rsid w:val="00434964"/>
    <w:rsid w:val="00436E58"/>
    <w:rsid w:val="004372A4"/>
    <w:rsid w:val="004372F7"/>
    <w:rsid w:val="00437A6E"/>
    <w:rsid w:val="00437F6C"/>
    <w:rsid w:val="00440708"/>
    <w:rsid w:val="00440D66"/>
    <w:rsid w:val="004410B3"/>
    <w:rsid w:val="00441B8A"/>
    <w:rsid w:val="00442C4B"/>
    <w:rsid w:val="00442D92"/>
    <w:rsid w:val="00443249"/>
    <w:rsid w:val="00446610"/>
    <w:rsid w:val="00446962"/>
    <w:rsid w:val="00446FAE"/>
    <w:rsid w:val="00450140"/>
    <w:rsid w:val="0045087A"/>
    <w:rsid w:val="00451999"/>
    <w:rsid w:val="0045246F"/>
    <w:rsid w:val="004538A6"/>
    <w:rsid w:val="00453F3A"/>
    <w:rsid w:val="00454C6F"/>
    <w:rsid w:val="004562B1"/>
    <w:rsid w:val="004563E1"/>
    <w:rsid w:val="004579E1"/>
    <w:rsid w:val="00457DBA"/>
    <w:rsid w:val="00460290"/>
    <w:rsid w:val="00460B75"/>
    <w:rsid w:val="00461B77"/>
    <w:rsid w:val="0046383F"/>
    <w:rsid w:val="00464C4B"/>
    <w:rsid w:val="00464DAC"/>
    <w:rsid w:val="0047091C"/>
    <w:rsid w:val="004709EF"/>
    <w:rsid w:val="00471A23"/>
    <w:rsid w:val="00471E99"/>
    <w:rsid w:val="00474295"/>
    <w:rsid w:val="00477624"/>
    <w:rsid w:val="00477B1C"/>
    <w:rsid w:val="00483F49"/>
    <w:rsid w:val="00484A18"/>
    <w:rsid w:val="0048666B"/>
    <w:rsid w:val="004872DA"/>
    <w:rsid w:val="00487AB6"/>
    <w:rsid w:val="00493914"/>
    <w:rsid w:val="00493953"/>
    <w:rsid w:val="004949DD"/>
    <w:rsid w:val="00494EC7"/>
    <w:rsid w:val="00495182"/>
    <w:rsid w:val="004961D0"/>
    <w:rsid w:val="00496C8E"/>
    <w:rsid w:val="0049718D"/>
    <w:rsid w:val="004A026F"/>
    <w:rsid w:val="004A247D"/>
    <w:rsid w:val="004A2499"/>
    <w:rsid w:val="004A35E5"/>
    <w:rsid w:val="004A3CB0"/>
    <w:rsid w:val="004A4C49"/>
    <w:rsid w:val="004B255B"/>
    <w:rsid w:val="004C03A8"/>
    <w:rsid w:val="004C1089"/>
    <w:rsid w:val="004C1207"/>
    <w:rsid w:val="004C2D72"/>
    <w:rsid w:val="004C341A"/>
    <w:rsid w:val="004C3AEC"/>
    <w:rsid w:val="004C484C"/>
    <w:rsid w:val="004C5316"/>
    <w:rsid w:val="004C54D7"/>
    <w:rsid w:val="004C55BF"/>
    <w:rsid w:val="004C5A7A"/>
    <w:rsid w:val="004C6CC1"/>
    <w:rsid w:val="004C711C"/>
    <w:rsid w:val="004D0DF0"/>
    <w:rsid w:val="004D33ED"/>
    <w:rsid w:val="004D5BFE"/>
    <w:rsid w:val="004D5D1E"/>
    <w:rsid w:val="004D6BB9"/>
    <w:rsid w:val="004D6F58"/>
    <w:rsid w:val="004E0DA5"/>
    <w:rsid w:val="004E1CC4"/>
    <w:rsid w:val="004E20B0"/>
    <w:rsid w:val="004E3254"/>
    <w:rsid w:val="004E3D90"/>
    <w:rsid w:val="004E4D86"/>
    <w:rsid w:val="004E558A"/>
    <w:rsid w:val="004E5677"/>
    <w:rsid w:val="004E64A7"/>
    <w:rsid w:val="004E669B"/>
    <w:rsid w:val="004F21DA"/>
    <w:rsid w:val="004F346F"/>
    <w:rsid w:val="004F359D"/>
    <w:rsid w:val="004F37FA"/>
    <w:rsid w:val="004F3A62"/>
    <w:rsid w:val="004F6920"/>
    <w:rsid w:val="00500F9C"/>
    <w:rsid w:val="00501800"/>
    <w:rsid w:val="00501C1F"/>
    <w:rsid w:val="00502816"/>
    <w:rsid w:val="00502ADA"/>
    <w:rsid w:val="0050650A"/>
    <w:rsid w:val="00506BCC"/>
    <w:rsid w:val="00507DA7"/>
    <w:rsid w:val="00510158"/>
    <w:rsid w:val="00511332"/>
    <w:rsid w:val="00512BEE"/>
    <w:rsid w:val="00513725"/>
    <w:rsid w:val="00515286"/>
    <w:rsid w:val="00516E0A"/>
    <w:rsid w:val="005178AE"/>
    <w:rsid w:val="00517E32"/>
    <w:rsid w:val="00520C8C"/>
    <w:rsid w:val="00521104"/>
    <w:rsid w:val="00521A80"/>
    <w:rsid w:val="00521FAC"/>
    <w:rsid w:val="005221AA"/>
    <w:rsid w:val="0052427B"/>
    <w:rsid w:val="005259F6"/>
    <w:rsid w:val="00527C62"/>
    <w:rsid w:val="00531974"/>
    <w:rsid w:val="00532A30"/>
    <w:rsid w:val="00534130"/>
    <w:rsid w:val="00534190"/>
    <w:rsid w:val="0053506C"/>
    <w:rsid w:val="005355B3"/>
    <w:rsid w:val="00536CD4"/>
    <w:rsid w:val="00537B26"/>
    <w:rsid w:val="0054098A"/>
    <w:rsid w:val="00540E1F"/>
    <w:rsid w:val="00541684"/>
    <w:rsid w:val="005417CD"/>
    <w:rsid w:val="005439CA"/>
    <w:rsid w:val="0054464D"/>
    <w:rsid w:val="0054619B"/>
    <w:rsid w:val="00546EC9"/>
    <w:rsid w:val="005511AB"/>
    <w:rsid w:val="00551492"/>
    <w:rsid w:val="00552DEF"/>
    <w:rsid w:val="00556B4B"/>
    <w:rsid w:val="00557C71"/>
    <w:rsid w:val="00560355"/>
    <w:rsid w:val="00560A93"/>
    <w:rsid w:val="00560AF4"/>
    <w:rsid w:val="0056346E"/>
    <w:rsid w:val="00564676"/>
    <w:rsid w:val="00564F26"/>
    <w:rsid w:val="005676D4"/>
    <w:rsid w:val="005719A0"/>
    <w:rsid w:val="00571BFB"/>
    <w:rsid w:val="00575856"/>
    <w:rsid w:val="005759A9"/>
    <w:rsid w:val="00576319"/>
    <w:rsid w:val="00582BBE"/>
    <w:rsid w:val="00582F68"/>
    <w:rsid w:val="00583718"/>
    <w:rsid w:val="0058434F"/>
    <w:rsid w:val="0058759A"/>
    <w:rsid w:val="00590AF8"/>
    <w:rsid w:val="00592954"/>
    <w:rsid w:val="005945B7"/>
    <w:rsid w:val="00594FF7"/>
    <w:rsid w:val="00595C71"/>
    <w:rsid w:val="005A04C7"/>
    <w:rsid w:val="005A2520"/>
    <w:rsid w:val="005A3173"/>
    <w:rsid w:val="005A3AA1"/>
    <w:rsid w:val="005A4B2C"/>
    <w:rsid w:val="005A6977"/>
    <w:rsid w:val="005B06F7"/>
    <w:rsid w:val="005B1CB3"/>
    <w:rsid w:val="005B2BFB"/>
    <w:rsid w:val="005B37C9"/>
    <w:rsid w:val="005B3865"/>
    <w:rsid w:val="005B3AF8"/>
    <w:rsid w:val="005B4F9C"/>
    <w:rsid w:val="005B60E7"/>
    <w:rsid w:val="005B61A3"/>
    <w:rsid w:val="005C41F8"/>
    <w:rsid w:val="005C452F"/>
    <w:rsid w:val="005C46CD"/>
    <w:rsid w:val="005C50A8"/>
    <w:rsid w:val="005C71EC"/>
    <w:rsid w:val="005D0F5A"/>
    <w:rsid w:val="005D1B2C"/>
    <w:rsid w:val="005D2E7B"/>
    <w:rsid w:val="005D4CE1"/>
    <w:rsid w:val="005D52E3"/>
    <w:rsid w:val="005D5B0E"/>
    <w:rsid w:val="005D73DB"/>
    <w:rsid w:val="005E0A73"/>
    <w:rsid w:val="005E133A"/>
    <w:rsid w:val="005E4132"/>
    <w:rsid w:val="005E4835"/>
    <w:rsid w:val="005E5E02"/>
    <w:rsid w:val="005F0DC9"/>
    <w:rsid w:val="005F2EAA"/>
    <w:rsid w:val="005F4C5F"/>
    <w:rsid w:val="005F56F9"/>
    <w:rsid w:val="005F6B1E"/>
    <w:rsid w:val="00601532"/>
    <w:rsid w:val="006016DA"/>
    <w:rsid w:val="006019D8"/>
    <w:rsid w:val="00604140"/>
    <w:rsid w:val="00606C97"/>
    <w:rsid w:val="0060781B"/>
    <w:rsid w:val="00607F85"/>
    <w:rsid w:val="00610DE2"/>
    <w:rsid w:val="00613DAB"/>
    <w:rsid w:val="006147A9"/>
    <w:rsid w:val="00615142"/>
    <w:rsid w:val="0061662E"/>
    <w:rsid w:val="0062042D"/>
    <w:rsid w:val="00620950"/>
    <w:rsid w:val="00620D4B"/>
    <w:rsid w:val="006210B4"/>
    <w:rsid w:val="006218F2"/>
    <w:rsid w:val="00622A73"/>
    <w:rsid w:val="0062695B"/>
    <w:rsid w:val="006313ED"/>
    <w:rsid w:val="00633ED8"/>
    <w:rsid w:val="00634C75"/>
    <w:rsid w:val="0063564D"/>
    <w:rsid w:val="00636D01"/>
    <w:rsid w:val="006370F4"/>
    <w:rsid w:val="00637932"/>
    <w:rsid w:val="00637E71"/>
    <w:rsid w:val="00644546"/>
    <w:rsid w:val="006454E9"/>
    <w:rsid w:val="00647597"/>
    <w:rsid w:val="00650472"/>
    <w:rsid w:val="00650615"/>
    <w:rsid w:val="00651AF8"/>
    <w:rsid w:val="00652141"/>
    <w:rsid w:val="006525B5"/>
    <w:rsid w:val="00654636"/>
    <w:rsid w:val="006552A9"/>
    <w:rsid w:val="00656327"/>
    <w:rsid w:val="00657652"/>
    <w:rsid w:val="00661EE6"/>
    <w:rsid w:val="00662C92"/>
    <w:rsid w:val="00664350"/>
    <w:rsid w:val="0066451C"/>
    <w:rsid w:val="00665449"/>
    <w:rsid w:val="006668DF"/>
    <w:rsid w:val="0066779C"/>
    <w:rsid w:val="006705A1"/>
    <w:rsid w:val="00671B2F"/>
    <w:rsid w:val="00672239"/>
    <w:rsid w:val="006734AE"/>
    <w:rsid w:val="00676ED2"/>
    <w:rsid w:val="00680394"/>
    <w:rsid w:val="00680424"/>
    <w:rsid w:val="0068170D"/>
    <w:rsid w:val="00682104"/>
    <w:rsid w:val="00682A0F"/>
    <w:rsid w:val="00682A1F"/>
    <w:rsid w:val="0069115E"/>
    <w:rsid w:val="00692ED7"/>
    <w:rsid w:val="006930D5"/>
    <w:rsid w:val="00694436"/>
    <w:rsid w:val="0069453C"/>
    <w:rsid w:val="00694D2E"/>
    <w:rsid w:val="0069626B"/>
    <w:rsid w:val="006977AA"/>
    <w:rsid w:val="0069788D"/>
    <w:rsid w:val="006A088C"/>
    <w:rsid w:val="006A1DD2"/>
    <w:rsid w:val="006A23C3"/>
    <w:rsid w:val="006A3B59"/>
    <w:rsid w:val="006A633E"/>
    <w:rsid w:val="006A7903"/>
    <w:rsid w:val="006B1269"/>
    <w:rsid w:val="006B198B"/>
    <w:rsid w:val="006B1B02"/>
    <w:rsid w:val="006B1BD1"/>
    <w:rsid w:val="006B2768"/>
    <w:rsid w:val="006B2DC1"/>
    <w:rsid w:val="006B62DA"/>
    <w:rsid w:val="006B6D54"/>
    <w:rsid w:val="006B6F47"/>
    <w:rsid w:val="006B7403"/>
    <w:rsid w:val="006B7CC7"/>
    <w:rsid w:val="006B7D5E"/>
    <w:rsid w:val="006C1DEF"/>
    <w:rsid w:val="006C2A82"/>
    <w:rsid w:val="006C7E80"/>
    <w:rsid w:val="006D50B1"/>
    <w:rsid w:val="006E09C6"/>
    <w:rsid w:val="006E0BA8"/>
    <w:rsid w:val="006E38DA"/>
    <w:rsid w:val="006E5559"/>
    <w:rsid w:val="006E78BE"/>
    <w:rsid w:val="006F0199"/>
    <w:rsid w:val="006F08F7"/>
    <w:rsid w:val="006F1F48"/>
    <w:rsid w:val="006F210F"/>
    <w:rsid w:val="006F38C9"/>
    <w:rsid w:val="006F4570"/>
    <w:rsid w:val="006F45D7"/>
    <w:rsid w:val="006F6608"/>
    <w:rsid w:val="006F6FF3"/>
    <w:rsid w:val="006F72A9"/>
    <w:rsid w:val="00701857"/>
    <w:rsid w:val="00703F08"/>
    <w:rsid w:val="00706329"/>
    <w:rsid w:val="007071C9"/>
    <w:rsid w:val="00707BF4"/>
    <w:rsid w:val="00711E93"/>
    <w:rsid w:val="00714014"/>
    <w:rsid w:val="007147DE"/>
    <w:rsid w:val="007179D6"/>
    <w:rsid w:val="007204F5"/>
    <w:rsid w:val="007205AC"/>
    <w:rsid w:val="00722145"/>
    <w:rsid w:val="0072270D"/>
    <w:rsid w:val="00723061"/>
    <w:rsid w:val="00723A71"/>
    <w:rsid w:val="00724FFF"/>
    <w:rsid w:val="00725B42"/>
    <w:rsid w:val="00726E66"/>
    <w:rsid w:val="00726FC2"/>
    <w:rsid w:val="00727F9E"/>
    <w:rsid w:val="00730076"/>
    <w:rsid w:val="00730845"/>
    <w:rsid w:val="00730F7F"/>
    <w:rsid w:val="00735C4E"/>
    <w:rsid w:val="00735C80"/>
    <w:rsid w:val="007361D6"/>
    <w:rsid w:val="00740047"/>
    <w:rsid w:val="00740662"/>
    <w:rsid w:val="007417F1"/>
    <w:rsid w:val="00742883"/>
    <w:rsid w:val="00742A2A"/>
    <w:rsid w:val="00744C98"/>
    <w:rsid w:val="00745942"/>
    <w:rsid w:val="00747390"/>
    <w:rsid w:val="0075041B"/>
    <w:rsid w:val="00750FCD"/>
    <w:rsid w:val="00751B2E"/>
    <w:rsid w:val="00751D54"/>
    <w:rsid w:val="00751F55"/>
    <w:rsid w:val="00752F18"/>
    <w:rsid w:val="00753B79"/>
    <w:rsid w:val="0075650E"/>
    <w:rsid w:val="0076096C"/>
    <w:rsid w:val="00760C9A"/>
    <w:rsid w:val="00761E1B"/>
    <w:rsid w:val="0076315A"/>
    <w:rsid w:val="007652F9"/>
    <w:rsid w:val="00765FD9"/>
    <w:rsid w:val="0077042B"/>
    <w:rsid w:val="00770487"/>
    <w:rsid w:val="0077151A"/>
    <w:rsid w:val="007718BA"/>
    <w:rsid w:val="0077191A"/>
    <w:rsid w:val="00772F5E"/>
    <w:rsid w:val="00775645"/>
    <w:rsid w:val="00775977"/>
    <w:rsid w:val="00775A9D"/>
    <w:rsid w:val="00775DF8"/>
    <w:rsid w:val="007772E2"/>
    <w:rsid w:val="007778BA"/>
    <w:rsid w:val="00777DB9"/>
    <w:rsid w:val="00780648"/>
    <w:rsid w:val="00780A03"/>
    <w:rsid w:val="007815DD"/>
    <w:rsid w:val="00781655"/>
    <w:rsid w:val="0078583F"/>
    <w:rsid w:val="007877D6"/>
    <w:rsid w:val="00790420"/>
    <w:rsid w:val="007911A0"/>
    <w:rsid w:val="00791536"/>
    <w:rsid w:val="00791AB0"/>
    <w:rsid w:val="007920D9"/>
    <w:rsid w:val="00793849"/>
    <w:rsid w:val="00793C8A"/>
    <w:rsid w:val="00794E14"/>
    <w:rsid w:val="00794E4C"/>
    <w:rsid w:val="007A0D3F"/>
    <w:rsid w:val="007A16F6"/>
    <w:rsid w:val="007A2400"/>
    <w:rsid w:val="007A4BB2"/>
    <w:rsid w:val="007A59DB"/>
    <w:rsid w:val="007A5D96"/>
    <w:rsid w:val="007B0A3E"/>
    <w:rsid w:val="007B108C"/>
    <w:rsid w:val="007B1452"/>
    <w:rsid w:val="007B34FD"/>
    <w:rsid w:val="007B35DD"/>
    <w:rsid w:val="007B5372"/>
    <w:rsid w:val="007B5857"/>
    <w:rsid w:val="007B61C0"/>
    <w:rsid w:val="007B6363"/>
    <w:rsid w:val="007B6883"/>
    <w:rsid w:val="007B70D6"/>
    <w:rsid w:val="007C0B85"/>
    <w:rsid w:val="007C1922"/>
    <w:rsid w:val="007C1B7E"/>
    <w:rsid w:val="007C3ED9"/>
    <w:rsid w:val="007C51AE"/>
    <w:rsid w:val="007C62E5"/>
    <w:rsid w:val="007C6654"/>
    <w:rsid w:val="007C7836"/>
    <w:rsid w:val="007D0A5A"/>
    <w:rsid w:val="007D121E"/>
    <w:rsid w:val="007D15C3"/>
    <w:rsid w:val="007D1708"/>
    <w:rsid w:val="007D24AB"/>
    <w:rsid w:val="007D42C0"/>
    <w:rsid w:val="007E0042"/>
    <w:rsid w:val="007E0E18"/>
    <w:rsid w:val="007E1662"/>
    <w:rsid w:val="007E2AE6"/>
    <w:rsid w:val="007E3FBD"/>
    <w:rsid w:val="007E430B"/>
    <w:rsid w:val="007E78A0"/>
    <w:rsid w:val="007E7D20"/>
    <w:rsid w:val="007F0E64"/>
    <w:rsid w:val="007F1AF7"/>
    <w:rsid w:val="007F26A3"/>
    <w:rsid w:val="007F53F0"/>
    <w:rsid w:val="007F56F0"/>
    <w:rsid w:val="007F7998"/>
    <w:rsid w:val="008003CE"/>
    <w:rsid w:val="00801182"/>
    <w:rsid w:val="00801A44"/>
    <w:rsid w:val="00802518"/>
    <w:rsid w:val="008025C7"/>
    <w:rsid w:val="00803F1B"/>
    <w:rsid w:val="00805D32"/>
    <w:rsid w:val="008068F0"/>
    <w:rsid w:val="00806A22"/>
    <w:rsid w:val="0081093A"/>
    <w:rsid w:val="00813F9E"/>
    <w:rsid w:val="00814004"/>
    <w:rsid w:val="008140CC"/>
    <w:rsid w:val="00820FA3"/>
    <w:rsid w:val="008213F4"/>
    <w:rsid w:val="00822591"/>
    <w:rsid w:val="00823796"/>
    <w:rsid w:val="00823893"/>
    <w:rsid w:val="008258C1"/>
    <w:rsid w:val="00827C2A"/>
    <w:rsid w:val="008302D4"/>
    <w:rsid w:val="00830C18"/>
    <w:rsid w:val="00830FAD"/>
    <w:rsid w:val="00831329"/>
    <w:rsid w:val="008316DA"/>
    <w:rsid w:val="008339C3"/>
    <w:rsid w:val="00833C23"/>
    <w:rsid w:val="00835C4C"/>
    <w:rsid w:val="0083601D"/>
    <w:rsid w:val="0084001D"/>
    <w:rsid w:val="0084014E"/>
    <w:rsid w:val="00840BDA"/>
    <w:rsid w:val="00840E25"/>
    <w:rsid w:val="00841051"/>
    <w:rsid w:val="00844A39"/>
    <w:rsid w:val="00850D82"/>
    <w:rsid w:val="00852010"/>
    <w:rsid w:val="00854624"/>
    <w:rsid w:val="008551DD"/>
    <w:rsid w:val="00855626"/>
    <w:rsid w:val="00860D41"/>
    <w:rsid w:val="00864AAB"/>
    <w:rsid w:val="00865E61"/>
    <w:rsid w:val="008704DD"/>
    <w:rsid w:val="0087053B"/>
    <w:rsid w:val="008716E5"/>
    <w:rsid w:val="008744E1"/>
    <w:rsid w:val="0087485C"/>
    <w:rsid w:val="00874FDC"/>
    <w:rsid w:val="0087556E"/>
    <w:rsid w:val="0087624D"/>
    <w:rsid w:val="00876424"/>
    <w:rsid w:val="0088320C"/>
    <w:rsid w:val="00884021"/>
    <w:rsid w:val="00886C29"/>
    <w:rsid w:val="00890080"/>
    <w:rsid w:val="00894EE8"/>
    <w:rsid w:val="008964C3"/>
    <w:rsid w:val="008A0206"/>
    <w:rsid w:val="008A0A2C"/>
    <w:rsid w:val="008A0B8A"/>
    <w:rsid w:val="008A4EF6"/>
    <w:rsid w:val="008A5D9B"/>
    <w:rsid w:val="008A5DDC"/>
    <w:rsid w:val="008A71D6"/>
    <w:rsid w:val="008B0247"/>
    <w:rsid w:val="008B10A6"/>
    <w:rsid w:val="008B25AE"/>
    <w:rsid w:val="008B2776"/>
    <w:rsid w:val="008B440D"/>
    <w:rsid w:val="008B4CB6"/>
    <w:rsid w:val="008B6CCF"/>
    <w:rsid w:val="008C17F0"/>
    <w:rsid w:val="008C19DB"/>
    <w:rsid w:val="008C2DDB"/>
    <w:rsid w:val="008C3B65"/>
    <w:rsid w:val="008C50BB"/>
    <w:rsid w:val="008C5798"/>
    <w:rsid w:val="008C5C90"/>
    <w:rsid w:val="008C702C"/>
    <w:rsid w:val="008D1625"/>
    <w:rsid w:val="008D2FAE"/>
    <w:rsid w:val="008D30B2"/>
    <w:rsid w:val="008D30C1"/>
    <w:rsid w:val="008D33D0"/>
    <w:rsid w:val="008D3ACD"/>
    <w:rsid w:val="008D5B70"/>
    <w:rsid w:val="008D6135"/>
    <w:rsid w:val="008D696A"/>
    <w:rsid w:val="008E0483"/>
    <w:rsid w:val="008E5E05"/>
    <w:rsid w:val="008E62A3"/>
    <w:rsid w:val="008E7135"/>
    <w:rsid w:val="008F1382"/>
    <w:rsid w:val="008F2BF7"/>
    <w:rsid w:val="008F3546"/>
    <w:rsid w:val="008F3613"/>
    <w:rsid w:val="00900190"/>
    <w:rsid w:val="0090078B"/>
    <w:rsid w:val="00900845"/>
    <w:rsid w:val="00900DF9"/>
    <w:rsid w:val="0090103B"/>
    <w:rsid w:val="00901EBD"/>
    <w:rsid w:val="00901F28"/>
    <w:rsid w:val="009020B1"/>
    <w:rsid w:val="0090447C"/>
    <w:rsid w:val="00905C6F"/>
    <w:rsid w:val="00906AB0"/>
    <w:rsid w:val="00906F82"/>
    <w:rsid w:val="00910A73"/>
    <w:rsid w:val="009112BB"/>
    <w:rsid w:val="00912A43"/>
    <w:rsid w:val="00912E85"/>
    <w:rsid w:val="00913929"/>
    <w:rsid w:val="00913E78"/>
    <w:rsid w:val="009146BA"/>
    <w:rsid w:val="00914DF3"/>
    <w:rsid w:val="00916EFD"/>
    <w:rsid w:val="009174D4"/>
    <w:rsid w:val="0091764E"/>
    <w:rsid w:val="009208AD"/>
    <w:rsid w:val="0092266E"/>
    <w:rsid w:val="00922BD9"/>
    <w:rsid w:val="00922F42"/>
    <w:rsid w:val="00923D2B"/>
    <w:rsid w:val="00924621"/>
    <w:rsid w:val="009246B0"/>
    <w:rsid w:val="00924C4C"/>
    <w:rsid w:val="00932BF0"/>
    <w:rsid w:val="00935917"/>
    <w:rsid w:val="009378A9"/>
    <w:rsid w:val="00940BC9"/>
    <w:rsid w:val="009415F7"/>
    <w:rsid w:val="0094357F"/>
    <w:rsid w:val="009456FF"/>
    <w:rsid w:val="009523EC"/>
    <w:rsid w:val="00952A9A"/>
    <w:rsid w:val="00952D10"/>
    <w:rsid w:val="0095432B"/>
    <w:rsid w:val="00954AB7"/>
    <w:rsid w:val="00954F5B"/>
    <w:rsid w:val="0095511E"/>
    <w:rsid w:val="00955232"/>
    <w:rsid w:val="00955BAE"/>
    <w:rsid w:val="00955EAF"/>
    <w:rsid w:val="00961B4C"/>
    <w:rsid w:val="0096325C"/>
    <w:rsid w:val="00963B3F"/>
    <w:rsid w:val="00964244"/>
    <w:rsid w:val="0096437C"/>
    <w:rsid w:val="00964903"/>
    <w:rsid w:val="00964DAA"/>
    <w:rsid w:val="00964E74"/>
    <w:rsid w:val="009662B2"/>
    <w:rsid w:val="00967787"/>
    <w:rsid w:val="009703E1"/>
    <w:rsid w:val="009715FC"/>
    <w:rsid w:val="00971DE0"/>
    <w:rsid w:val="009725A3"/>
    <w:rsid w:val="0097390B"/>
    <w:rsid w:val="00974A17"/>
    <w:rsid w:val="0097552D"/>
    <w:rsid w:val="00975934"/>
    <w:rsid w:val="0097747A"/>
    <w:rsid w:val="00980858"/>
    <w:rsid w:val="00982544"/>
    <w:rsid w:val="00982FCB"/>
    <w:rsid w:val="00983044"/>
    <w:rsid w:val="00984123"/>
    <w:rsid w:val="00984322"/>
    <w:rsid w:val="00984797"/>
    <w:rsid w:val="00985207"/>
    <w:rsid w:val="00985361"/>
    <w:rsid w:val="009855E9"/>
    <w:rsid w:val="00990B29"/>
    <w:rsid w:val="0099241D"/>
    <w:rsid w:val="00992E83"/>
    <w:rsid w:val="00993CD6"/>
    <w:rsid w:val="00995570"/>
    <w:rsid w:val="00995E24"/>
    <w:rsid w:val="00997467"/>
    <w:rsid w:val="009A33B5"/>
    <w:rsid w:val="009A3962"/>
    <w:rsid w:val="009A3B0A"/>
    <w:rsid w:val="009A41C2"/>
    <w:rsid w:val="009A4CD6"/>
    <w:rsid w:val="009A4DF5"/>
    <w:rsid w:val="009A5790"/>
    <w:rsid w:val="009A60A2"/>
    <w:rsid w:val="009A62E6"/>
    <w:rsid w:val="009A66C6"/>
    <w:rsid w:val="009A7650"/>
    <w:rsid w:val="009A7EB2"/>
    <w:rsid w:val="009B2680"/>
    <w:rsid w:val="009B48F3"/>
    <w:rsid w:val="009B55F4"/>
    <w:rsid w:val="009B5F1A"/>
    <w:rsid w:val="009C25C8"/>
    <w:rsid w:val="009C382C"/>
    <w:rsid w:val="009C4ED5"/>
    <w:rsid w:val="009C56AB"/>
    <w:rsid w:val="009C5754"/>
    <w:rsid w:val="009C65A1"/>
    <w:rsid w:val="009C702A"/>
    <w:rsid w:val="009C7480"/>
    <w:rsid w:val="009D139C"/>
    <w:rsid w:val="009D2D31"/>
    <w:rsid w:val="009D497A"/>
    <w:rsid w:val="009D50BF"/>
    <w:rsid w:val="009D566E"/>
    <w:rsid w:val="009D61A8"/>
    <w:rsid w:val="009D61D7"/>
    <w:rsid w:val="009D7CC5"/>
    <w:rsid w:val="009E7130"/>
    <w:rsid w:val="009E7195"/>
    <w:rsid w:val="009F0C5F"/>
    <w:rsid w:val="009F22B0"/>
    <w:rsid w:val="009F2404"/>
    <w:rsid w:val="009F48EA"/>
    <w:rsid w:val="009F4E88"/>
    <w:rsid w:val="009F5A93"/>
    <w:rsid w:val="009F7626"/>
    <w:rsid w:val="00A01F08"/>
    <w:rsid w:val="00A02483"/>
    <w:rsid w:val="00A02C44"/>
    <w:rsid w:val="00A04AD0"/>
    <w:rsid w:val="00A0560B"/>
    <w:rsid w:val="00A062BC"/>
    <w:rsid w:val="00A0637F"/>
    <w:rsid w:val="00A06BB0"/>
    <w:rsid w:val="00A076CF"/>
    <w:rsid w:val="00A11154"/>
    <w:rsid w:val="00A13A73"/>
    <w:rsid w:val="00A1430F"/>
    <w:rsid w:val="00A15FC0"/>
    <w:rsid w:val="00A162E6"/>
    <w:rsid w:val="00A163C7"/>
    <w:rsid w:val="00A172B9"/>
    <w:rsid w:val="00A201C2"/>
    <w:rsid w:val="00A22E1F"/>
    <w:rsid w:val="00A24499"/>
    <w:rsid w:val="00A24E15"/>
    <w:rsid w:val="00A26203"/>
    <w:rsid w:val="00A269FE"/>
    <w:rsid w:val="00A318DA"/>
    <w:rsid w:val="00A32A4E"/>
    <w:rsid w:val="00A35745"/>
    <w:rsid w:val="00A35A22"/>
    <w:rsid w:val="00A37164"/>
    <w:rsid w:val="00A37BBB"/>
    <w:rsid w:val="00A40164"/>
    <w:rsid w:val="00A42550"/>
    <w:rsid w:val="00A45ADA"/>
    <w:rsid w:val="00A45B7A"/>
    <w:rsid w:val="00A45C6C"/>
    <w:rsid w:val="00A503C8"/>
    <w:rsid w:val="00A50A4E"/>
    <w:rsid w:val="00A5183A"/>
    <w:rsid w:val="00A52C08"/>
    <w:rsid w:val="00A54E91"/>
    <w:rsid w:val="00A563CA"/>
    <w:rsid w:val="00A57A62"/>
    <w:rsid w:val="00A618E0"/>
    <w:rsid w:val="00A62EC2"/>
    <w:rsid w:val="00A63784"/>
    <w:rsid w:val="00A63930"/>
    <w:rsid w:val="00A63C84"/>
    <w:rsid w:val="00A65169"/>
    <w:rsid w:val="00A67C2A"/>
    <w:rsid w:val="00A76060"/>
    <w:rsid w:val="00A76716"/>
    <w:rsid w:val="00A76887"/>
    <w:rsid w:val="00A768D6"/>
    <w:rsid w:val="00A7706E"/>
    <w:rsid w:val="00A77A17"/>
    <w:rsid w:val="00A8198E"/>
    <w:rsid w:val="00A84866"/>
    <w:rsid w:val="00A869DB"/>
    <w:rsid w:val="00A86C63"/>
    <w:rsid w:val="00A87021"/>
    <w:rsid w:val="00A910DD"/>
    <w:rsid w:val="00A92EBE"/>
    <w:rsid w:val="00A93CFE"/>
    <w:rsid w:val="00A941A3"/>
    <w:rsid w:val="00A94922"/>
    <w:rsid w:val="00A97A1F"/>
    <w:rsid w:val="00A97F4C"/>
    <w:rsid w:val="00AA096D"/>
    <w:rsid w:val="00AA211E"/>
    <w:rsid w:val="00AA4111"/>
    <w:rsid w:val="00AA509C"/>
    <w:rsid w:val="00AA5488"/>
    <w:rsid w:val="00AA6BE3"/>
    <w:rsid w:val="00AA7261"/>
    <w:rsid w:val="00AB0363"/>
    <w:rsid w:val="00AB03D0"/>
    <w:rsid w:val="00AB4939"/>
    <w:rsid w:val="00AB6967"/>
    <w:rsid w:val="00AB75FB"/>
    <w:rsid w:val="00AB7FCE"/>
    <w:rsid w:val="00AC031A"/>
    <w:rsid w:val="00AC04C5"/>
    <w:rsid w:val="00AC06D4"/>
    <w:rsid w:val="00AC29F0"/>
    <w:rsid w:val="00AC3F2D"/>
    <w:rsid w:val="00AC457F"/>
    <w:rsid w:val="00AC4827"/>
    <w:rsid w:val="00AC55D8"/>
    <w:rsid w:val="00AC749B"/>
    <w:rsid w:val="00AC7D92"/>
    <w:rsid w:val="00AE1208"/>
    <w:rsid w:val="00AE1430"/>
    <w:rsid w:val="00AE1E54"/>
    <w:rsid w:val="00AE4827"/>
    <w:rsid w:val="00AE6ACE"/>
    <w:rsid w:val="00AE7706"/>
    <w:rsid w:val="00AF2D54"/>
    <w:rsid w:val="00AF34BA"/>
    <w:rsid w:val="00AF3C0E"/>
    <w:rsid w:val="00AF5C12"/>
    <w:rsid w:val="00AF6675"/>
    <w:rsid w:val="00AF7361"/>
    <w:rsid w:val="00AF7C02"/>
    <w:rsid w:val="00B00961"/>
    <w:rsid w:val="00B0542E"/>
    <w:rsid w:val="00B07113"/>
    <w:rsid w:val="00B07178"/>
    <w:rsid w:val="00B10703"/>
    <w:rsid w:val="00B1285B"/>
    <w:rsid w:val="00B14997"/>
    <w:rsid w:val="00B21A25"/>
    <w:rsid w:val="00B224DD"/>
    <w:rsid w:val="00B22854"/>
    <w:rsid w:val="00B2337C"/>
    <w:rsid w:val="00B24652"/>
    <w:rsid w:val="00B24696"/>
    <w:rsid w:val="00B246AC"/>
    <w:rsid w:val="00B251E3"/>
    <w:rsid w:val="00B25201"/>
    <w:rsid w:val="00B252B5"/>
    <w:rsid w:val="00B25ABC"/>
    <w:rsid w:val="00B27352"/>
    <w:rsid w:val="00B30A9F"/>
    <w:rsid w:val="00B30AD7"/>
    <w:rsid w:val="00B32C17"/>
    <w:rsid w:val="00B33932"/>
    <w:rsid w:val="00B3640A"/>
    <w:rsid w:val="00B366E3"/>
    <w:rsid w:val="00B371ED"/>
    <w:rsid w:val="00B372EB"/>
    <w:rsid w:val="00B37EAD"/>
    <w:rsid w:val="00B40052"/>
    <w:rsid w:val="00B41DCF"/>
    <w:rsid w:val="00B43C1A"/>
    <w:rsid w:val="00B44708"/>
    <w:rsid w:val="00B44BE6"/>
    <w:rsid w:val="00B457ED"/>
    <w:rsid w:val="00B46AB1"/>
    <w:rsid w:val="00B4748C"/>
    <w:rsid w:val="00B4757B"/>
    <w:rsid w:val="00B476AE"/>
    <w:rsid w:val="00B503CB"/>
    <w:rsid w:val="00B51601"/>
    <w:rsid w:val="00B518B1"/>
    <w:rsid w:val="00B5196F"/>
    <w:rsid w:val="00B52402"/>
    <w:rsid w:val="00B5273A"/>
    <w:rsid w:val="00B53844"/>
    <w:rsid w:val="00B53DF4"/>
    <w:rsid w:val="00B55039"/>
    <w:rsid w:val="00B55823"/>
    <w:rsid w:val="00B55A48"/>
    <w:rsid w:val="00B56299"/>
    <w:rsid w:val="00B57483"/>
    <w:rsid w:val="00B60A58"/>
    <w:rsid w:val="00B60C7E"/>
    <w:rsid w:val="00B62A5C"/>
    <w:rsid w:val="00B6324F"/>
    <w:rsid w:val="00B636D5"/>
    <w:rsid w:val="00B63B6B"/>
    <w:rsid w:val="00B64233"/>
    <w:rsid w:val="00B706E1"/>
    <w:rsid w:val="00B70EB6"/>
    <w:rsid w:val="00B714C5"/>
    <w:rsid w:val="00B72747"/>
    <w:rsid w:val="00B75F61"/>
    <w:rsid w:val="00B765A4"/>
    <w:rsid w:val="00B76896"/>
    <w:rsid w:val="00B7690F"/>
    <w:rsid w:val="00B779AC"/>
    <w:rsid w:val="00B80E83"/>
    <w:rsid w:val="00B81E1B"/>
    <w:rsid w:val="00B81F24"/>
    <w:rsid w:val="00B823CE"/>
    <w:rsid w:val="00B8275E"/>
    <w:rsid w:val="00B85944"/>
    <w:rsid w:val="00B8718B"/>
    <w:rsid w:val="00B94C07"/>
    <w:rsid w:val="00B94D6F"/>
    <w:rsid w:val="00B95C28"/>
    <w:rsid w:val="00B95FA3"/>
    <w:rsid w:val="00B97202"/>
    <w:rsid w:val="00B9740D"/>
    <w:rsid w:val="00B97760"/>
    <w:rsid w:val="00BA0B95"/>
    <w:rsid w:val="00BA0F95"/>
    <w:rsid w:val="00BA1E83"/>
    <w:rsid w:val="00BA2BA8"/>
    <w:rsid w:val="00BA34F1"/>
    <w:rsid w:val="00BA457E"/>
    <w:rsid w:val="00BA4F6D"/>
    <w:rsid w:val="00BA57BF"/>
    <w:rsid w:val="00BA759F"/>
    <w:rsid w:val="00BB0902"/>
    <w:rsid w:val="00BB1A84"/>
    <w:rsid w:val="00BB26F9"/>
    <w:rsid w:val="00BB2BF7"/>
    <w:rsid w:val="00BB34D3"/>
    <w:rsid w:val="00BB45BE"/>
    <w:rsid w:val="00BB48D7"/>
    <w:rsid w:val="00BB4FCA"/>
    <w:rsid w:val="00BB6E64"/>
    <w:rsid w:val="00BB75F3"/>
    <w:rsid w:val="00BB7D6A"/>
    <w:rsid w:val="00BC05F1"/>
    <w:rsid w:val="00BC332A"/>
    <w:rsid w:val="00BC368A"/>
    <w:rsid w:val="00BC48E9"/>
    <w:rsid w:val="00BC5686"/>
    <w:rsid w:val="00BC780D"/>
    <w:rsid w:val="00BC7AAE"/>
    <w:rsid w:val="00BC7C06"/>
    <w:rsid w:val="00BD1693"/>
    <w:rsid w:val="00BD1F89"/>
    <w:rsid w:val="00BD353A"/>
    <w:rsid w:val="00BD6C7F"/>
    <w:rsid w:val="00BD70A1"/>
    <w:rsid w:val="00BD74AE"/>
    <w:rsid w:val="00BD7A98"/>
    <w:rsid w:val="00BE1C01"/>
    <w:rsid w:val="00BE7B4C"/>
    <w:rsid w:val="00BE7C41"/>
    <w:rsid w:val="00BF0305"/>
    <w:rsid w:val="00BF0FA4"/>
    <w:rsid w:val="00BF15BF"/>
    <w:rsid w:val="00BF18E3"/>
    <w:rsid w:val="00BF1E9B"/>
    <w:rsid w:val="00BF2C47"/>
    <w:rsid w:val="00BF317D"/>
    <w:rsid w:val="00BF43FA"/>
    <w:rsid w:val="00BF446B"/>
    <w:rsid w:val="00C04336"/>
    <w:rsid w:val="00C0605D"/>
    <w:rsid w:val="00C066D0"/>
    <w:rsid w:val="00C06C43"/>
    <w:rsid w:val="00C07705"/>
    <w:rsid w:val="00C12C51"/>
    <w:rsid w:val="00C13795"/>
    <w:rsid w:val="00C142F0"/>
    <w:rsid w:val="00C14FA0"/>
    <w:rsid w:val="00C156E7"/>
    <w:rsid w:val="00C16617"/>
    <w:rsid w:val="00C16F60"/>
    <w:rsid w:val="00C17101"/>
    <w:rsid w:val="00C219CA"/>
    <w:rsid w:val="00C22D3E"/>
    <w:rsid w:val="00C24910"/>
    <w:rsid w:val="00C25224"/>
    <w:rsid w:val="00C25A58"/>
    <w:rsid w:val="00C27EB2"/>
    <w:rsid w:val="00C3307F"/>
    <w:rsid w:val="00C33296"/>
    <w:rsid w:val="00C34932"/>
    <w:rsid w:val="00C34B62"/>
    <w:rsid w:val="00C34F44"/>
    <w:rsid w:val="00C3510B"/>
    <w:rsid w:val="00C36E0E"/>
    <w:rsid w:val="00C371D3"/>
    <w:rsid w:val="00C373BB"/>
    <w:rsid w:val="00C433F3"/>
    <w:rsid w:val="00C437CA"/>
    <w:rsid w:val="00C4618D"/>
    <w:rsid w:val="00C535B9"/>
    <w:rsid w:val="00C53C41"/>
    <w:rsid w:val="00C556F1"/>
    <w:rsid w:val="00C557DC"/>
    <w:rsid w:val="00C57611"/>
    <w:rsid w:val="00C5767B"/>
    <w:rsid w:val="00C57795"/>
    <w:rsid w:val="00C61CD7"/>
    <w:rsid w:val="00C6319D"/>
    <w:rsid w:val="00C64AEA"/>
    <w:rsid w:val="00C655C0"/>
    <w:rsid w:val="00C70157"/>
    <w:rsid w:val="00C70CCC"/>
    <w:rsid w:val="00C718ED"/>
    <w:rsid w:val="00C71C03"/>
    <w:rsid w:val="00C727F9"/>
    <w:rsid w:val="00C73B03"/>
    <w:rsid w:val="00C740BB"/>
    <w:rsid w:val="00C75FF4"/>
    <w:rsid w:val="00C8023B"/>
    <w:rsid w:val="00C813E9"/>
    <w:rsid w:val="00C83353"/>
    <w:rsid w:val="00C83565"/>
    <w:rsid w:val="00C83979"/>
    <w:rsid w:val="00C86849"/>
    <w:rsid w:val="00C8726B"/>
    <w:rsid w:val="00C94EA4"/>
    <w:rsid w:val="00C955D1"/>
    <w:rsid w:val="00C958BA"/>
    <w:rsid w:val="00C960C7"/>
    <w:rsid w:val="00CA002B"/>
    <w:rsid w:val="00CA3D95"/>
    <w:rsid w:val="00CA6BBB"/>
    <w:rsid w:val="00CA725A"/>
    <w:rsid w:val="00CA740E"/>
    <w:rsid w:val="00CB6D8F"/>
    <w:rsid w:val="00CB793B"/>
    <w:rsid w:val="00CB7D77"/>
    <w:rsid w:val="00CC124F"/>
    <w:rsid w:val="00CC57D9"/>
    <w:rsid w:val="00CC7007"/>
    <w:rsid w:val="00CD09C5"/>
    <w:rsid w:val="00CD127C"/>
    <w:rsid w:val="00CD14DD"/>
    <w:rsid w:val="00CD2163"/>
    <w:rsid w:val="00CD2474"/>
    <w:rsid w:val="00CE146D"/>
    <w:rsid w:val="00CE1F14"/>
    <w:rsid w:val="00CE2AAD"/>
    <w:rsid w:val="00CE382A"/>
    <w:rsid w:val="00CE46D3"/>
    <w:rsid w:val="00CE56F8"/>
    <w:rsid w:val="00CE5EA7"/>
    <w:rsid w:val="00CE6069"/>
    <w:rsid w:val="00CE74D0"/>
    <w:rsid w:val="00CE77DE"/>
    <w:rsid w:val="00CF1975"/>
    <w:rsid w:val="00CF4603"/>
    <w:rsid w:val="00CF462F"/>
    <w:rsid w:val="00CF6869"/>
    <w:rsid w:val="00CF6F2B"/>
    <w:rsid w:val="00CF7040"/>
    <w:rsid w:val="00CF756A"/>
    <w:rsid w:val="00D00288"/>
    <w:rsid w:val="00D02439"/>
    <w:rsid w:val="00D04D3D"/>
    <w:rsid w:val="00D0638C"/>
    <w:rsid w:val="00D07525"/>
    <w:rsid w:val="00D10091"/>
    <w:rsid w:val="00D11013"/>
    <w:rsid w:val="00D12193"/>
    <w:rsid w:val="00D13C5E"/>
    <w:rsid w:val="00D15656"/>
    <w:rsid w:val="00D161BB"/>
    <w:rsid w:val="00D17C00"/>
    <w:rsid w:val="00D20545"/>
    <w:rsid w:val="00D2075E"/>
    <w:rsid w:val="00D21EF4"/>
    <w:rsid w:val="00D22C55"/>
    <w:rsid w:val="00D23184"/>
    <w:rsid w:val="00D24134"/>
    <w:rsid w:val="00D24305"/>
    <w:rsid w:val="00D24D5B"/>
    <w:rsid w:val="00D2573A"/>
    <w:rsid w:val="00D320C5"/>
    <w:rsid w:val="00D33626"/>
    <w:rsid w:val="00D34A6A"/>
    <w:rsid w:val="00D4054F"/>
    <w:rsid w:val="00D40C30"/>
    <w:rsid w:val="00D41FC8"/>
    <w:rsid w:val="00D4373A"/>
    <w:rsid w:val="00D440D2"/>
    <w:rsid w:val="00D44916"/>
    <w:rsid w:val="00D44A90"/>
    <w:rsid w:val="00D44E26"/>
    <w:rsid w:val="00D45412"/>
    <w:rsid w:val="00D46006"/>
    <w:rsid w:val="00D4708A"/>
    <w:rsid w:val="00D470F1"/>
    <w:rsid w:val="00D510B6"/>
    <w:rsid w:val="00D517B8"/>
    <w:rsid w:val="00D51DF6"/>
    <w:rsid w:val="00D53CE9"/>
    <w:rsid w:val="00D54D7C"/>
    <w:rsid w:val="00D55E4D"/>
    <w:rsid w:val="00D628D8"/>
    <w:rsid w:val="00D6302D"/>
    <w:rsid w:val="00D63F23"/>
    <w:rsid w:val="00D64049"/>
    <w:rsid w:val="00D65DAF"/>
    <w:rsid w:val="00D65E77"/>
    <w:rsid w:val="00D66165"/>
    <w:rsid w:val="00D700C1"/>
    <w:rsid w:val="00D7150E"/>
    <w:rsid w:val="00D71540"/>
    <w:rsid w:val="00D736FC"/>
    <w:rsid w:val="00D74DD4"/>
    <w:rsid w:val="00D750A1"/>
    <w:rsid w:val="00D762A0"/>
    <w:rsid w:val="00D765E8"/>
    <w:rsid w:val="00D768C1"/>
    <w:rsid w:val="00D779E0"/>
    <w:rsid w:val="00D80576"/>
    <w:rsid w:val="00D8061A"/>
    <w:rsid w:val="00D809AC"/>
    <w:rsid w:val="00D81357"/>
    <w:rsid w:val="00D84161"/>
    <w:rsid w:val="00D84813"/>
    <w:rsid w:val="00D849E9"/>
    <w:rsid w:val="00D856A9"/>
    <w:rsid w:val="00D85D60"/>
    <w:rsid w:val="00D874C4"/>
    <w:rsid w:val="00D9257B"/>
    <w:rsid w:val="00D944B3"/>
    <w:rsid w:val="00D94F51"/>
    <w:rsid w:val="00D97ABE"/>
    <w:rsid w:val="00D97C90"/>
    <w:rsid w:val="00DA0AD5"/>
    <w:rsid w:val="00DA0D9F"/>
    <w:rsid w:val="00DA10D0"/>
    <w:rsid w:val="00DA2439"/>
    <w:rsid w:val="00DA34B3"/>
    <w:rsid w:val="00DA61CC"/>
    <w:rsid w:val="00DA6834"/>
    <w:rsid w:val="00DB3503"/>
    <w:rsid w:val="00DB3EFC"/>
    <w:rsid w:val="00DB5272"/>
    <w:rsid w:val="00DB54EB"/>
    <w:rsid w:val="00DB5A3F"/>
    <w:rsid w:val="00DB5D39"/>
    <w:rsid w:val="00DB7F4C"/>
    <w:rsid w:val="00DC19BC"/>
    <w:rsid w:val="00DC27C6"/>
    <w:rsid w:val="00DC3C48"/>
    <w:rsid w:val="00DC5316"/>
    <w:rsid w:val="00DD04EC"/>
    <w:rsid w:val="00DD0BC0"/>
    <w:rsid w:val="00DD2A77"/>
    <w:rsid w:val="00DD609E"/>
    <w:rsid w:val="00DE0FD4"/>
    <w:rsid w:val="00DE1516"/>
    <w:rsid w:val="00DE19DA"/>
    <w:rsid w:val="00DE1E04"/>
    <w:rsid w:val="00DE28FC"/>
    <w:rsid w:val="00DE43B6"/>
    <w:rsid w:val="00DE449E"/>
    <w:rsid w:val="00DE47FC"/>
    <w:rsid w:val="00DE5B5C"/>
    <w:rsid w:val="00DF16AC"/>
    <w:rsid w:val="00DF2274"/>
    <w:rsid w:val="00DF2FBD"/>
    <w:rsid w:val="00DF6A11"/>
    <w:rsid w:val="00DF7022"/>
    <w:rsid w:val="00E01A62"/>
    <w:rsid w:val="00E046CA"/>
    <w:rsid w:val="00E04DE3"/>
    <w:rsid w:val="00E054FA"/>
    <w:rsid w:val="00E05B28"/>
    <w:rsid w:val="00E074EB"/>
    <w:rsid w:val="00E103A8"/>
    <w:rsid w:val="00E10830"/>
    <w:rsid w:val="00E10F7B"/>
    <w:rsid w:val="00E112A7"/>
    <w:rsid w:val="00E14B26"/>
    <w:rsid w:val="00E158E0"/>
    <w:rsid w:val="00E15B6E"/>
    <w:rsid w:val="00E15B95"/>
    <w:rsid w:val="00E165A7"/>
    <w:rsid w:val="00E2011C"/>
    <w:rsid w:val="00E20EF5"/>
    <w:rsid w:val="00E259B0"/>
    <w:rsid w:val="00E25AA5"/>
    <w:rsid w:val="00E27858"/>
    <w:rsid w:val="00E32255"/>
    <w:rsid w:val="00E3272A"/>
    <w:rsid w:val="00E32E86"/>
    <w:rsid w:val="00E341D2"/>
    <w:rsid w:val="00E34761"/>
    <w:rsid w:val="00E359F5"/>
    <w:rsid w:val="00E36F83"/>
    <w:rsid w:val="00E407EE"/>
    <w:rsid w:val="00E40C61"/>
    <w:rsid w:val="00E41D21"/>
    <w:rsid w:val="00E42652"/>
    <w:rsid w:val="00E45378"/>
    <w:rsid w:val="00E4542A"/>
    <w:rsid w:val="00E472CD"/>
    <w:rsid w:val="00E479BE"/>
    <w:rsid w:val="00E50309"/>
    <w:rsid w:val="00E506C1"/>
    <w:rsid w:val="00E512B7"/>
    <w:rsid w:val="00E5161F"/>
    <w:rsid w:val="00E5247D"/>
    <w:rsid w:val="00E52488"/>
    <w:rsid w:val="00E52B88"/>
    <w:rsid w:val="00E539C6"/>
    <w:rsid w:val="00E54DEE"/>
    <w:rsid w:val="00E56260"/>
    <w:rsid w:val="00E56655"/>
    <w:rsid w:val="00E56FBB"/>
    <w:rsid w:val="00E57C26"/>
    <w:rsid w:val="00E646D2"/>
    <w:rsid w:val="00E64A4E"/>
    <w:rsid w:val="00E64C77"/>
    <w:rsid w:val="00E6663B"/>
    <w:rsid w:val="00E67687"/>
    <w:rsid w:val="00E712C5"/>
    <w:rsid w:val="00E733F9"/>
    <w:rsid w:val="00E74460"/>
    <w:rsid w:val="00E74E94"/>
    <w:rsid w:val="00E75B23"/>
    <w:rsid w:val="00E7701E"/>
    <w:rsid w:val="00E77A56"/>
    <w:rsid w:val="00E80131"/>
    <w:rsid w:val="00E80289"/>
    <w:rsid w:val="00E80BD8"/>
    <w:rsid w:val="00E826F4"/>
    <w:rsid w:val="00E82A97"/>
    <w:rsid w:val="00E83068"/>
    <w:rsid w:val="00E830AB"/>
    <w:rsid w:val="00E85716"/>
    <w:rsid w:val="00E85B6E"/>
    <w:rsid w:val="00E85CFE"/>
    <w:rsid w:val="00E87315"/>
    <w:rsid w:val="00E93A0F"/>
    <w:rsid w:val="00E93ECB"/>
    <w:rsid w:val="00E95BA5"/>
    <w:rsid w:val="00E97502"/>
    <w:rsid w:val="00EA03B7"/>
    <w:rsid w:val="00EA3F38"/>
    <w:rsid w:val="00EA5053"/>
    <w:rsid w:val="00EA52CC"/>
    <w:rsid w:val="00EB0DF0"/>
    <w:rsid w:val="00EB2071"/>
    <w:rsid w:val="00EB3633"/>
    <w:rsid w:val="00EB59B6"/>
    <w:rsid w:val="00EB5F42"/>
    <w:rsid w:val="00EB64B0"/>
    <w:rsid w:val="00EB693D"/>
    <w:rsid w:val="00EB79FB"/>
    <w:rsid w:val="00EB7BA8"/>
    <w:rsid w:val="00EC08AA"/>
    <w:rsid w:val="00EC08CB"/>
    <w:rsid w:val="00EC1216"/>
    <w:rsid w:val="00EC1447"/>
    <w:rsid w:val="00EC179A"/>
    <w:rsid w:val="00EC2006"/>
    <w:rsid w:val="00EC21F8"/>
    <w:rsid w:val="00EC2E0B"/>
    <w:rsid w:val="00EC348E"/>
    <w:rsid w:val="00EC37C9"/>
    <w:rsid w:val="00EC39A6"/>
    <w:rsid w:val="00EC3E8D"/>
    <w:rsid w:val="00EC5C1F"/>
    <w:rsid w:val="00EC6D15"/>
    <w:rsid w:val="00EC7490"/>
    <w:rsid w:val="00ED1198"/>
    <w:rsid w:val="00ED168F"/>
    <w:rsid w:val="00ED1F7F"/>
    <w:rsid w:val="00ED4EF8"/>
    <w:rsid w:val="00ED6332"/>
    <w:rsid w:val="00EE13AF"/>
    <w:rsid w:val="00EE19C7"/>
    <w:rsid w:val="00EE2F6E"/>
    <w:rsid w:val="00EE3869"/>
    <w:rsid w:val="00EE3D20"/>
    <w:rsid w:val="00EE7566"/>
    <w:rsid w:val="00EF0461"/>
    <w:rsid w:val="00EF084C"/>
    <w:rsid w:val="00EF0BE6"/>
    <w:rsid w:val="00EF221B"/>
    <w:rsid w:val="00EF3AE0"/>
    <w:rsid w:val="00EF40DF"/>
    <w:rsid w:val="00F00EAE"/>
    <w:rsid w:val="00F01C0D"/>
    <w:rsid w:val="00F02341"/>
    <w:rsid w:val="00F02E6E"/>
    <w:rsid w:val="00F038B8"/>
    <w:rsid w:val="00F03E59"/>
    <w:rsid w:val="00F04716"/>
    <w:rsid w:val="00F05F3F"/>
    <w:rsid w:val="00F06668"/>
    <w:rsid w:val="00F06C12"/>
    <w:rsid w:val="00F107A7"/>
    <w:rsid w:val="00F10AC9"/>
    <w:rsid w:val="00F11180"/>
    <w:rsid w:val="00F115F4"/>
    <w:rsid w:val="00F11AB4"/>
    <w:rsid w:val="00F11FB7"/>
    <w:rsid w:val="00F15342"/>
    <w:rsid w:val="00F15571"/>
    <w:rsid w:val="00F21450"/>
    <w:rsid w:val="00F22C01"/>
    <w:rsid w:val="00F23D81"/>
    <w:rsid w:val="00F27270"/>
    <w:rsid w:val="00F303B1"/>
    <w:rsid w:val="00F32CBF"/>
    <w:rsid w:val="00F34734"/>
    <w:rsid w:val="00F35B62"/>
    <w:rsid w:val="00F36544"/>
    <w:rsid w:val="00F369E4"/>
    <w:rsid w:val="00F37B77"/>
    <w:rsid w:val="00F37B84"/>
    <w:rsid w:val="00F40A3F"/>
    <w:rsid w:val="00F4109C"/>
    <w:rsid w:val="00F42C32"/>
    <w:rsid w:val="00F42FBB"/>
    <w:rsid w:val="00F43E9B"/>
    <w:rsid w:val="00F45948"/>
    <w:rsid w:val="00F50752"/>
    <w:rsid w:val="00F517EB"/>
    <w:rsid w:val="00F52106"/>
    <w:rsid w:val="00F525F3"/>
    <w:rsid w:val="00F527DD"/>
    <w:rsid w:val="00F5468A"/>
    <w:rsid w:val="00F548FD"/>
    <w:rsid w:val="00F6050F"/>
    <w:rsid w:val="00F6061F"/>
    <w:rsid w:val="00F61E8D"/>
    <w:rsid w:val="00F6233C"/>
    <w:rsid w:val="00F62C91"/>
    <w:rsid w:val="00F64E3A"/>
    <w:rsid w:val="00F66734"/>
    <w:rsid w:val="00F66B69"/>
    <w:rsid w:val="00F66F8D"/>
    <w:rsid w:val="00F6791A"/>
    <w:rsid w:val="00F7245D"/>
    <w:rsid w:val="00F7304A"/>
    <w:rsid w:val="00F73A0F"/>
    <w:rsid w:val="00F75E0B"/>
    <w:rsid w:val="00F760F4"/>
    <w:rsid w:val="00F76158"/>
    <w:rsid w:val="00F83CAD"/>
    <w:rsid w:val="00F83FD5"/>
    <w:rsid w:val="00F843FA"/>
    <w:rsid w:val="00F84F2C"/>
    <w:rsid w:val="00F863E5"/>
    <w:rsid w:val="00F87FF5"/>
    <w:rsid w:val="00F905C2"/>
    <w:rsid w:val="00F9088D"/>
    <w:rsid w:val="00F90B1C"/>
    <w:rsid w:val="00F90ED5"/>
    <w:rsid w:val="00F9342A"/>
    <w:rsid w:val="00F942D8"/>
    <w:rsid w:val="00F95C40"/>
    <w:rsid w:val="00F9798B"/>
    <w:rsid w:val="00FA0056"/>
    <w:rsid w:val="00FA1804"/>
    <w:rsid w:val="00FA18A9"/>
    <w:rsid w:val="00FA22D9"/>
    <w:rsid w:val="00FA32F6"/>
    <w:rsid w:val="00FA3B4E"/>
    <w:rsid w:val="00FA4CED"/>
    <w:rsid w:val="00FA6737"/>
    <w:rsid w:val="00FA6ED7"/>
    <w:rsid w:val="00FA7017"/>
    <w:rsid w:val="00FB12D7"/>
    <w:rsid w:val="00FB4E3E"/>
    <w:rsid w:val="00FB58B1"/>
    <w:rsid w:val="00FB60FE"/>
    <w:rsid w:val="00FC05D1"/>
    <w:rsid w:val="00FC0DC8"/>
    <w:rsid w:val="00FC1928"/>
    <w:rsid w:val="00FC37BF"/>
    <w:rsid w:val="00FC465A"/>
    <w:rsid w:val="00FC51E0"/>
    <w:rsid w:val="00FC5615"/>
    <w:rsid w:val="00FC6489"/>
    <w:rsid w:val="00FC6E81"/>
    <w:rsid w:val="00FC7B78"/>
    <w:rsid w:val="00FD040D"/>
    <w:rsid w:val="00FD0B7E"/>
    <w:rsid w:val="00FD0D1C"/>
    <w:rsid w:val="00FD1700"/>
    <w:rsid w:val="00FD459F"/>
    <w:rsid w:val="00FD621C"/>
    <w:rsid w:val="00FD6844"/>
    <w:rsid w:val="00FE0321"/>
    <w:rsid w:val="00FE04DF"/>
    <w:rsid w:val="00FE17DA"/>
    <w:rsid w:val="00FE1CFC"/>
    <w:rsid w:val="00FE5C87"/>
    <w:rsid w:val="00FE60EC"/>
    <w:rsid w:val="00FE6290"/>
    <w:rsid w:val="00FE6B2F"/>
    <w:rsid w:val="00FE7A76"/>
    <w:rsid w:val="00FE7E71"/>
    <w:rsid w:val="00FF0EFF"/>
    <w:rsid w:val="00FF14A8"/>
    <w:rsid w:val="00FF3602"/>
    <w:rsid w:val="00FF45CA"/>
    <w:rsid w:val="00FF4736"/>
    <w:rsid w:val="00FF7070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4CEDE2A"/>
  <w15:docId w15:val="{BE157FBE-D7BC-46BD-9E6E-CE59B8E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/>
    <w:lsdException w:name="caption" w:uiPriority="35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734"/>
    <w:pPr>
      <w:spacing w:line="288" w:lineRule="auto"/>
      <w:jc w:val="both"/>
    </w:pPr>
    <w:rPr>
      <w:rFonts w:ascii="Verdana" w:eastAsiaTheme="minorEastAsia" w:hAnsi="Verdana" w:cstheme="minorBidi"/>
      <w:lang w:eastAsia="ja-JP"/>
    </w:rPr>
  </w:style>
  <w:style w:type="paragraph" w:styleId="berschrift1">
    <w:name w:val="heading 1"/>
    <w:next w:val="Standard"/>
    <w:qFormat/>
    <w:rsid w:val="001A025C"/>
    <w:pPr>
      <w:keepNext/>
      <w:keepLines/>
      <w:numPr>
        <w:numId w:val="18"/>
      </w:numPr>
      <w:spacing w:before="360" w:after="120" w:line="338" w:lineRule="atLeast"/>
      <w:outlineLvl w:val="0"/>
    </w:pPr>
    <w:rPr>
      <w:rFonts w:ascii="Arial" w:hAnsi="Arial" w:cs="Arial"/>
      <w:b/>
      <w:bCs/>
      <w:kern w:val="32"/>
      <w:sz w:val="26"/>
      <w:szCs w:val="26"/>
    </w:rPr>
  </w:style>
  <w:style w:type="paragraph" w:styleId="berschrift2">
    <w:name w:val="heading 2"/>
    <w:aliases w:val="Überschrift 2 Char Char,Überschrift 2 Char Char Char Char,Überschrift 2 Char,Überschrift 2 Char Char Char Char Char Char,Überschrift 2 Char Char Char Char Char Char Char Char,Überschrift 2 Char Char Char Char Char"/>
    <w:next w:val="Standard"/>
    <w:link w:val="berschrift2Zchn"/>
    <w:qFormat/>
    <w:rsid w:val="001A025C"/>
    <w:pPr>
      <w:keepNext/>
      <w:keepLines/>
      <w:numPr>
        <w:ilvl w:val="1"/>
        <w:numId w:val="18"/>
      </w:numPr>
      <w:spacing w:before="300" w:after="120" w:line="312" w:lineRule="atLeast"/>
      <w:outlineLvl w:val="1"/>
    </w:pPr>
    <w:rPr>
      <w:rFonts w:ascii="Arial" w:hAnsi="Arial" w:cs="Arial"/>
      <w:b/>
      <w:bCs/>
      <w:sz w:val="24"/>
      <w:szCs w:val="24"/>
    </w:rPr>
  </w:style>
  <w:style w:type="paragraph" w:styleId="berschrift3">
    <w:name w:val="heading 3"/>
    <w:next w:val="Standard"/>
    <w:link w:val="berschrift3Zchn"/>
    <w:qFormat/>
    <w:rsid w:val="001A025C"/>
    <w:pPr>
      <w:keepNext/>
      <w:keepLines/>
      <w:numPr>
        <w:ilvl w:val="2"/>
        <w:numId w:val="18"/>
      </w:numPr>
      <w:spacing w:before="240" w:after="120" w:line="286" w:lineRule="atLeast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aliases w:val="Tempo Heading 4"/>
    <w:basedOn w:val="Standard"/>
    <w:next w:val="Standard"/>
    <w:link w:val="berschrift4Zchn"/>
    <w:unhideWhenUsed/>
    <w:qFormat/>
    <w:rsid w:val="00FA7017"/>
    <w:pPr>
      <w:keepNext/>
      <w:numPr>
        <w:ilvl w:val="3"/>
        <w:numId w:val="18"/>
      </w:numPr>
      <w:spacing w:before="240" w:line="240" w:lineRule="auto"/>
      <w:jc w:val="left"/>
      <w:outlineLvl w:val="3"/>
    </w:pPr>
    <w:rPr>
      <w:rFonts w:eastAsiaTheme="majorEastAsia" w:cstheme="minorHAnsi"/>
      <w:b/>
      <w:bCs/>
      <w:iCs/>
      <w:szCs w:val="24"/>
      <w:lang w:eastAsia="en-US"/>
    </w:rPr>
  </w:style>
  <w:style w:type="paragraph" w:styleId="berschrift5">
    <w:name w:val="heading 5"/>
    <w:aliases w:val="Zwischenüberschrift"/>
    <w:next w:val="Standard"/>
    <w:qFormat/>
    <w:rsid w:val="001A025C"/>
    <w:pPr>
      <w:keepNext/>
      <w:keepLines/>
      <w:numPr>
        <w:ilvl w:val="4"/>
        <w:numId w:val="3"/>
      </w:numPr>
      <w:tabs>
        <w:tab w:val="center" w:pos="4536"/>
      </w:tabs>
      <w:spacing w:before="240" w:after="120" w:line="286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1A025C"/>
    <w:pPr>
      <w:numPr>
        <w:ilvl w:val="5"/>
        <w:numId w:val="3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1A025C"/>
    <w:pPr>
      <w:numPr>
        <w:ilvl w:val="6"/>
        <w:numId w:val="3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1A025C"/>
    <w:pPr>
      <w:numPr>
        <w:ilvl w:val="7"/>
        <w:numId w:val="3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A025C"/>
    <w:pPr>
      <w:numPr>
        <w:ilvl w:val="8"/>
        <w:numId w:val="3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5734"/>
    <w:pPr>
      <w:ind w:left="720"/>
      <w:contextualSpacing/>
    </w:pPr>
  </w:style>
  <w:style w:type="paragraph" w:customStyle="1" w:styleId="b1">
    <w:name w:val="Üb 1"/>
    <w:basedOn w:val="Listenabsatz"/>
    <w:next w:val="Standard"/>
    <w:link w:val="b1Zchn"/>
    <w:qFormat/>
    <w:rsid w:val="003D5734"/>
    <w:pPr>
      <w:keepNext/>
      <w:numPr>
        <w:numId w:val="48"/>
      </w:numPr>
      <w:spacing w:before="360" w:after="120"/>
      <w:contextualSpacing w:val="0"/>
      <w:outlineLvl w:val="0"/>
    </w:pPr>
    <w:rPr>
      <w:b/>
    </w:rPr>
  </w:style>
  <w:style w:type="character" w:customStyle="1" w:styleId="b1Zchn">
    <w:name w:val="Üb 1 Zchn"/>
    <w:basedOn w:val="Absatz-Standardschriftart"/>
    <w:link w:val="b1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3D5734"/>
    <w:pPr>
      <w:numPr>
        <w:ilvl w:val="1"/>
      </w:numPr>
      <w:spacing w:before="240"/>
      <w:outlineLvl w:val="1"/>
    </w:pPr>
  </w:style>
  <w:style w:type="character" w:customStyle="1" w:styleId="b2Zchn">
    <w:name w:val="Üb 2 Zchn"/>
    <w:basedOn w:val="b1Zchn"/>
    <w:link w:val="b2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3D5734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3D5734"/>
    <w:rPr>
      <w:rFonts w:ascii="Verdana" w:eastAsiaTheme="minorEastAsia" w:hAnsi="Verdana" w:cstheme="minorBidi"/>
      <w:lang w:eastAsia="ja-JP"/>
    </w:rPr>
  </w:style>
  <w:style w:type="paragraph" w:customStyle="1" w:styleId="AnhangAufzhlungBuchstabe">
    <w:name w:val="Anhang Aufzählung Buchstabe"/>
    <w:basedOn w:val="AufzhlungBuchstabe"/>
    <w:link w:val="AnhangAufzhlungBuchstabeZchn"/>
    <w:qFormat/>
    <w:rsid w:val="003D5734"/>
    <w:pPr>
      <w:numPr>
        <w:ilvl w:val="4"/>
        <w:numId w:val="35"/>
      </w:numPr>
    </w:pPr>
  </w:style>
  <w:style w:type="character" w:customStyle="1" w:styleId="AnhangAufzhlungBuchstabeZchn">
    <w:name w:val="Anhang Aufzählung Buchstabe Zchn"/>
    <w:basedOn w:val="AufzhlungBuchstabeZchn"/>
    <w:link w:val="AnhangAufzhlungBuchstabe"/>
    <w:rsid w:val="003D5734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3D5734"/>
    <w:pPr>
      <w:keepNext/>
      <w:numPr>
        <w:numId w:val="35"/>
      </w:numPr>
      <w:tabs>
        <w:tab w:val="left" w:pos="1418"/>
      </w:tabs>
      <w:spacing w:before="120" w:after="120"/>
      <w:outlineLvl w:val="0"/>
    </w:pPr>
    <w:rPr>
      <w:b/>
    </w:rPr>
  </w:style>
  <w:style w:type="character" w:customStyle="1" w:styleId="AnhangberschriftZchn">
    <w:name w:val="Anhang Überschrift Zchn"/>
    <w:basedOn w:val="Absatz-Standardschriftart"/>
    <w:link w:val="Anhangberschrift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1">
    <w:name w:val="Anhang Überschrift 1"/>
    <w:basedOn w:val="b2"/>
    <w:next w:val="Standard"/>
    <w:link w:val="Anhangberschrift1Zchn"/>
    <w:qFormat/>
    <w:rsid w:val="003D5734"/>
    <w:pPr>
      <w:numPr>
        <w:numId w:val="35"/>
      </w:numPr>
    </w:pPr>
  </w:style>
  <w:style w:type="character" w:customStyle="1" w:styleId="Anhangberschrift1Zchn">
    <w:name w:val="Anhang Überschrift 1 Zchn"/>
    <w:basedOn w:val="Absatz-Standardschriftart"/>
    <w:link w:val="Anhangberschrift1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2">
    <w:name w:val="Anhang Überschrift 2"/>
    <w:basedOn w:val="b2"/>
    <w:next w:val="Standard"/>
    <w:link w:val="Anhangberschrift2Zchn"/>
    <w:qFormat/>
    <w:rsid w:val="003D5734"/>
    <w:pPr>
      <w:numPr>
        <w:ilvl w:val="2"/>
        <w:numId w:val="35"/>
      </w:numPr>
      <w:outlineLvl w:val="2"/>
    </w:pPr>
  </w:style>
  <w:style w:type="character" w:customStyle="1" w:styleId="Anhangberschrift2Zchn">
    <w:name w:val="Anhang Überschrift 2 Zchn"/>
    <w:basedOn w:val="Absatz-Standardschriftart"/>
    <w:link w:val="Anhangberschrift2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3">
    <w:name w:val="Anhang Überschrift 3"/>
    <w:basedOn w:val="Anhangberschrift2"/>
    <w:next w:val="Standard"/>
    <w:link w:val="Anhangberschrift3Zchn"/>
    <w:rsid w:val="003D5734"/>
    <w:pPr>
      <w:numPr>
        <w:ilvl w:val="3"/>
      </w:numPr>
    </w:pPr>
    <w:rPr>
      <w:bCs/>
    </w:rPr>
  </w:style>
  <w:style w:type="character" w:customStyle="1" w:styleId="Anhangberschrift3Zchn">
    <w:name w:val="Anhang Überschrift 3 Zchn"/>
    <w:basedOn w:val="Anhangberschrift2Zchn"/>
    <w:link w:val="Anhangberschrift3"/>
    <w:rsid w:val="003D5734"/>
    <w:rPr>
      <w:rFonts w:ascii="Verdana" w:eastAsiaTheme="minorEastAsia" w:hAnsi="Verdana" w:cstheme="minorBidi"/>
      <w:b/>
      <w:bCs/>
      <w:lang w:eastAsia="ja-JP"/>
    </w:rPr>
  </w:style>
  <w:style w:type="paragraph" w:customStyle="1" w:styleId="AufzhlungBuchstabeFett">
    <w:name w:val="Aufzählung Buchstabe Fett"/>
    <w:basedOn w:val="AufzhlungBuchstabe"/>
    <w:link w:val="AufzhlungBuchstabeFettZchn"/>
    <w:rsid w:val="003D5734"/>
    <w:pPr>
      <w:numPr>
        <w:ilvl w:val="8"/>
      </w:numPr>
    </w:pPr>
    <w:rPr>
      <w:b/>
      <w:bCs/>
    </w:rPr>
  </w:style>
  <w:style w:type="character" w:customStyle="1" w:styleId="AufzhlungBuchstabeFettZchn">
    <w:name w:val="Aufzählung Buchstabe Fett Zchn"/>
    <w:basedOn w:val="AufzhlungBuchstabeZchn"/>
    <w:link w:val="AufzhlungBuchstabeFett"/>
    <w:rsid w:val="003D5734"/>
    <w:rPr>
      <w:rFonts w:ascii="Verdana" w:eastAsiaTheme="minorEastAsia" w:hAnsi="Verdana" w:cstheme="minorBidi"/>
      <w:b/>
      <w:bCs/>
      <w:lang w:eastAsia="ja-JP"/>
    </w:rPr>
  </w:style>
  <w:style w:type="paragraph" w:customStyle="1" w:styleId="AufzhlungBuchstabeKursiv">
    <w:name w:val="Aufzählung Buchstabe Kursiv"/>
    <w:basedOn w:val="AufzhlungBuchstabe"/>
    <w:link w:val="AufzhlungBuchstabeKursivZchn"/>
    <w:rsid w:val="003D5734"/>
    <w:pPr>
      <w:numPr>
        <w:ilvl w:val="7"/>
      </w:numPr>
    </w:pPr>
    <w:rPr>
      <w:i/>
      <w:iCs/>
    </w:rPr>
  </w:style>
  <w:style w:type="character" w:customStyle="1" w:styleId="AufzhlungBuchstabeKursivZchn">
    <w:name w:val="Aufzählung Buchstabe Kursiv Zchn"/>
    <w:basedOn w:val="AufzhlungBuchstabeZchn"/>
    <w:link w:val="AufzhlungBuchstabeKursiv"/>
    <w:rsid w:val="003D5734"/>
    <w:rPr>
      <w:rFonts w:ascii="Verdana" w:eastAsiaTheme="minorEastAsia" w:hAnsi="Verdana" w:cstheme="minorBidi"/>
      <w:i/>
      <w:iCs/>
      <w:lang w:eastAsia="ja-JP"/>
    </w:rPr>
  </w:style>
  <w:style w:type="paragraph" w:customStyle="1" w:styleId="AufzhlungLiteraturstellen">
    <w:name w:val="Aufzählung Literaturstellen"/>
    <w:basedOn w:val="AufzhlungBuchstabe"/>
    <w:qFormat/>
    <w:rsid w:val="003D5734"/>
    <w:pPr>
      <w:numPr>
        <w:ilvl w:val="0"/>
        <w:numId w:val="38"/>
      </w:numPr>
      <w:tabs>
        <w:tab w:val="left" w:pos="442"/>
      </w:tabs>
    </w:pPr>
  </w:style>
  <w:style w:type="paragraph" w:customStyle="1" w:styleId="AufzhlungPunkt1">
    <w:name w:val="Aufzählung Punkt 1"/>
    <w:basedOn w:val="Standard"/>
    <w:link w:val="AufzhlungPunkt1Zchn"/>
    <w:qFormat/>
    <w:rsid w:val="003D5734"/>
    <w:pPr>
      <w:numPr>
        <w:numId w:val="40"/>
      </w:numPr>
    </w:pPr>
  </w:style>
  <w:style w:type="character" w:customStyle="1" w:styleId="AufzhlungPunkt1Zchn">
    <w:name w:val="Aufzählung Punkt 1 Zchn"/>
    <w:basedOn w:val="Absatz-Standardschriftart"/>
    <w:link w:val="AufzhlungPunkt1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5734"/>
    <w:pPr>
      <w:ind w:left="426" w:hanging="426"/>
    </w:pPr>
    <w:rPr>
      <w:i/>
    </w:rPr>
  </w:style>
  <w:style w:type="character" w:customStyle="1" w:styleId="AufzhlungPunkt1kursivZchn">
    <w:name w:val="Aufzählung Punkt 1 kursiv Zchn"/>
    <w:basedOn w:val="AufzhlungPunkt1Zchn"/>
    <w:link w:val="AufzhlungPunkt1kursiv"/>
    <w:rsid w:val="003D5734"/>
    <w:rPr>
      <w:rFonts w:ascii="Verdana" w:eastAsiaTheme="minorEastAsia" w:hAnsi="Verdana" w:cstheme="minorBidi"/>
      <w:i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3D5734"/>
    <w:pPr>
      <w:numPr>
        <w:numId w:val="42"/>
      </w:numPr>
    </w:pPr>
  </w:style>
  <w:style w:type="character" w:customStyle="1" w:styleId="AufzhlungPunkt2Zchn">
    <w:name w:val="Aufzählung Punkt 2 Zchn"/>
    <w:basedOn w:val="Absatz-Standardschriftart"/>
    <w:link w:val="AufzhlungPunkt2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2kursiv">
    <w:name w:val="Aufzählung Punkt 2 kursiv"/>
    <w:basedOn w:val="AufzhlungPunkt2"/>
    <w:link w:val="AufzhlungPunkt2kursivZchn"/>
    <w:qFormat/>
    <w:rsid w:val="003D5734"/>
    <w:pPr>
      <w:ind w:left="851" w:hanging="425"/>
    </w:pPr>
    <w:rPr>
      <w:i/>
    </w:rPr>
  </w:style>
  <w:style w:type="character" w:customStyle="1" w:styleId="AufzhlungPunkt2kursivZchn">
    <w:name w:val="Aufzählung Punkt 2 kursiv Zchn"/>
    <w:basedOn w:val="AufzhlungPunkt2Zchn"/>
    <w:link w:val="AufzhlungPunkt2kursiv"/>
    <w:rsid w:val="003D5734"/>
    <w:rPr>
      <w:rFonts w:ascii="Verdana" w:eastAsiaTheme="minorEastAsia" w:hAnsi="Verdana" w:cstheme="minorBidi"/>
      <w:i/>
      <w:lang w:eastAsia="ja-JP"/>
    </w:rPr>
  </w:style>
  <w:style w:type="paragraph" w:customStyle="1" w:styleId="AufzhlungPunkt3">
    <w:name w:val="Aufzählung Punkt 3"/>
    <w:basedOn w:val="AufzhlungPunkt2"/>
    <w:link w:val="AufzhlungPunkt3Zchn"/>
    <w:qFormat/>
    <w:rsid w:val="003D5734"/>
    <w:pPr>
      <w:numPr>
        <w:numId w:val="44"/>
      </w:numPr>
    </w:pPr>
  </w:style>
  <w:style w:type="character" w:customStyle="1" w:styleId="AufzhlungPunkt3Zchn">
    <w:name w:val="Aufzählung Punkt 3 Zchn"/>
    <w:basedOn w:val="AufzhlungPunkt2Zchn"/>
    <w:link w:val="AufzhlungPunkt3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3kursiv">
    <w:name w:val="Aufzählung Punkt 3 kursiv"/>
    <w:basedOn w:val="AufzhlungPunkt3"/>
    <w:link w:val="AufzhlungPunkt3kursivZchn"/>
    <w:qFormat/>
    <w:rsid w:val="003D5734"/>
    <w:pPr>
      <w:ind w:left="1276" w:hanging="425"/>
    </w:pPr>
    <w:rPr>
      <w:i/>
    </w:rPr>
  </w:style>
  <w:style w:type="character" w:customStyle="1" w:styleId="AufzhlungPunkt3kursivZchn">
    <w:name w:val="Aufzählung Punkt 3 kursiv Zchn"/>
    <w:basedOn w:val="AufzhlungPunkt3Zchn"/>
    <w:link w:val="AufzhlungPunkt3kursiv"/>
    <w:rsid w:val="003D5734"/>
    <w:rPr>
      <w:rFonts w:ascii="Verdana" w:eastAsiaTheme="minorEastAsia" w:hAnsi="Verdana" w:cstheme="minorBidi"/>
      <w:i/>
      <w:lang w:eastAsia="ja-JP"/>
    </w:rPr>
  </w:style>
  <w:style w:type="paragraph" w:styleId="Funotentext">
    <w:name w:val="footnote text"/>
    <w:basedOn w:val="Standard"/>
    <w:link w:val="FunotentextZchn"/>
    <w:uiPriority w:val="99"/>
    <w:qFormat/>
    <w:rsid w:val="003D5734"/>
    <w:pPr>
      <w:tabs>
        <w:tab w:val="left" w:pos="284"/>
      </w:tabs>
      <w:spacing w:line="240" w:lineRule="auto"/>
      <w:ind w:left="284" w:hanging="284"/>
    </w:pPr>
    <w:rPr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D5734"/>
    <w:rPr>
      <w:rFonts w:ascii="Verdana" w:eastAsiaTheme="minorEastAsia" w:hAnsi="Verdana" w:cstheme="minorBidi"/>
      <w:sz w:val="18"/>
      <w:lang w:eastAsia="ja-JP"/>
    </w:rPr>
  </w:style>
  <w:style w:type="character" w:styleId="Funotenzeichen">
    <w:name w:val="footnote reference"/>
    <w:basedOn w:val="Absatz-Standardschriftart"/>
    <w:uiPriority w:val="99"/>
    <w:qFormat/>
    <w:rsid w:val="003D5734"/>
    <w:rPr>
      <w:vertAlign w:val="superscript"/>
    </w:rPr>
  </w:style>
  <w:style w:type="paragraph" w:styleId="Fuzeile">
    <w:name w:val="footer"/>
    <w:basedOn w:val="Standard"/>
    <w:link w:val="FuzeileZchn"/>
    <w:uiPriority w:val="99"/>
    <w:qFormat/>
    <w:rsid w:val="003D573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5734"/>
    <w:rPr>
      <w:rFonts w:ascii="Verdana" w:eastAsiaTheme="minorEastAsia" w:hAnsi="Verdana" w:cstheme="minorBidi"/>
      <w:lang w:eastAsia="ja-JP"/>
    </w:rPr>
  </w:style>
  <w:style w:type="character" w:customStyle="1" w:styleId="Hochgestellt">
    <w:name w:val="Hochgestellt"/>
    <w:basedOn w:val="Absatz-Standardschriftart"/>
    <w:rsid w:val="003D5734"/>
    <w:rPr>
      <w:vertAlign w:val="superscript"/>
    </w:rPr>
  </w:style>
  <w:style w:type="character" w:customStyle="1" w:styleId="Hochgestelltfett">
    <w:name w:val="Hochgestellt fett"/>
    <w:basedOn w:val="Absatz-Standardschriftart"/>
    <w:rsid w:val="003D5734"/>
    <w:rPr>
      <w:b/>
      <w:bCs/>
      <w:vertAlign w:val="superscript"/>
    </w:rPr>
  </w:style>
  <w:style w:type="character" w:customStyle="1" w:styleId="Hochgestelltfettkursiv">
    <w:name w:val="Hochgestellt fett kursiv"/>
    <w:basedOn w:val="Absatz-Standardschriftart"/>
    <w:rsid w:val="003D5734"/>
    <w:rPr>
      <w:b/>
      <w:bCs/>
      <w:i/>
      <w:iCs/>
      <w:vertAlign w:val="superscript"/>
    </w:rPr>
  </w:style>
  <w:style w:type="character" w:customStyle="1" w:styleId="Hochgestelltkursiv">
    <w:name w:val="Hochgestellt kursiv"/>
    <w:basedOn w:val="Absatz-Standardschriftart"/>
    <w:rsid w:val="003D5734"/>
    <w:rPr>
      <w:i/>
      <w:iCs/>
      <w:vertAlign w:val="superscript"/>
    </w:rPr>
  </w:style>
  <w:style w:type="character" w:styleId="Hyperlink">
    <w:name w:val="Hyperlink"/>
    <w:basedOn w:val="Absatz-Standardschriftart"/>
    <w:uiPriority w:val="99"/>
    <w:qFormat/>
    <w:rsid w:val="003D5734"/>
    <w:rPr>
      <w:color w:val="0000FF" w:themeColor="hyperlink"/>
      <w:u w:val="single"/>
    </w:rPr>
  </w:style>
  <w:style w:type="paragraph" w:customStyle="1" w:styleId="Standardfett">
    <w:name w:val="Standard fett"/>
    <w:basedOn w:val="Standard"/>
    <w:link w:val="StandardfettZchn"/>
    <w:qFormat/>
    <w:rsid w:val="003D5734"/>
    <w:rPr>
      <w:b/>
    </w:rPr>
  </w:style>
  <w:style w:type="character" w:customStyle="1" w:styleId="StandardfettZchn">
    <w:name w:val="Standard fett Zchn"/>
    <w:basedOn w:val="Absatz-Standardschriftart"/>
    <w:link w:val="Standardfett"/>
    <w:rsid w:val="003D5734"/>
    <w:rPr>
      <w:rFonts w:ascii="Verdana" w:eastAsiaTheme="minorEastAsia" w:hAnsi="Verdana" w:cstheme="minorBidi"/>
      <w:b/>
      <w:lang w:eastAsia="ja-JP"/>
    </w:rPr>
  </w:style>
  <w:style w:type="character" w:customStyle="1" w:styleId="berschrift2Zchn">
    <w:name w:val="Überschrift 2 Zchn"/>
    <w:aliases w:val="Überschrift 2 Char Char Zchn,Überschrift 2 Char Char Char Char Zchn,Überschrift 2 Char Zchn,Überschrift 2 Char Char Char Char Char Char Zchn,Überschrift 2 Char Char Char Char Char Char Char Char Zchn"/>
    <w:link w:val="berschrift2"/>
    <w:rsid w:val="001A025C"/>
    <w:rPr>
      <w:rFonts w:ascii="Arial" w:hAnsi="Arial" w:cs="Arial"/>
      <w:b/>
      <w:bCs/>
      <w:sz w:val="24"/>
      <w:szCs w:val="24"/>
    </w:rPr>
  </w:style>
  <w:style w:type="character" w:customStyle="1" w:styleId="berschrift3Zchn">
    <w:name w:val="Überschrift 3 Zchn"/>
    <w:link w:val="berschrift3"/>
    <w:rsid w:val="001A025C"/>
    <w:rPr>
      <w:rFonts w:ascii="Arial" w:hAnsi="Arial" w:cs="Arial"/>
      <w:b/>
      <w:bCs/>
      <w:sz w:val="22"/>
      <w:szCs w:val="22"/>
    </w:rPr>
  </w:style>
  <w:style w:type="paragraph" w:customStyle="1" w:styleId="Inhaltsverzeichnisberschrift">
    <w:name w:val="Inhaltsverzeichnis Überschrift"/>
    <w:basedOn w:val="Standardfett"/>
    <w:link w:val="InhaltsverzeichnisberschriftZchn"/>
    <w:qFormat/>
    <w:rsid w:val="003D5734"/>
    <w:pPr>
      <w:keepNext/>
      <w:spacing w:before="240" w:after="240"/>
    </w:pPr>
  </w:style>
  <w:style w:type="character" w:customStyle="1" w:styleId="InhaltsverzeichnisberschriftZchn">
    <w:name w:val="Inhaltsverzeichnis Überschrift Zchn"/>
    <w:basedOn w:val="StandardfettZchn"/>
    <w:link w:val="Inhaltsverzeichnisberschrift"/>
    <w:rsid w:val="003D5734"/>
    <w:rPr>
      <w:rFonts w:ascii="Verdana" w:eastAsiaTheme="minorEastAsia" w:hAnsi="Verdana" w:cstheme="minorBidi"/>
      <w:b/>
      <w:lang w:eastAsia="ja-JP"/>
    </w:rPr>
  </w:style>
  <w:style w:type="paragraph" w:styleId="Kopfzeile">
    <w:name w:val="header"/>
    <w:basedOn w:val="Standard"/>
    <w:link w:val="KopfzeileZchn"/>
    <w:uiPriority w:val="99"/>
    <w:qFormat/>
    <w:rsid w:val="003D573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5734"/>
    <w:rPr>
      <w:rFonts w:ascii="Verdana" w:eastAsiaTheme="minorEastAsia" w:hAnsi="Verdana" w:cstheme="minorBidi"/>
      <w:lang w:eastAsia="ja-JP"/>
    </w:rPr>
  </w:style>
  <w:style w:type="paragraph" w:customStyle="1" w:styleId="Nachweisberschrift">
    <w:name w:val="Nachweis Überschrift"/>
    <w:basedOn w:val="Standard"/>
    <w:next w:val="Standard"/>
    <w:link w:val="NachweisberschriftZchn"/>
    <w:qFormat/>
    <w:rsid w:val="003D5734"/>
    <w:pPr>
      <w:keepNext/>
      <w:spacing w:before="120" w:after="120"/>
    </w:pPr>
    <w:rPr>
      <w:b/>
      <w:i/>
    </w:rPr>
  </w:style>
  <w:style w:type="character" w:customStyle="1" w:styleId="NachweisberschriftZchn">
    <w:name w:val="Nachweis Überschrift Zchn"/>
    <w:basedOn w:val="Absatz-Standardschriftart"/>
    <w:link w:val="Nachweisberschrift"/>
    <w:rsid w:val="003D5734"/>
    <w:rPr>
      <w:rFonts w:ascii="Verdana" w:eastAsiaTheme="minorEastAsia" w:hAnsi="Verdana" w:cstheme="minorBidi"/>
      <w:b/>
      <w:i/>
      <w:lang w:eastAsia="ja-JP"/>
    </w:rPr>
  </w:style>
  <w:style w:type="paragraph" w:customStyle="1" w:styleId="StandardeinfacherZeilenabstand">
    <w:name w:val="Standard einfacher Zeilenabstand"/>
    <w:basedOn w:val="Standard"/>
    <w:qFormat/>
    <w:rsid w:val="003D5734"/>
    <w:pPr>
      <w:spacing w:line="240" w:lineRule="auto"/>
    </w:p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3D5734"/>
    <w:pPr>
      <w:ind w:left="426"/>
    </w:p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3D5734"/>
    <w:rPr>
      <w:rFonts w:ascii="Verdana" w:eastAsiaTheme="minorEastAsia" w:hAnsi="Verdana" w:cstheme="minorBidi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3D5734"/>
  </w:style>
  <w:style w:type="character" w:customStyle="1" w:styleId="StandardfettnurWort">
    <w:name w:val="Standard fett nur Wort"/>
    <w:basedOn w:val="StandardnurWort"/>
    <w:uiPriority w:val="1"/>
    <w:qFormat/>
    <w:rsid w:val="003D5734"/>
    <w:rPr>
      <w:rFonts w:ascii="Verdana" w:hAnsi="Verdana"/>
      <w:b/>
      <w:sz w:val="20"/>
    </w:rPr>
  </w:style>
  <w:style w:type="paragraph" w:customStyle="1" w:styleId="Standardklein">
    <w:name w:val="Standard klein"/>
    <w:basedOn w:val="Standard"/>
    <w:link w:val="StandardkleinZchn"/>
    <w:qFormat/>
    <w:rsid w:val="003D5734"/>
    <w:rPr>
      <w:sz w:val="16"/>
      <w:szCs w:val="16"/>
    </w:rPr>
  </w:style>
  <w:style w:type="character" w:customStyle="1" w:styleId="StandardkleinZchn">
    <w:name w:val="Standard klein Zchn"/>
    <w:basedOn w:val="Absatz-Standardschriftart"/>
    <w:link w:val="Standardklein"/>
    <w:rsid w:val="003D5734"/>
    <w:rPr>
      <w:rFonts w:ascii="Verdana" w:eastAsiaTheme="minorEastAsia" w:hAnsi="Verdana" w:cstheme="minorBidi"/>
      <w:sz w:val="16"/>
      <w:szCs w:val="16"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3D5734"/>
    <w:rPr>
      <w:i/>
    </w:rPr>
  </w:style>
  <w:style w:type="character" w:customStyle="1" w:styleId="StandardkursivZchn">
    <w:name w:val="Standard kursiv Zchn"/>
    <w:basedOn w:val="Absatz-Standardschriftart"/>
    <w:link w:val="Standardkursiv"/>
    <w:rsid w:val="003D5734"/>
    <w:rPr>
      <w:rFonts w:ascii="Verdana" w:eastAsiaTheme="minorEastAsia" w:hAnsi="Verdana" w:cstheme="minorBidi"/>
      <w:i/>
      <w:lang w:eastAsia="ja-JP"/>
    </w:rPr>
  </w:style>
  <w:style w:type="character" w:customStyle="1" w:styleId="StandardkursivnurWort">
    <w:name w:val="Standard kursiv nur Wort"/>
    <w:basedOn w:val="StandardnurWort"/>
    <w:uiPriority w:val="1"/>
    <w:qFormat/>
    <w:rsid w:val="003D5734"/>
    <w:rPr>
      <w:i/>
    </w:rPr>
  </w:style>
  <w:style w:type="paragraph" w:customStyle="1" w:styleId="StandardmittigfettmitRahmen">
    <w:name w:val="Standard mittig fett mit Rahmen"/>
    <w:basedOn w:val="Standard"/>
    <w:link w:val="StandardmittigfettmitRahmenZchn"/>
    <w:qFormat/>
    <w:rsid w:val="003D573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</w:rPr>
  </w:style>
  <w:style w:type="character" w:customStyle="1" w:styleId="StandardmittigfettmitRahmenZchn">
    <w:name w:val="Standard mittig fett mit Rahmen Zchn"/>
    <w:basedOn w:val="Absatz-Standardschriftart"/>
    <w:link w:val="StandardmittigfettmitRahmen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StandardmittigmitRahmen">
    <w:name w:val="Standard mittig mit Rahmen"/>
    <w:basedOn w:val="Standard"/>
    <w:link w:val="StandardmittigmitRahmenZchn"/>
    <w:qFormat/>
    <w:rsid w:val="003D573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StandardmittigmitRahmenZchn">
    <w:name w:val="Standard mittig mit Rahmen Zchn"/>
    <w:basedOn w:val="Absatz-Standardschriftart"/>
    <w:link w:val="StandardmittigmitRahmen"/>
    <w:rsid w:val="003D5734"/>
    <w:rPr>
      <w:rFonts w:ascii="Verdana" w:eastAsiaTheme="minorEastAsia" w:hAnsi="Verdana" w:cstheme="minorBidi"/>
      <w:lang w:eastAsia="ja-JP"/>
    </w:rPr>
  </w:style>
  <w:style w:type="table" w:customStyle="1" w:styleId="TabellefrVergabegrundlageErsteSpaltegrau">
    <w:name w:val="Tabelle für Vergabegrundlage Erste Spalte grau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TabellefrVergabegrundlageKopfzeilegrau">
    <w:name w:val="Tabelle für Vergabegrundlage Kopfzeile grau"/>
    <w:basedOn w:val="NormaleTabelle"/>
    <w:uiPriority w:val="99"/>
    <w:rsid w:val="003D5734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TabellefrVergabegrundlageKopfzeileundersteSpaltegrau">
    <w:name w:val="Tabelle für Vergabegrundlage Kopfzeile und erste Spalte grau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TabellefrVergabegrundlagewei">
    <w:name w:val="Tabelle für Vergabegrundlage weiß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</w:tcPr>
  </w:style>
  <w:style w:type="table" w:styleId="Tabellenraster">
    <w:name w:val="Table Grid"/>
    <w:basedOn w:val="NormaleTabelle"/>
    <w:uiPriority w:val="59"/>
    <w:rsid w:val="003D5734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standardlinksbndig">
    <w:name w:val="Tabellentext standard linksbündig"/>
    <w:basedOn w:val="StandardeinfacherZeilenabstand"/>
    <w:link w:val="TabellentextstandardlinksbndigZchn"/>
    <w:qFormat/>
    <w:rsid w:val="003D5734"/>
    <w:pPr>
      <w:jc w:val="left"/>
    </w:p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3D5734"/>
    <w:rPr>
      <w:rFonts w:ascii="Verdana" w:eastAsiaTheme="minorEastAsia" w:hAnsi="Verdana" w:cstheme="minorBidi"/>
      <w:lang w:eastAsia="ja-JP"/>
    </w:rPr>
  </w:style>
  <w:style w:type="paragraph" w:customStyle="1" w:styleId="Tabellentextfettkleinlinksbndig">
    <w:name w:val="Tabellentext fett klein linksbündig"/>
    <w:basedOn w:val="Tabellentextstandardlinksbndig"/>
    <w:link w:val="TabellentextfettkleinlinksbndigZchn"/>
    <w:qFormat/>
    <w:rsid w:val="003D5734"/>
    <w:rPr>
      <w:b/>
      <w:sz w:val="18"/>
      <w:szCs w:val="18"/>
    </w:rPr>
  </w:style>
  <w:style w:type="character" w:customStyle="1" w:styleId="TabellentextfettkleinlinksbndigZchn">
    <w:name w:val="Tabellentext fett klein linksbündig Zchn"/>
    <w:basedOn w:val="TabellentextstandardlinksbndigZchn"/>
    <w:link w:val="Tabellentextfettkleinlinksbndig"/>
    <w:rsid w:val="003D5734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kleinmittig">
    <w:name w:val="Tabellentext fett klein mittig"/>
    <w:basedOn w:val="Tabellentextfettkleinlinksbndig"/>
    <w:link w:val="TabellentextfettkleinmittigZchn"/>
    <w:qFormat/>
    <w:rsid w:val="003D5734"/>
    <w:pPr>
      <w:jc w:val="center"/>
    </w:pPr>
  </w:style>
  <w:style w:type="character" w:customStyle="1" w:styleId="TabellentextfettkleinmittigZchn">
    <w:name w:val="Tabellentext fett klein mittig Zchn"/>
    <w:basedOn w:val="TabellentextfettkleinlinksbndigZchn"/>
    <w:link w:val="Tabellentextfettkleinmittig"/>
    <w:rsid w:val="003D5734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einfacherZeilenabstand"/>
    <w:link w:val="TabellentextfettlinksbndigZchn"/>
    <w:qFormat/>
    <w:rsid w:val="003D5734"/>
    <w:pPr>
      <w:jc w:val="left"/>
    </w:pPr>
    <w:rPr>
      <w:b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Tabellentextfettmittig">
    <w:name w:val="Tabellentext fett mittig"/>
    <w:basedOn w:val="Tabellentextfettlinksbndig"/>
    <w:link w:val="TabellentextfettmittigZchn"/>
    <w:qFormat/>
    <w:rsid w:val="003D5734"/>
    <w:pPr>
      <w:jc w:val="center"/>
    </w:pPr>
  </w:style>
  <w:style w:type="character" w:customStyle="1" w:styleId="TabellentextfettmittigZchn">
    <w:name w:val="Tabellentext fett mittig Zchn"/>
    <w:basedOn w:val="TabellentextfettlinksbndigZchn"/>
    <w:link w:val="Tabellentextfettmittig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Tabellentextkursivkleinlinksbndig">
    <w:name w:val="Tabellentext kursiv klein linksbündig"/>
    <w:basedOn w:val="Tabellentextstandardlinksbndig"/>
    <w:link w:val="TabellentextkursivkleinlinksbndigZchn"/>
    <w:qFormat/>
    <w:rsid w:val="003D5734"/>
    <w:rPr>
      <w:i/>
      <w:sz w:val="18"/>
      <w:szCs w:val="18"/>
    </w:rPr>
  </w:style>
  <w:style w:type="character" w:customStyle="1" w:styleId="TabellentextkursivkleinlinksbndigZchn">
    <w:name w:val="Tabellentext kursiv klein linksbündig Zchn"/>
    <w:basedOn w:val="TabellentextstandardlinksbndigZchn"/>
    <w:link w:val="Tabellentextkursivkleinlinksbndig"/>
    <w:rsid w:val="003D5734"/>
    <w:rPr>
      <w:rFonts w:ascii="Verdana" w:eastAsiaTheme="minorEastAsia" w:hAnsi="Verdana" w:cstheme="minorBidi"/>
      <w:i/>
      <w:sz w:val="18"/>
      <w:szCs w:val="18"/>
      <w:lang w:eastAsia="ja-JP"/>
    </w:rPr>
  </w:style>
  <w:style w:type="paragraph" w:customStyle="1" w:styleId="Tabellentextkursivkleinmittig">
    <w:name w:val="Tabellentext kursiv klein mittig"/>
    <w:basedOn w:val="Tabellentextfettkleinmittig"/>
    <w:link w:val="TabellentextkursivkleinmittigZchn"/>
    <w:qFormat/>
    <w:rsid w:val="003D5734"/>
    <w:rPr>
      <w:b w:val="0"/>
      <w:i/>
    </w:rPr>
  </w:style>
  <w:style w:type="character" w:customStyle="1" w:styleId="TabellentextkursivkleinmittigZchn">
    <w:name w:val="Tabellentext kursiv klein mittig Zchn"/>
    <w:basedOn w:val="TabellentextfettkleinmittigZchn"/>
    <w:link w:val="Tabellentextkursivkleinmitt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kursivmittig">
    <w:name w:val="Tabellentext kursiv mittig"/>
    <w:basedOn w:val="Tabellentextkursivkleinmittig"/>
    <w:link w:val="TabellentextkursivmittigZchn"/>
    <w:qFormat/>
    <w:rsid w:val="003D5734"/>
  </w:style>
  <w:style w:type="character" w:customStyle="1" w:styleId="TabellentextkursivmittigZchn">
    <w:name w:val="Tabellentext kursiv mittig Zchn"/>
    <w:basedOn w:val="TabellentextkursivkleinmittigZchn"/>
    <w:link w:val="Tabellentextkursivmitt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kursivlinksbndig">
    <w:name w:val="Tabellentext kursiv linksbündig"/>
    <w:basedOn w:val="Tabellentextkursivmittig"/>
    <w:link w:val="TabellentextkursivlinksbndigZchn"/>
    <w:qFormat/>
    <w:rsid w:val="003D5734"/>
    <w:pPr>
      <w:jc w:val="left"/>
    </w:pPr>
  </w:style>
  <w:style w:type="character" w:customStyle="1" w:styleId="TabellentextkursivlinksbndigZchn">
    <w:name w:val="Tabellentext kursiv linksbündig Zchn"/>
    <w:basedOn w:val="TabellentextkursivmittigZchn"/>
    <w:link w:val="Tabellentextkursivlinksbnd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Tabellentextstandardlinksbndig"/>
    <w:link w:val="TabellentextstandardkleinlinksbndigZchn"/>
    <w:qFormat/>
    <w:rsid w:val="003D5734"/>
    <w:rPr>
      <w:sz w:val="18"/>
      <w:szCs w:val="18"/>
    </w:rPr>
  </w:style>
  <w:style w:type="character" w:customStyle="1" w:styleId="TabellentextstandardkleinlinksbndigZchn">
    <w:name w:val="Tabellentext standard klein linksbündig Zchn"/>
    <w:basedOn w:val="TabellentextstandardlinksbndigZchn"/>
    <w:link w:val="Tabellentextstandardkleinlinksbndig"/>
    <w:rsid w:val="003D5734"/>
    <w:rPr>
      <w:rFonts w:ascii="Verdana" w:eastAsiaTheme="minorEastAsia" w:hAnsi="Verdana" w:cstheme="minorBidi"/>
      <w:sz w:val="18"/>
      <w:szCs w:val="18"/>
      <w:lang w:eastAsia="ja-JP"/>
    </w:rPr>
  </w:style>
  <w:style w:type="paragraph" w:customStyle="1" w:styleId="Tabellentextstandardkleinmittig">
    <w:name w:val="Tabellentext standard klein mittig"/>
    <w:basedOn w:val="Tabellentextstandardkleinlinksbndig"/>
    <w:link w:val="TabellentextstandardkleinmittigZchn"/>
    <w:qFormat/>
    <w:rsid w:val="003D5734"/>
    <w:pPr>
      <w:jc w:val="center"/>
    </w:pPr>
  </w:style>
  <w:style w:type="character" w:customStyle="1" w:styleId="TabellentextstandardkleinmittigZchn">
    <w:name w:val="Tabellentext standard klein mittig Zchn"/>
    <w:basedOn w:val="TabellentextstandardkleinlinksbndigZchn"/>
    <w:link w:val="Tabellentextstandardkleinmittig"/>
    <w:rsid w:val="003D5734"/>
    <w:rPr>
      <w:rFonts w:ascii="Verdana" w:eastAsiaTheme="minorEastAsia" w:hAnsi="Verdana" w:cstheme="minorBidi"/>
      <w:sz w:val="18"/>
      <w:szCs w:val="18"/>
      <w:lang w:eastAsia="ja-JP"/>
    </w:rPr>
  </w:style>
  <w:style w:type="paragraph" w:customStyle="1" w:styleId="Tabellentextstandardmittig">
    <w:name w:val="Tabellentext standard mittig"/>
    <w:basedOn w:val="StandardeinfacherZeilenabstand"/>
    <w:link w:val="TabellentextstandardmittigZchn"/>
    <w:qFormat/>
    <w:rsid w:val="003D5734"/>
    <w:pPr>
      <w:jc w:val="center"/>
    </w:p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3D5734"/>
    <w:rPr>
      <w:rFonts w:ascii="Verdana" w:eastAsiaTheme="minorEastAsia" w:hAnsi="Verdana" w:cstheme="minorBidi"/>
      <w:lang w:eastAsia="ja-JP"/>
    </w:rPr>
  </w:style>
  <w:style w:type="paragraph" w:customStyle="1" w:styleId="TextmittignurfrLogo">
    <w:name w:val="Text mittig nur für Logo"/>
    <w:basedOn w:val="Standard"/>
    <w:link w:val="TextmittignurfrLogoZchn"/>
    <w:qFormat/>
    <w:rsid w:val="003D5734"/>
    <w:pPr>
      <w:spacing w:line="240" w:lineRule="auto"/>
      <w:jc w:val="center"/>
    </w:pPr>
  </w:style>
  <w:style w:type="character" w:customStyle="1" w:styleId="TextmittignurfrLogoZchn">
    <w:name w:val="Text mittig nur für Logo Zchn"/>
    <w:basedOn w:val="Absatz-Standardschriftart"/>
    <w:link w:val="TextmittignurfrLogo"/>
    <w:rsid w:val="003D5734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3D5734"/>
    <w:rPr>
      <w:vertAlign w:val="subscript"/>
    </w:rPr>
  </w:style>
  <w:style w:type="character" w:customStyle="1" w:styleId="Tiefgestelltfett">
    <w:name w:val="Tiefgestellt fett"/>
    <w:basedOn w:val="Absatz-Standardschriftart"/>
    <w:rsid w:val="003D5734"/>
    <w:rPr>
      <w:b/>
      <w:bCs/>
      <w:vertAlign w:val="subscript"/>
    </w:rPr>
  </w:style>
  <w:style w:type="character" w:customStyle="1" w:styleId="Tiefgestelltfettkursiv">
    <w:name w:val="Tiefgestellt fett kursiv"/>
    <w:basedOn w:val="Absatz-Standardschriftart"/>
    <w:rsid w:val="003D5734"/>
    <w:rPr>
      <w:b/>
      <w:bCs/>
      <w:i/>
      <w:iCs/>
      <w:vertAlign w:val="subscript"/>
    </w:rPr>
  </w:style>
  <w:style w:type="paragraph" w:styleId="berarbeitung">
    <w:name w:val="Revision"/>
    <w:hidden/>
    <w:uiPriority w:val="99"/>
    <w:semiHidden/>
    <w:rsid w:val="008258C1"/>
    <w:rPr>
      <w:rFonts w:ascii="Arial" w:hAnsi="Arial" w:cs="Arial"/>
      <w:sz w:val="22"/>
      <w:szCs w:val="22"/>
    </w:rPr>
  </w:style>
  <w:style w:type="character" w:customStyle="1" w:styleId="Tiefgestelltkursiv">
    <w:name w:val="Tiefgestellt kursiv"/>
    <w:basedOn w:val="Absatz-Standardschriftart"/>
    <w:rsid w:val="003D5734"/>
    <w:rPr>
      <w:i/>
      <w:iCs/>
      <w:vertAlign w:val="subscript"/>
    </w:rPr>
  </w:style>
  <w:style w:type="paragraph" w:customStyle="1" w:styleId="b3">
    <w:name w:val="Üb 3"/>
    <w:basedOn w:val="Listenabsatz"/>
    <w:next w:val="Standard"/>
    <w:link w:val="b3Zchn"/>
    <w:qFormat/>
    <w:rsid w:val="003D5734"/>
    <w:pPr>
      <w:keepNext/>
      <w:numPr>
        <w:ilvl w:val="2"/>
        <w:numId w:val="48"/>
      </w:numPr>
      <w:spacing w:before="240" w:after="120"/>
      <w:contextualSpacing w:val="0"/>
      <w:outlineLvl w:val="2"/>
    </w:pPr>
    <w:rPr>
      <w:b/>
    </w:rPr>
  </w:style>
  <w:style w:type="character" w:customStyle="1" w:styleId="b3Zchn">
    <w:name w:val="Üb 3 Zchn"/>
    <w:basedOn w:val="Absatz-Standardschriftart"/>
    <w:link w:val="b3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3D5734"/>
    <w:pPr>
      <w:numPr>
        <w:ilvl w:val="3"/>
      </w:numPr>
      <w:outlineLvl w:val="3"/>
    </w:pPr>
  </w:style>
  <w:style w:type="character" w:customStyle="1" w:styleId="b4Zchn">
    <w:name w:val="Üb 4 Zchn"/>
    <w:basedOn w:val="b3Zchn"/>
    <w:link w:val="b4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5">
    <w:name w:val="Üb 5"/>
    <w:basedOn w:val="b4"/>
    <w:next w:val="Standard"/>
    <w:link w:val="b5Zchn"/>
    <w:qFormat/>
    <w:rsid w:val="003D5734"/>
    <w:pPr>
      <w:numPr>
        <w:ilvl w:val="4"/>
      </w:numPr>
      <w:outlineLvl w:val="4"/>
    </w:pPr>
  </w:style>
  <w:style w:type="character" w:customStyle="1" w:styleId="b5Zchn">
    <w:name w:val="Üb 5 Zchn"/>
    <w:basedOn w:val="b4Zchn"/>
    <w:link w:val="b5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link w:val="b6Zchn"/>
    <w:qFormat/>
    <w:rsid w:val="003D5734"/>
    <w:pPr>
      <w:numPr>
        <w:ilvl w:val="5"/>
      </w:numPr>
      <w:outlineLvl w:val="5"/>
    </w:pPr>
  </w:style>
  <w:style w:type="character" w:customStyle="1" w:styleId="b6Zchn">
    <w:name w:val="Üb 6 Zchn"/>
    <w:basedOn w:val="b5Zchn"/>
    <w:link w:val="b6"/>
    <w:rsid w:val="003D5734"/>
    <w:rPr>
      <w:rFonts w:ascii="Verdana" w:eastAsiaTheme="minorEastAsia" w:hAnsi="Verdana" w:cstheme="minorBidi"/>
      <w:b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3D5734"/>
    <w:pPr>
      <w:tabs>
        <w:tab w:val="right" w:leader="dot" w:pos="9628"/>
      </w:tabs>
      <w:spacing w:after="100"/>
      <w:ind w:left="442" w:right="284" w:hanging="442"/>
    </w:pPr>
  </w:style>
  <w:style w:type="paragraph" w:styleId="Verzeichnis2">
    <w:name w:val="toc 2"/>
    <w:basedOn w:val="Standard"/>
    <w:next w:val="Standard"/>
    <w:autoRedefine/>
    <w:uiPriority w:val="39"/>
    <w:unhideWhenUsed/>
    <w:rsid w:val="003D5734"/>
    <w:pPr>
      <w:spacing w:after="100"/>
      <w:ind w:left="658" w:right="284" w:hanging="658"/>
    </w:pPr>
  </w:style>
  <w:style w:type="paragraph" w:styleId="Verzeichnis3">
    <w:name w:val="toc 3"/>
    <w:basedOn w:val="Standard"/>
    <w:next w:val="Standard"/>
    <w:autoRedefine/>
    <w:uiPriority w:val="39"/>
    <w:unhideWhenUsed/>
    <w:rsid w:val="003D5734"/>
    <w:pPr>
      <w:spacing w:after="100"/>
      <w:ind w:left="879" w:right="284" w:hanging="879"/>
    </w:pPr>
  </w:style>
  <w:style w:type="paragraph" w:styleId="Verzeichnis4">
    <w:name w:val="toc 4"/>
    <w:basedOn w:val="Standard"/>
    <w:next w:val="Standard"/>
    <w:autoRedefine/>
    <w:uiPriority w:val="39"/>
    <w:unhideWhenUsed/>
    <w:rsid w:val="003D5734"/>
    <w:pPr>
      <w:spacing w:after="100"/>
      <w:ind w:left="1134" w:right="284" w:hanging="1134"/>
    </w:pPr>
  </w:style>
  <w:style w:type="paragraph" w:styleId="Verzeichnis5">
    <w:name w:val="toc 5"/>
    <w:basedOn w:val="Standard"/>
    <w:next w:val="Standard"/>
    <w:autoRedefine/>
    <w:uiPriority w:val="39"/>
    <w:unhideWhenUsed/>
    <w:rsid w:val="003D5734"/>
    <w:pPr>
      <w:spacing w:after="100"/>
      <w:ind w:left="1321" w:right="284" w:hanging="1321"/>
    </w:pPr>
  </w:style>
  <w:style w:type="paragraph" w:styleId="Verzeichnis6">
    <w:name w:val="toc 6"/>
    <w:basedOn w:val="Standard"/>
    <w:next w:val="Standard"/>
    <w:autoRedefine/>
    <w:uiPriority w:val="39"/>
    <w:unhideWhenUsed/>
    <w:rsid w:val="003D5734"/>
    <w:pPr>
      <w:spacing w:after="100"/>
      <w:ind w:left="1542" w:right="284" w:hanging="1542"/>
    </w:pPr>
  </w:style>
  <w:style w:type="paragraph" w:styleId="Verzeichnis7">
    <w:name w:val="toc 7"/>
    <w:basedOn w:val="Standard"/>
    <w:next w:val="Standard"/>
    <w:autoRedefine/>
    <w:uiPriority w:val="39"/>
    <w:unhideWhenUsed/>
    <w:rsid w:val="003D5734"/>
    <w:pPr>
      <w:spacing w:after="100"/>
      <w:ind w:left="1321" w:right="284" w:hanging="1321"/>
    </w:pPr>
  </w:style>
  <w:style w:type="paragraph" w:customStyle="1" w:styleId="VGVergabegrundlage">
    <w:name w:val="VG Vergabegrundlage"/>
    <w:basedOn w:val="Standard"/>
    <w:link w:val="VGVergabegrundlageZchn"/>
    <w:qFormat/>
    <w:rsid w:val="003D5734"/>
    <w:pPr>
      <w:spacing w:line="240" w:lineRule="auto"/>
      <w:jc w:val="center"/>
    </w:pPr>
    <w:rPr>
      <w:b/>
      <w:bCs/>
      <w:color w:val="1A5BA5"/>
      <w:sz w:val="28"/>
      <w:szCs w:val="24"/>
    </w:rPr>
  </w:style>
  <w:style w:type="character" w:customStyle="1" w:styleId="VGVergabegrundlageZchn">
    <w:name w:val="VG Vergabegrundlage Zchn"/>
    <w:basedOn w:val="Absatz-Standardschriftart"/>
    <w:link w:val="VGVergabegrundlage"/>
    <w:rsid w:val="003D5734"/>
    <w:rPr>
      <w:rFonts w:ascii="Verdana" w:eastAsiaTheme="minorEastAsia" w:hAnsi="Verdana" w:cstheme="minorBidi"/>
      <w:b/>
      <w:bCs/>
      <w:color w:val="1A5BA5"/>
      <w:sz w:val="28"/>
      <w:szCs w:val="24"/>
      <w:lang w:eastAsia="ja-JP"/>
    </w:rPr>
  </w:style>
  <w:style w:type="paragraph" w:customStyle="1" w:styleId="VGAusgabe">
    <w:name w:val="VG Ausgabe"/>
    <w:basedOn w:val="VGVergabegrundlage"/>
    <w:link w:val="VGAusgabeZchn"/>
    <w:qFormat/>
    <w:rsid w:val="003D5734"/>
    <w:rPr>
      <w:sz w:val="24"/>
    </w:rPr>
  </w:style>
  <w:style w:type="character" w:customStyle="1" w:styleId="VGAusgabeZchn">
    <w:name w:val="VG Ausgabe Zchn"/>
    <w:basedOn w:val="VGVergabegrundlageZchn"/>
    <w:link w:val="VGAusgabe"/>
    <w:rsid w:val="003D5734"/>
    <w:rPr>
      <w:rFonts w:ascii="Verdana" w:eastAsiaTheme="minorEastAsia" w:hAnsi="Verdana" w:cstheme="minorBidi"/>
      <w:b/>
      <w:bCs/>
      <w:color w:val="1A5BA5"/>
      <w:sz w:val="24"/>
      <w:szCs w:val="24"/>
      <w:lang w:eastAsia="ja-JP"/>
    </w:rPr>
  </w:style>
  <w:style w:type="paragraph" w:customStyle="1" w:styleId="VGNummer">
    <w:name w:val="VG Nummer"/>
    <w:basedOn w:val="Standard"/>
    <w:link w:val="VGNummerZchn"/>
    <w:qFormat/>
    <w:rsid w:val="003D5734"/>
    <w:pPr>
      <w:spacing w:line="240" w:lineRule="auto"/>
      <w:jc w:val="center"/>
    </w:pPr>
    <w:rPr>
      <w:b/>
      <w:color w:val="1A5BA5"/>
      <w:sz w:val="32"/>
      <w:szCs w:val="28"/>
    </w:rPr>
  </w:style>
  <w:style w:type="character" w:customStyle="1" w:styleId="VGNummerZchn">
    <w:name w:val="VG Nummer Zchn"/>
    <w:basedOn w:val="Absatz-Standardschriftart"/>
    <w:link w:val="VGNummer"/>
    <w:rsid w:val="003D5734"/>
    <w:rPr>
      <w:rFonts w:ascii="Verdana" w:eastAsiaTheme="minorEastAsia" w:hAnsi="Verdana" w:cstheme="minorBidi"/>
      <w:b/>
      <w:color w:val="1A5BA5"/>
      <w:sz w:val="32"/>
      <w:szCs w:val="28"/>
      <w:lang w:eastAsia="ja-JP"/>
    </w:rPr>
  </w:style>
  <w:style w:type="paragraph" w:customStyle="1" w:styleId="VGBLAUERENGEL">
    <w:name w:val="VG BLAUER ENGEL"/>
    <w:basedOn w:val="VGNummer"/>
    <w:link w:val="VGBLAUERENGELZchn"/>
    <w:qFormat/>
    <w:rsid w:val="003D5734"/>
    <w:rPr>
      <w:sz w:val="44"/>
      <w:szCs w:val="44"/>
    </w:rPr>
  </w:style>
  <w:style w:type="character" w:customStyle="1" w:styleId="VGBLAUERENGELZchn">
    <w:name w:val="VG BLAUER ENGEL Zchn"/>
    <w:basedOn w:val="VGNummerZchn"/>
    <w:link w:val="VGBLAUERENGEL"/>
    <w:rsid w:val="003D5734"/>
    <w:rPr>
      <w:rFonts w:ascii="Verdana" w:eastAsiaTheme="minorEastAsia" w:hAnsi="Verdana" w:cstheme="minorBidi"/>
      <w:b/>
      <w:color w:val="1A5BA5"/>
      <w:sz w:val="44"/>
      <w:szCs w:val="44"/>
      <w:lang w:eastAsia="ja-JP"/>
    </w:rPr>
  </w:style>
  <w:style w:type="paragraph" w:customStyle="1" w:styleId="VGTitel">
    <w:name w:val="VG Titel"/>
    <w:basedOn w:val="VGNummer"/>
    <w:link w:val="VGTitelZchn"/>
    <w:qFormat/>
    <w:rsid w:val="003D5734"/>
    <w:rPr>
      <w:sz w:val="36"/>
      <w:szCs w:val="36"/>
    </w:rPr>
  </w:style>
  <w:style w:type="character" w:customStyle="1" w:styleId="VGTitelZchn">
    <w:name w:val="VG Titel Zchn"/>
    <w:basedOn w:val="VGNummerZchn"/>
    <w:link w:val="VGTitel"/>
    <w:rsid w:val="003D5734"/>
    <w:rPr>
      <w:rFonts w:ascii="Verdana" w:eastAsiaTheme="minorEastAsia" w:hAnsi="Verdana" w:cstheme="minorBidi"/>
      <w:b/>
      <w:color w:val="1A5BA5"/>
      <w:sz w:val="36"/>
      <w:szCs w:val="36"/>
      <w:lang w:eastAsia="ja-JP"/>
    </w:rPr>
  </w:style>
  <w:style w:type="paragraph" w:customStyle="1" w:styleId="VGVersion">
    <w:name w:val="VG Version"/>
    <w:basedOn w:val="Standard"/>
    <w:link w:val="VGVersionZchn"/>
    <w:qFormat/>
    <w:rsid w:val="003D5734"/>
    <w:pPr>
      <w:spacing w:line="240" w:lineRule="auto"/>
      <w:jc w:val="center"/>
    </w:pPr>
    <w:rPr>
      <w:b/>
      <w:bCs/>
      <w:color w:val="1A5BA5"/>
    </w:rPr>
  </w:style>
  <w:style w:type="character" w:customStyle="1" w:styleId="VGVersionZchn">
    <w:name w:val="VG Version Zchn"/>
    <w:basedOn w:val="Absatz-Standardschriftart"/>
    <w:link w:val="VGVersion"/>
    <w:rsid w:val="003D5734"/>
    <w:rPr>
      <w:rFonts w:ascii="Verdana" w:eastAsiaTheme="minorEastAsia" w:hAnsi="Verdana" w:cstheme="minorBidi"/>
      <w:b/>
      <w:bCs/>
      <w:color w:val="1A5BA5"/>
      <w:lang w:eastAsia="ja-JP"/>
    </w:rPr>
  </w:style>
  <w:style w:type="character" w:customStyle="1" w:styleId="berschrift4Zchn">
    <w:name w:val="Überschrift 4 Zchn"/>
    <w:aliases w:val="Tempo Heading 4 Zchn"/>
    <w:basedOn w:val="Absatz-Standardschriftart"/>
    <w:link w:val="berschrift4"/>
    <w:rsid w:val="00FA7017"/>
    <w:rPr>
      <w:rFonts w:ascii="Arial" w:eastAsiaTheme="majorEastAsia" w:hAnsi="Arial" w:cstheme="minorHAnsi"/>
      <w:b/>
      <w:bCs/>
      <w:i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prakash\AppData\Local\Microsoft\Windows\Temporary%20Internet%20Files\Content.Outlook\U90LIC03\Anlage%202_20110708_m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LongProperties xmlns="http://schemas.microsoft.com/office/2006/metadata/longProperties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0309B6C143D34596B94519DA7E9125" ma:contentTypeVersion="13" ma:contentTypeDescription="Ein neues Dokument erstellen." ma:contentTypeScope="" ma:versionID="45484564f408e081d75944020a7a32d1">
  <xsd:schema xmlns:xsd="http://www.w3.org/2001/XMLSchema" xmlns:xs="http://www.w3.org/2001/XMLSchema" xmlns:p="http://schemas.microsoft.com/office/2006/metadata/properties" xmlns:ns2="02465d18-56d5-4de3-bfdb-1defbbb9d1c3" xmlns:ns3="30e314e4-ffb7-42d7-a231-c0c01b7eedeb" targetNamespace="http://schemas.microsoft.com/office/2006/metadata/properties" ma:root="true" ma:fieldsID="0879ad8ebb7845de573c9ed4aa04bff8" ns2:_="" ns3:_="">
    <xsd:import namespace="02465d18-56d5-4de3-bfdb-1defbbb9d1c3"/>
    <xsd:import namespace="30e314e4-ffb7-42d7-a231-c0c01b7ee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65d18-56d5-4de3-bfdb-1defbbb9d1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071a6f3f-b5d9-4d56-9617-5b21a8516c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314e4-ffb7-42d7-a231-c0c01b7ee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3b2d03-2b10-4054-b00b-d98015a54240}" ma:internalName="TaxCatchAll" ma:showField="CatchAllData" ma:web="30e314e4-ffb7-42d7-a231-c0c01b7ee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0e314e4-ffb7-42d7-a231-c0c01b7eedeb">
      <UserInfo>
        <DisplayName>Fridtjof Chwoyka</DisplayName>
        <AccountId>9</AccountId>
        <AccountType/>
      </UserInfo>
    </SharedWithUsers>
    <TaxCatchAll xmlns="30e314e4-ffb7-42d7-a231-c0c01b7eedeb" xsi:nil="true"/>
    <lcf76f155ced4ddcb4097134ff3c332f xmlns="02465d18-56d5-4de3-bfdb-1defbbb9d1c3">
      <Terms xmlns="http://schemas.microsoft.com/office/infopath/2007/PartnerControls"/>
    </lcf76f155ced4ddcb4097134ff3c332f>
  </documentManagement>
</p:properti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4589-63A0-4DA1-BE15-9E3B6C539B59}">
  <ds:schemaRefs>
    <ds:schemaRef ds:uri="http://schemas.microsoft.com/office/2006/metadata/longProperties"/>
  </ds:schemaRefs>
</ds:datastoreItem>
</file>

<file path=customXml/itemProps10.xml><?xml version="1.0" encoding="utf-8"?>
<ds:datastoreItem xmlns:ds="http://schemas.openxmlformats.org/officeDocument/2006/customXml" ds:itemID="{0D63BD77-6CB4-46B2-81E4-290297497698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85DD622-F7C4-4B56-A54B-40D2F5D4FA4C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AF89B2D-DD5C-4DF8-9351-000E3CB39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82AA2-3B8F-420C-B0E5-AD2877B598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BD106E-DCFA-4E06-8F72-7610D4387F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FDB5A-FE1F-4819-A771-0C9B3B8EF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465d18-56d5-4de3-bfdb-1defbbb9d1c3"/>
    <ds:schemaRef ds:uri="30e314e4-ffb7-42d7-a231-c0c01b7ee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7E458C-4007-41C4-AC01-FBA9DDBF350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1C20705-DF7D-4115-8952-EBB3FABA02C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BA22749-BE58-45F8-9856-9683F67426E5}">
  <ds:schemaRefs>
    <ds:schemaRef ds:uri="http://schemas.microsoft.com/office/2006/metadata/properties"/>
    <ds:schemaRef ds:uri="http://schemas.microsoft.com/office/infopath/2007/PartnerControls"/>
    <ds:schemaRef ds:uri="30e314e4-ffb7-42d7-a231-c0c01b7eedeb"/>
    <ds:schemaRef ds:uri="02465d18-56d5-4de3-bfdb-1defbbb9d1c3"/>
  </ds:schemaRefs>
</ds:datastoreItem>
</file>

<file path=customXml/itemProps8.xml><?xml version="1.0" encoding="utf-8"?>
<ds:datastoreItem xmlns:ds="http://schemas.openxmlformats.org/officeDocument/2006/customXml" ds:itemID="{AD37C7CB-CDA7-4EB4-9E80-28FF6C5B917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8F755C8-08B8-45DF-A7F0-6A101E43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2_20110708_mr</Template>
  <TotalTime>0</TotalTime>
  <Pages>2</Pages>
  <Words>242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Energieffizienzbericht zu den Vergabekriterien Umweltzeichen DE-UZ 161</vt:lpstr>
    </vt:vector>
  </TitlesOfParts>
  <Company>Öko-Institut e.V.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Energieffizienzbericht zu den Vergabekriterien Umweltzeichen DE-UZ 161</dc:title>
  <dc:subject/>
  <dc:creator>J.Groeger@oeko.de</dc:creator>
  <cp:keywords/>
  <dc:description/>
  <cp:lastModifiedBy>Ueberlein, Sven</cp:lastModifiedBy>
  <cp:revision>7</cp:revision>
  <cp:lastPrinted>2022-10-13T13:58:00Z</cp:lastPrinted>
  <dcterms:created xsi:type="dcterms:W3CDTF">2022-12-19T11:58:00Z</dcterms:created>
  <dcterms:modified xsi:type="dcterms:W3CDTF">2023-02-17T07:35:00Z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Dokument</vt:lpwstr>
  </property>
  <property fmtid="{D5CDD505-2E9C-101B-9397-08002B2CF9AE}" pid="4" name="ContentTypeId">
    <vt:lpwstr>0x0101007F0309B6C143D34596B94519DA7E9125</vt:lpwstr>
  </property>
  <property fmtid="{D5CDD505-2E9C-101B-9397-08002B2CF9AE}" pid="5" name="MediaServiceImageTags">
    <vt:lpwstr/>
  </property>
</Properties>
</file>